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93FE7F" w14:textId="77777777" w:rsidR="00B72B27" w:rsidRDefault="00B72B27" w:rsidP="00B72B27">
      <w:pPr>
        <w:pStyle w:val="Tekstwstpniesformatowany"/>
        <w:jc w:val="right"/>
        <w:rPr>
          <w:rFonts w:ascii="Cambria" w:hAnsi="Cambria" w:cs="Calibri"/>
          <w:b/>
          <w:bCs/>
          <w:sz w:val="22"/>
          <w:szCs w:val="22"/>
        </w:rPr>
      </w:pPr>
    </w:p>
    <w:p w14:paraId="1F971C37" w14:textId="310275F7" w:rsidR="00787A25" w:rsidRPr="006F5B36" w:rsidRDefault="007B4E99" w:rsidP="007B4E99">
      <w:pPr>
        <w:jc w:val="center"/>
        <w:rPr>
          <w:rFonts w:ascii="Cambria" w:eastAsia="Times New Roman" w:hAnsi="Cambria" w:cs="Times New Roman"/>
          <w:b/>
          <w:bCs/>
          <w:color w:val="000000" w:themeColor="text1"/>
          <w:sz w:val="24"/>
          <w:szCs w:val="24"/>
          <w:lang w:eastAsia="pl-PL"/>
        </w:rPr>
      </w:pPr>
      <w:r>
        <w:rPr>
          <w:rFonts w:ascii="Cambria" w:eastAsia="Times New Roman" w:hAnsi="Cambria" w:cs="Times New Roman"/>
          <w:b/>
          <w:bCs/>
          <w:color w:val="000000" w:themeColor="text1"/>
          <w:sz w:val="24"/>
          <w:szCs w:val="24"/>
          <w:lang w:eastAsia="pl-PL"/>
        </w:rPr>
        <w:t>Join Music Film Group led by outstanding experts</w:t>
      </w:r>
    </w:p>
    <w:p w14:paraId="032227CD"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2A59E7E0" w14:textId="77777777" w:rsidR="007B4E99" w:rsidRPr="007B4E99" w:rsidRDefault="007B4E99" w:rsidP="007B4E99">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7B4E99">
        <w:rPr>
          <w:rFonts w:ascii="Times New Roman" w:eastAsia="Times New Roman" w:hAnsi="Times New Roman" w:cs="Times New Roman"/>
          <w:sz w:val="24"/>
          <w:szCs w:val="24"/>
          <w:lang w:val="en-PL" w:eastAsia="en-GB"/>
        </w:rPr>
        <w:t>We invite you to join Film Music Group which will be led by outstanding experts, journalist Miśka-Jackowska and composer Michał Woźniak. Classes will take place online at Google Meet platform. Practical work will take place thanks to our befriended rentals which will share film equipment to film crews accepted by the group tutor in Warsaw, Cracow and more. Participation is free of charge. Registration is obligatory.</w:t>
      </w:r>
    </w:p>
    <w:p w14:paraId="5621456E" w14:textId="77777777" w:rsidR="007B4E99" w:rsidRPr="007B4E99" w:rsidRDefault="007B4E99" w:rsidP="007B4E99">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7B4E99">
        <w:rPr>
          <w:rFonts w:ascii="Times New Roman" w:eastAsia="Times New Roman" w:hAnsi="Times New Roman" w:cs="Times New Roman"/>
          <w:i/>
          <w:iCs/>
          <w:sz w:val="24"/>
          <w:szCs w:val="24"/>
          <w:lang w:val="en-PL" w:eastAsia="en-GB"/>
        </w:rPr>
        <w:t xml:space="preserve">For the very first time at Film Spring Open we invite you to work and talk together in an open group that will be focused on all activities related to use of music in an image. We encourage everyone who is planning to use original or existing scores in their projects, as well as composers. The group’s functioning is going to be based mainly on consultations and practical help in the selection of musical score in its application in a film. It will also serve as a meeting platform for directors, producers and composers. The impact of music on an image is tremendous and we have dedicated most of our professional lives to this concept - say Magda Miśka-Jackowska and Michał Woźniak, who will be the leaders of the group. </w:t>
      </w:r>
    </w:p>
    <w:p w14:paraId="2BAEF8CE" w14:textId="77777777" w:rsidR="007B4E99" w:rsidRPr="007B4E99" w:rsidRDefault="007B4E99" w:rsidP="007B4E99">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7B4E99">
        <w:rPr>
          <w:rFonts w:ascii="Times New Roman" w:eastAsia="Times New Roman" w:hAnsi="Times New Roman" w:cs="Times New Roman"/>
          <w:b/>
          <w:bCs/>
          <w:sz w:val="24"/>
          <w:szCs w:val="24"/>
          <w:lang w:val="en-PL" w:eastAsia="en-GB"/>
        </w:rPr>
        <w:t>Magda Miśka-Jackowska</w:t>
      </w:r>
      <w:r w:rsidRPr="007B4E99">
        <w:rPr>
          <w:rFonts w:ascii="Times New Roman" w:eastAsia="Times New Roman" w:hAnsi="Times New Roman" w:cs="Times New Roman"/>
          <w:sz w:val="24"/>
          <w:szCs w:val="24"/>
          <w:lang w:val="en-PL" w:eastAsia="en-GB"/>
        </w:rPr>
        <w:t xml:space="preserve"> - journalist, radio host, teacher, member of the RMF Classic radio team for 15 years. An acclaimed presenter. She belongs to the select group of professional music film journalists in Europe. Author of numerous radio programmes made for RMF Classic on the topics related to cinema and film music, including documentary series </w:t>
      </w:r>
      <w:r w:rsidRPr="007B4E99">
        <w:rPr>
          <w:rFonts w:ascii="Times New Roman" w:eastAsia="Times New Roman" w:hAnsi="Times New Roman" w:cs="Times New Roman"/>
          <w:i/>
          <w:iCs/>
          <w:sz w:val="24"/>
          <w:szCs w:val="24"/>
          <w:lang w:val="en-PL" w:eastAsia="en-GB"/>
        </w:rPr>
        <w:t>Mistrzowie drugiego planu</w:t>
      </w:r>
      <w:r w:rsidRPr="007B4E99">
        <w:rPr>
          <w:rFonts w:ascii="Times New Roman" w:eastAsia="Times New Roman" w:hAnsi="Times New Roman" w:cs="Times New Roman"/>
          <w:sz w:val="24"/>
          <w:szCs w:val="24"/>
          <w:lang w:val="en-PL" w:eastAsia="en-GB"/>
        </w:rPr>
        <w:t xml:space="preserve"> (</w:t>
      </w:r>
      <w:r w:rsidRPr="007B4E99">
        <w:rPr>
          <w:rFonts w:ascii="Times New Roman" w:eastAsia="Times New Roman" w:hAnsi="Times New Roman" w:cs="Times New Roman"/>
          <w:i/>
          <w:iCs/>
          <w:sz w:val="24"/>
          <w:szCs w:val="24"/>
          <w:lang w:val="en-PL" w:eastAsia="en-GB"/>
        </w:rPr>
        <w:t>Masters of the background</w:t>
      </w:r>
      <w:r w:rsidRPr="007B4E99">
        <w:rPr>
          <w:rFonts w:ascii="Times New Roman" w:eastAsia="Times New Roman" w:hAnsi="Times New Roman" w:cs="Times New Roman"/>
          <w:sz w:val="24"/>
          <w:szCs w:val="24"/>
          <w:lang w:val="en-PL" w:eastAsia="en-GB"/>
        </w:rPr>
        <w:t xml:space="preserve">) about unknown film professions and </w:t>
      </w:r>
      <w:r w:rsidRPr="007B4E99">
        <w:rPr>
          <w:rFonts w:ascii="Times New Roman" w:eastAsia="Times New Roman" w:hAnsi="Times New Roman" w:cs="Times New Roman"/>
          <w:i/>
          <w:iCs/>
          <w:sz w:val="24"/>
          <w:szCs w:val="24"/>
          <w:lang w:val="en-PL" w:eastAsia="en-GB"/>
        </w:rPr>
        <w:t>Cały ten film</w:t>
      </w:r>
      <w:r w:rsidRPr="007B4E99">
        <w:rPr>
          <w:rFonts w:ascii="Times New Roman" w:eastAsia="Times New Roman" w:hAnsi="Times New Roman" w:cs="Times New Roman"/>
          <w:sz w:val="24"/>
          <w:szCs w:val="24"/>
          <w:lang w:val="en-PL" w:eastAsia="en-GB"/>
        </w:rPr>
        <w:t xml:space="preserve"> (</w:t>
      </w:r>
      <w:r w:rsidRPr="007B4E99">
        <w:rPr>
          <w:rFonts w:ascii="Times New Roman" w:eastAsia="Times New Roman" w:hAnsi="Times New Roman" w:cs="Times New Roman"/>
          <w:i/>
          <w:iCs/>
          <w:sz w:val="24"/>
          <w:szCs w:val="24"/>
          <w:lang w:val="en-PL" w:eastAsia="en-GB"/>
        </w:rPr>
        <w:t>All about</w:t>
      </w:r>
      <w:r w:rsidRPr="007B4E99">
        <w:rPr>
          <w:rFonts w:ascii="Times New Roman" w:eastAsia="Times New Roman" w:hAnsi="Times New Roman" w:cs="Times New Roman"/>
          <w:sz w:val="24"/>
          <w:szCs w:val="24"/>
          <w:lang w:val="en-PL" w:eastAsia="en-GB"/>
        </w:rPr>
        <w:t xml:space="preserve"> </w:t>
      </w:r>
      <w:r w:rsidRPr="007B4E99">
        <w:rPr>
          <w:rFonts w:ascii="Times New Roman" w:eastAsia="Times New Roman" w:hAnsi="Times New Roman" w:cs="Times New Roman"/>
          <w:i/>
          <w:iCs/>
          <w:sz w:val="24"/>
          <w:szCs w:val="24"/>
          <w:lang w:val="en-PL" w:eastAsia="en-GB"/>
        </w:rPr>
        <w:t>film</w:t>
      </w:r>
      <w:r w:rsidRPr="007B4E99">
        <w:rPr>
          <w:rFonts w:ascii="Times New Roman" w:eastAsia="Times New Roman" w:hAnsi="Times New Roman" w:cs="Times New Roman"/>
          <w:sz w:val="24"/>
          <w:szCs w:val="24"/>
          <w:lang w:val="en-PL" w:eastAsia="en-GB"/>
        </w:rPr>
        <w:t xml:space="preserve">), which showed different stages of film production from the idea to the premiere. Hostess of the film magazine </w:t>
      </w:r>
      <w:r w:rsidRPr="007B4E99">
        <w:rPr>
          <w:rFonts w:ascii="Times New Roman" w:eastAsia="Times New Roman" w:hAnsi="Times New Roman" w:cs="Times New Roman"/>
          <w:i/>
          <w:iCs/>
          <w:sz w:val="24"/>
          <w:szCs w:val="24"/>
          <w:lang w:val="en-PL" w:eastAsia="en-GB"/>
        </w:rPr>
        <w:t>Moje Kino</w:t>
      </w:r>
      <w:r w:rsidRPr="007B4E99">
        <w:rPr>
          <w:rFonts w:ascii="Times New Roman" w:eastAsia="Times New Roman" w:hAnsi="Times New Roman" w:cs="Times New Roman"/>
          <w:sz w:val="24"/>
          <w:szCs w:val="24"/>
          <w:lang w:val="en-PL" w:eastAsia="en-GB"/>
        </w:rPr>
        <w:t xml:space="preserve"> (</w:t>
      </w:r>
      <w:r w:rsidRPr="007B4E99">
        <w:rPr>
          <w:rFonts w:ascii="Times New Roman" w:eastAsia="Times New Roman" w:hAnsi="Times New Roman" w:cs="Times New Roman"/>
          <w:i/>
          <w:iCs/>
          <w:sz w:val="24"/>
          <w:szCs w:val="24"/>
          <w:lang w:val="en-PL" w:eastAsia="en-GB"/>
        </w:rPr>
        <w:t>My cinema</w:t>
      </w:r>
      <w:r w:rsidRPr="007B4E99">
        <w:rPr>
          <w:rFonts w:ascii="Times New Roman" w:eastAsia="Times New Roman" w:hAnsi="Times New Roman" w:cs="Times New Roman"/>
          <w:sz w:val="24"/>
          <w:szCs w:val="24"/>
          <w:lang w:val="en-PL" w:eastAsia="en-GB"/>
        </w:rPr>
        <w:t xml:space="preserve">), for which in 2010 she received the award of the Polish Film Institute for the best radio or TV programme about film. She was the author and hostess of the only film music hit list on the Polish radio, presented weekly on RMF Classic. Magda Miśka-Jackowska has conducted hundreds of TV and radio interviews with the greatest personalities of the world of music, cinema and most importantly film music. Author of the two-disc compilation </w:t>
      </w:r>
      <w:r w:rsidRPr="007B4E99">
        <w:rPr>
          <w:rFonts w:ascii="Times New Roman" w:eastAsia="Times New Roman" w:hAnsi="Times New Roman" w:cs="Times New Roman"/>
          <w:i/>
          <w:iCs/>
          <w:sz w:val="24"/>
          <w:szCs w:val="24"/>
          <w:lang w:val="en-PL" w:eastAsia="en-GB"/>
        </w:rPr>
        <w:t>Złota kolekcja - Ale filmy!</w:t>
      </w:r>
      <w:r w:rsidRPr="007B4E99">
        <w:rPr>
          <w:rFonts w:ascii="Times New Roman" w:eastAsia="Times New Roman" w:hAnsi="Times New Roman" w:cs="Times New Roman"/>
          <w:sz w:val="24"/>
          <w:szCs w:val="24"/>
          <w:lang w:val="en-PL" w:eastAsia="en-GB"/>
        </w:rPr>
        <w:t xml:space="preserve"> (</w:t>
      </w:r>
      <w:r w:rsidRPr="007B4E99">
        <w:rPr>
          <w:rFonts w:ascii="Times New Roman" w:eastAsia="Times New Roman" w:hAnsi="Times New Roman" w:cs="Times New Roman"/>
          <w:i/>
          <w:iCs/>
          <w:sz w:val="24"/>
          <w:szCs w:val="24"/>
          <w:lang w:val="en-PL" w:eastAsia="en-GB"/>
        </w:rPr>
        <w:t>Gold Collection - Film music</w:t>
      </w:r>
      <w:r w:rsidRPr="007B4E99">
        <w:rPr>
          <w:rFonts w:ascii="Times New Roman" w:eastAsia="Times New Roman" w:hAnsi="Times New Roman" w:cs="Times New Roman"/>
          <w:sz w:val="24"/>
          <w:szCs w:val="24"/>
          <w:lang w:val="en-PL" w:eastAsia="en-GB"/>
        </w:rPr>
        <w:t xml:space="preserve">) and of many articles and texts about the tenth muse. Her latest radio programme, a 12-episode series entitled </w:t>
      </w:r>
      <w:r w:rsidRPr="007B4E99">
        <w:rPr>
          <w:rFonts w:ascii="Times New Roman" w:eastAsia="Times New Roman" w:hAnsi="Times New Roman" w:cs="Times New Roman"/>
          <w:i/>
          <w:iCs/>
          <w:sz w:val="24"/>
          <w:szCs w:val="24"/>
          <w:lang w:val="en-PL" w:eastAsia="en-GB"/>
        </w:rPr>
        <w:t>Zagraj to jeszcze raz</w:t>
      </w:r>
      <w:r w:rsidRPr="007B4E99">
        <w:rPr>
          <w:rFonts w:ascii="Times New Roman" w:eastAsia="Times New Roman" w:hAnsi="Times New Roman" w:cs="Times New Roman"/>
          <w:sz w:val="24"/>
          <w:szCs w:val="24"/>
          <w:lang w:val="en-PL" w:eastAsia="en-GB"/>
        </w:rPr>
        <w:t xml:space="preserve"> (</w:t>
      </w:r>
      <w:r w:rsidRPr="007B4E99">
        <w:rPr>
          <w:rFonts w:ascii="Times New Roman" w:eastAsia="Times New Roman" w:hAnsi="Times New Roman" w:cs="Times New Roman"/>
          <w:i/>
          <w:iCs/>
          <w:sz w:val="24"/>
          <w:szCs w:val="24"/>
          <w:lang w:val="en-PL" w:eastAsia="en-GB"/>
        </w:rPr>
        <w:t>Play it again</w:t>
      </w:r>
      <w:r w:rsidRPr="007B4E99">
        <w:rPr>
          <w:rFonts w:ascii="Times New Roman" w:eastAsia="Times New Roman" w:hAnsi="Times New Roman" w:cs="Times New Roman"/>
          <w:sz w:val="24"/>
          <w:szCs w:val="24"/>
          <w:lang w:val="en-PL" w:eastAsia="en-GB"/>
        </w:rPr>
        <w:t>)</w:t>
      </w:r>
      <w:r w:rsidRPr="007B4E99">
        <w:rPr>
          <w:rFonts w:ascii="Times New Roman" w:eastAsia="Times New Roman" w:hAnsi="Times New Roman" w:cs="Times New Roman"/>
          <w:i/>
          <w:iCs/>
          <w:sz w:val="24"/>
          <w:szCs w:val="24"/>
          <w:lang w:val="en-PL" w:eastAsia="en-GB"/>
        </w:rPr>
        <w:t>,</w:t>
      </w:r>
      <w:r w:rsidRPr="007B4E99">
        <w:rPr>
          <w:rFonts w:ascii="Times New Roman" w:eastAsia="Times New Roman" w:hAnsi="Times New Roman" w:cs="Times New Roman"/>
          <w:sz w:val="24"/>
          <w:szCs w:val="24"/>
          <w:lang w:val="en-PL" w:eastAsia="en-GB"/>
        </w:rPr>
        <w:t xml:space="preserve"> also available as a podcast, is a story about the phenomenon of film music. The programme features several dozens of composers including the greatest stars of the genre such as Ennio Morricone and Hans Zimmer, as well as film directors, instrumentalists, heads of music studios, songwriters, conductors, actors and dedicated fans of film music. She graduated from the Faculty of Radio and Television at the University of Silesia in Katowice. To this day she is associated with the Faculty of Fine Arts at the university, where she holds classes for students in film scoring. As a teacher, she is also associated with the Academy of Music in Łódź.</w:t>
      </w:r>
    </w:p>
    <w:p w14:paraId="728BCDFA" w14:textId="355808B8" w:rsidR="007B4E99" w:rsidRPr="007B4E99" w:rsidRDefault="007B4E99" w:rsidP="007B4E99">
      <w:pPr>
        <w:spacing w:before="100" w:beforeAutospacing="1" w:after="100" w:afterAutospacing="1" w:line="240" w:lineRule="auto"/>
        <w:jc w:val="both"/>
        <w:rPr>
          <w:rFonts w:ascii="Times New Roman" w:eastAsia="Times New Roman" w:hAnsi="Times New Roman" w:cs="Times New Roman"/>
          <w:sz w:val="24"/>
          <w:szCs w:val="24"/>
          <w:lang w:val="en-PL" w:eastAsia="en-GB"/>
        </w:rPr>
      </w:pPr>
    </w:p>
    <w:p w14:paraId="604EFF6F" w14:textId="0D533E0F" w:rsidR="00787A25" w:rsidRPr="007B4E99" w:rsidRDefault="007B4E99" w:rsidP="007B4E99">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7B4E99">
        <w:rPr>
          <w:rFonts w:ascii="Times New Roman" w:eastAsia="Times New Roman" w:hAnsi="Times New Roman" w:cs="Times New Roman"/>
          <w:b/>
          <w:bCs/>
          <w:sz w:val="24"/>
          <w:szCs w:val="24"/>
          <w:lang w:val="en-PL" w:eastAsia="en-GB"/>
        </w:rPr>
        <w:t>Michał Woźniak</w:t>
      </w:r>
      <w:r w:rsidRPr="007B4E99">
        <w:rPr>
          <w:rFonts w:ascii="Times New Roman" w:eastAsia="Times New Roman" w:hAnsi="Times New Roman" w:cs="Times New Roman"/>
          <w:sz w:val="24"/>
          <w:szCs w:val="24"/>
          <w:lang w:val="en-PL" w:eastAsia="en-GB"/>
        </w:rPr>
        <w:t xml:space="preserve"> - composer, arranger, music producer, sound engineer and multi-instrumentalist. Founder and owner of the Brevis recording studio. Composer of highly valued and inventive musical soundtracks to films </w:t>
      </w:r>
      <w:r w:rsidRPr="007B4E99">
        <w:rPr>
          <w:rFonts w:ascii="Times New Roman" w:eastAsia="Times New Roman" w:hAnsi="Times New Roman" w:cs="Times New Roman"/>
          <w:sz w:val="24"/>
          <w:szCs w:val="24"/>
          <w:lang w:val="en-PL" w:eastAsia="en-GB"/>
        </w:rPr>
        <w:lastRenderedPageBreak/>
        <w:t xml:space="preserve">directed by Marcin Kryształowicz: </w:t>
      </w:r>
      <w:r w:rsidRPr="007B4E99">
        <w:rPr>
          <w:rFonts w:ascii="Times New Roman" w:eastAsia="Times New Roman" w:hAnsi="Times New Roman" w:cs="Times New Roman"/>
          <w:i/>
          <w:iCs/>
          <w:sz w:val="24"/>
          <w:szCs w:val="24"/>
          <w:lang w:val="en-PL" w:eastAsia="en-GB"/>
        </w:rPr>
        <w:t>Eucalyptus, Manhunt, All About My Parents</w:t>
      </w:r>
      <w:r w:rsidRPr="007B4E99">
        <w:rPr>
          <w:rFonts w:ascii="Times New Roman" w:eastAsia="Times New Roman" w:hAnsi="Times New Roman" w:cs="Times New Roman"/>
          <w:sz w:val="24"/>
          <w:szCs w:val="24"/>
          <w:lang w:val="en-PL" w:eastAsia="en-GB"/>
        </w:rPr>
        <w:t xml:space="preserve">, for which he was nominated for the MocArty RMF Classic award in the film music category and </w:t>
      </w:r>
      <w:r w:rsidRPr="007B4E99">
        <w:rPr>
          <w:rFonts w:ascii="Times New Roman" w:eastAsia="Times New Roman" w:hAnsi="Times New Roman" w:cs="Times New Roman"/>
          <w:i/>
          <w:iCs/>
          <w:sz w:val="24"/>
          <w:szCs w:val="24"/>
          <w:lang w:val="en-PL" w:eastAsia="en-GB"/>
        </w:rPr>
        <w:t>Mister T</w:t>
      </w:r>
      <w:r w:rsidRPr="007B4E99">
        <w:rPr>
          <w:rFonts w:ascii="Times New Roman" w:eastAsia="Times New Roman" w:hAnsi="Times New Roman" w:cs="Times New Roman"/>
          <w:sz w:val="24"/>
          <w:szCs w:val="24"/>
          <w:lang w:val="en-PL" w:eastAsia="en-GB"/>
        </w:rPr>
        <w:t xml:space="preserve">, for which he was nominated for the Polish Soundtrack of the Year at the Krakow Film Music Festival. Author of scores for numerous short films, documentaries and theatre plays. He collaborated on the production of film and television music recordings, including the TV series </w:t>
      </w:r>
      <w:r w:rsidRPr="007B4E99">
        <w:rPr>
          <w:rFonts w:ascii="Times New Roman" w:eastAsia="Times New Roman" w:hAnsi="Times New Roman" w:cs="Times New Roman"/>
          <w:i/>
          <w:iCs/>
          <w:sz w:val="24"/>
          <w:szCs w:val="24"/>
          <w:lang w:val="en-PL" w:eastAsia="en-GB"/>
        </w:rPr>
        <w:t>Czas Honoru (Days of Honor)</w:t>
      </w:r>
      <w:r w:rsidRPr="007B4E99">
        <w:rPr>
          <w:rFonts w:ascii="Times New Roman" w:eastAsia="Times New Roman" w:hAnsi="Times New Roman" w:cs="Times New Roman"/>
          <w:sz w:val="24"/>
          <w:szCs w:val="24"/>
          <w:lang w:val="en-PL" w:eastAsia="en-GB"/>
        </w:rPr>
        <w:t xml:space="preserve">, </w:t>
      </w:r>
      <w:r w:rsidRPr="007B4E99">
        <w:rPr>
          <w:rFonts w:ascii="Times New Roman" w:eastAsia="Times New Roman" w:hAnsi="Times New Roman" w:cs="Times New Roman"/>
          <w:i/>
          <w:iCs/>
          <w:sz w:val="24"/>
          <w:szCs w:val="24"/>
          <w:lang w:val="en-PL" w:eastAsia="en-GB"/>
        </w:rPr>
        <w:t>Chichot losu (The Laughter of Fate)</w:t>
      </w:r>
      <w:r w:rsidRPr="007B4E99">
        <w:rPr>
          <w:rFonts w:ascii="Times New Roman" w:eastAsia="Times New Roman" w:hAnsi="Times New Roman" w:cs="Times New Roman"/>
          <w:sz w:val="24"/>
          <w:szCs w:val="24"/>
          <w:lang w:val="en-PL" w:eastAsia="en-GB"/>
        </w:rPr>
        <w:t xml:space="preserve">, </w:t>
      </w:r>
      <w:r w:rsidRPr="007B4E99">
        <w:rPr>
          <w:rFonts w:ascii="Times New Roman" w:eastAsia="Times New Roman" w:hAnsi="Times New Roman" w:cs="Times New Roman"/>
          <w:i/>
          <w:iCs/>
          <w:sz w:val="24"/>
          <w:szCs w:val="24"/>
          <w:lang w:val="en-PL" w:eastAsia="en-GB"/>
        </w:rPr>
        <w:t>Misja: Afganistan (Mission: Afghanistan)</w:t>
      </w:r>
      <w:r w:rsidRPr="007B4E99">
        <w:rPr>
          <w:rFonts w:ascii="Times New Roman" w:eastAsia="Times New Roman" w:hAnsi="Times New Roman" w:cs="Times New Roman"/>
          <w:sz w:val="24"/>
          <w:szCs w:val="24"/>
          <w:lang w:val="en-PL" w:eastAsia="en-GB"/>
        </w:rPr>
        <w:t xml:space="preserve">, </w:t>
      </w:r>
      <w:r w:rsidRPr="007B4E99">
        <w:rPr>
          <w:rFonts w:ascii="Times New Roman" w:eastAsia="Times New Roman" w:hAnsi="Times New Roman" w:cs="Times New Roman"/>
          <w:i/>
          <w:iCs/>
          <w:sz w:val="24"/>
          <w:szCs w:val="24"/>
          <w:lang w:val="en-PL" w:eastAsia="en-GB"/>
        </w:rPr>
        <w:t>Chyłka</w:t>
      </w:r>
      <w:r w:rsidRPr="007B4E99">
        <w:rPr>
          <w:rFonts w:ascii="Times New Roman" w:eastAsia="Times New Roman" w:hAnsi="Times New Roman" w:cs="Times New Roman"/>
          <w:sz w:val="24"/>
          <w:szCs w:val="24"/>
          <w:lang w:val="en-PL" w:eastAsia="en-GB"/>
        </w:rPr>
        <w:t xml:space="preserve">, and the feature film </w:t>
      </w:r>
      <w:r w:rsidRPr="007B4E99">
        <w:rPr>
          <w:rFonts w:ascii="Times New Roman" w:eastAsia="Times New Roman" w:hAnsi="Times New Roman" w:cs="Times New Roman"/>
          <w:i/>
          <w:iCs/>
          <w:sz w:val="24"/>
          <w:szCs w:val="24"/>
          <w:lang w:val="en-PL" w:eastAsia="en-GB"/>
        </w:rPr>
        <w:t>Mistrz</w:t>
      </w:r>
      <w:r w:rsidRPr="007B4E99">
        <w:rPr>
          <w:rFonts w:ascii="Times New Roman" w:eastAsia="Times New Roman" w:hAnsi="Times New Roman" w:cs="Times New Roman"/>
          <w:sz w:val="24"/>
          <w:szCs w:val="24"/>
          <w:lang w:val="en-PL" w:eastAsia="en-GB"/>
        </w:rPr>
        <w:t xml:space="preserve"> (</w:t>
      </w:r>
      <w:r w:rsidRPr="007B4E99">
        <w:rPr>
          <w:rFonts w:ascii="Times New Roman" w:eastAsia="Times New Roman" w:hAnsi="Times New Roman" w:cs="Times New Roman"/>
          <w:i/>
          <w:iCs/>
          <w:sz w:val="24"/>
          <w:szCs w:val="24"/>
          <w:lang w:val="en-PL" w:eastAsia="en-GB"/>
        </w:rPr>
        <w:t>The Champion</w:t>
      </w:r>
      <w:r w:rsidRPr="007B4E99">
        <w:rPr>
          <w:rFonts w:ascii="Times New Roman" w:eastAsia="Times New Roman" w:hAnsi="Times New Roman" w:cs="Times New Roman"/>
          <w:sz w:val="24"/>
          <w:szCs w:val="24"/>
          <w:lang w:val="en-PL" w:eastAsia="en-GB"/>
        </w:rPr>
        <w:t xml:space="preserve">) scored by Bartosz Chajdecki. From 2005 to 2020 he worked for the RMF Group as, among others, producer for the RMF Classic radio. Author of music for songs, commercials, jingles and multimedia, recording producer for RMF FM of music by Edyta Górniak, Gromee, Urszula and Lady Punk. Violist, session and concert musician, member of the Galicja group. A graduate of the Academy of Music in Krakow. Two-time winner of the composition competition of the </w:t>
      </w:r>
      <w:r w:rsidRPr="007B4E99">
        <w:rPr>
          <w:rFonts w:ascii="Times New Roman" w:eastAsia="Times New Roman" w:hAnsi="Times New Roman" w:cs="Times New Roman"/>
          <w:i/>
          <w:iCs/>
          <w:sz w:val="24"/>
          <w:szCs w:val="24"/>
          <w:lang w:val="en-PL" w:eastAsia="en-GB"/>
        </w:rPr>
        <w:t>Estrada i Studio</w:t>
      </w:r>
      <w:r w:rsidRPr="007B4E99">
        <w:rPr>
          <w:rFonts w:ascii="Times New Roman" w:eastAsia="Times New Roman" w:hAnsi="Times New Roman" w:cs="Times New Roman"/>
          <w:sz w:val="24"/>
          <w:szCs w:val="24"/>
          <w:lang w:val="en-PL" w:eastAsia="en-GB"/>
        </w:rPr>
        <w:t xml:space="preserve"> monthly magazine. Holder of the Jan Kanty Pawluśkiewicz and the Internationale Bachakademie Stuttgart scholarships.</w:t>
      </w:r>
    </w:p>
    <w:p w14:paraId="51AA33D8" w14:textId="77777777" w:rsidR="00787A25" w:rsidRDefault="00787A25" w:rsidP="007B4E99">
      <w:pPr>
        <w:jc w:val="both"/>
        <w:rPr>
          <w:rFonts w:ascii="Cambria" w:eastAsia="Times New Roman" w:hAnsi="Cambria" w:cs="Times New Roman"/>
          <w:b/>
          <w:bCs/>
          <w:color w:val="000000" w:themeColor="text1"/>
          <w:sz w:val="24"/>
          <w:szCs w:val="24"/>
          <w:lang w:val="en-GB" w:eastAsia="pl-PL"/>
        </w:rPr>
      </w:pPr>
    </w:p>
    <w:p w14:paraId="0993BC3D" w14:textId="6FC78C13" w:rsidR="00787A25" w:rsidRPr="00787A25" w:rsidRDefault="00787A25" w:rsidP="007B4E99">
      <w:pPr>
        <w:jc w:val="both"/>
        <w:rPr>
          <w:rFonts w:ascii="Cambria" w:eastAsia="Times New Roman" w:hAnsi="Cambria" w:cs="Times New Roman"/>
          <w:color w:val="000000" w:themeColor="text1"/>
          <w:sz w:val="24"/>
          <w:szCs w:val="24"/>
          <w:lang w:val="en-GB" w:eastAsia="pl-PL"/>
        </w:rPr>
      </w:pPr>
      <w:r w:rsidRPr="00787A25">
        <w:rPr>
          <w:rFonts w:ascii="Cambria" w:eastAsia="Times New Roman" w:hAnsi="Cambria" w:cs="Times New Roman"/>
          <w:b/>
          <w:bCs/>
          <w:color w:val="000000" w:themeColor="text1"/>
          <w:sz w:val="24"/>
          <w:szCs w:val="24"/>
          <w:lang w:val="en-GB" w:eastAsia="pl-PL"/>
        </w:rPr>
        <w:t xml:space="preserve">Film Spring Open </w:t>
      </w:r>
      <w:r w:rsidRPr="00787A25">
        <w:rPr>
          <w:rFonts w:ascii="Cambria" w:eastAsia="Times New Roman" w:hAnsi="Cambria" w:cs="Times New Roman"/>
          <w:color w:val="000000" w:themeColor="text1"/>
          <w:sz w:val="24"/>
          <w:szCs w:val="24"/>
          <w:lang w:val="en-GB" w:eastAsia="pl-PL"/>
        </w:rPr>
        <w:t xml:space="preserve">is an interdisciplinary audio-visual workshop organised by </w:t>
      </w:r>
      <w:proofErr w:type="spellStart"/>
      <w:r w:rsidRPr="00787A25">
        <w:rPr>
          <w:rFonts w:ascii="Cambria" w:eastAsia="Times New Roman" w:hAnsi="Cambria" w:cs="Times New Roman"/>
          <w:color w:val="000000" w:themeColor="text1"/>
          <w:sz w:val="24"/>
          <w:szCs w:val="24"/>
          <w:lang w:val="en-GB" w:eastAsia="pl-PL"/>
        </w:rPr>
        <w:t>Sławomir</w:t>
      </w:r>
      <w:proofErr w:type="spellEnd"/>
      <w:r w:rsidRPr="00787A25">
        <w:rPr>
          <w:rFonts w:ascii="Cambria" w:eastAsia="Times New Roman" w:hAnsi="Cambria" w:cs="Times New Roman"/>
          <w:color w:val="000000" w:themeColor="text1"/>
          <w:sz w:val="24"/>
          <w:szCs w:val="24"/>
          <w:lang w:val="en-GB" w:eastAsia="pl-PL"/>
        </w:rPr>
        <w:t xml:space="preserve"> </w:t>
      </w:r>
      <w:proofErr w:type="spellStart"/>
      <w:r w:rsidRPr="00787A25">
        <w:rPr>
          <w:rFonts w:ascii="Cambria" w:eastAsia="Times New Roman" w:hAnsi="Cambria" w:cs="Times New Roman"/>
          <w:color w:val="000000" w:themeColor="text1"/>
          <w:sz w:val="24"/>
          <w:szCs w:val="24"/>
          <w:lang w:val="en-GB" w:eastAsia="pl-PL"/>
        </w:rPr>
        <w:t>Idziak</w:t>
      </w:r>
      <w:proofErr w:type="spellEnd"/>
      <w:r w:rsidRPr="00787A25">
        <w:rPr>
          <w:rFonts w:ascii="Cambria" w:eastAsia="Times New Roman" w:hAnsi="Cambria" w:cs="Times New Roman"/>
          <w:color w:val="000000" w:themeColor="text1"/>
          <w:sz w:val="24"/>
          <w:szCs w:val="24"/>
          <w:lang w:val="en-GB" w:eastAsia="pl-PL"/>
        </w:rPr>
        <w:t>.</w:t>
      </w:r>
      <w:r w:rsidRPr="00787A25">
        <w:rPr>
          <w:rFonts w:ascii="Cambria" w:hAnsi="Cambria"/>
          <w:sz w:val="24"/>
          <w:szCs w:val="24"/>
          <w:lang w:val="en-GB"/>
        </w:rPr>
        <w:t xml:space="preserve"> This year’s edition </w:t>
      </w:r>
      <w:r w:rsidRPr="00787A25">
        <w:rPr>
          <w:rFonts w:ascii="Cambria" w:eastAsia="Times New Roman" w:hAnsi="Cambria" w:cs="Times New Roman"/>
          <w:color w:val="000000" w:themeColor="text1"/>
          <w:sz w:val="24"/>
          <w:szCs w:val="24"/>
          <w:lang w:val="en-GB" w:eastAsia="pl-PL"/>
        </w:rPr>
        <w:t xml:space="preserve">takes place online from 13 to 22 October 2020. For the fifteenth time, young filmmakers will have the chance to work with the film industry’s most renowned experts from Poland and abroad. </w:t>
      </w:r>
      <w:r w:rsidR="007B4E99">
        <w:rPr>
          <w:rFonts w:ascii="Cambria" w:eastAsia="Times New Roman" w:hAnsi="Cambria" w:cs="Times New Roman"/>
          <w:color w:val="000000" w:themeColor="text1"/>
          <w:sz w:val="24"/>
          <w:szCs w:val="24"/>
          <w:lang w:val="en-GB" w:eastAsia="pl-PL"/>
        </w:rPr>
        <w:t xml:space="preserve"> Workshop will take place online. Participation is free of charge.</w:t>
      </w:r>
    </w:p>
    <w:p w14:paraId="03A930AD" w14:textId="77777777" w:rsidR="00787A25" w:rsidRPr="00787A25" w:rsidRDefault="00787A25" w:rsidP="00787A25">
      <w:pPr>
        <w:pStyle w:val="NoSpacing"/>
        <w:rPr>
          <w:rFonts w:ascii="Cambria" w:hAnsi="Cambria"/>
          <w:sz w:val="24"/>
          <w:szCs w:val="24"/>
          <w:lang w:eastAsia="pl-PL"/>
        </w:rPr>
      </w:pPr>
    </w:p>
    <w:p w14:paraId="0CBD1F63"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More information:</w:t>
      </w:r>
    </w:p>
    <w:p w14:paraId="4E69D7D4" w14:textId="77777777"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http://filmspringopen.eu/eng</w:t>
      </w:r>
    </w:p>
    <w:p w14:paraId="4D89C911" w14:textId="77777777"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https://www.facebook.com/filmspringopen.eu/</w:t>
      </w:r>
    </w:p>
    <w:p w14:paraId="39F35DFA"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 </w:t>
      </w:r>
    </w:p>
    <w:p w14:paraId="486920A1" w14:textId="77777777" w:rsidR="00787A25" w:rsidRPr="00787A25" w:rsidRDefault="00787A25" w:rsidP="00787A25">
      <w:pPr>
        <w:pStyle w:val="NoSpacing"/>
        <w:rPr>
          <w:rFonts w:ascii="Cambria" w:hAnsi="Cambria"/>
          <w:sz w:val="24"/>
          <w:szCs w:val="24"/>
          <w:lang w:val="pl-PL" w:eastAsia="pl-PL"/>
        </w:rPr>
      </w:pPr>
      <w:proofErr w:type="spellStart"/>
      <w:r w:rsidRPr="00787A25">
        <w:rPr>
          <w:rFonts w:ascii="Cambria" w:hAnsi="Cambria"/>
          <w:sz w:val="24"/>
          <w:szCs w:val="24"/>
          <w:lang w:val="pl-PL" w:eastAsia="pl-PL"/>
        </w:rPr>
        <w:t>Contact</w:t>
      </w:r>
      <w:proofErr w:type="spellEnd"/>
      <w:r w:rsidRPr="00787A25">
        <w:rPr>
          <w:rFonts w:ascii="Cambria" w:hAnsi="Cambria"/>
          <w:sz w:val="24"/>
          <w:szCs w:val="24"/>
          <w:lang w:val="pl-PL" w:eastAsia="pl-PL"/>
        </w:rPr>
        <w:t>:</w:t>
      </w:r>
    </w:p>
    <w:p w14:paraId="04158E0B"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xml:space="preserve">Katarzyna </w:t>
      </w:r>
      <w:proofErr w:type="spellStart"/>
      <w:r w:rsidRPr="00787A25">
        <w:rPr>
          <w:rFonts w:ascii="Cambria" w:hAnsi="Cambria"/>
          <w:sz w:val="24"/>
          <w:szCs w:val="24"/>
          <w:lang w:val="pl-PL" w:eastAsia="pl-PL"/>
        </w:rPr>
        <w:t>Czeżyk</w:t>
      </w:r>
      <w:proofErr w:type="spellEnd"/>
    </w:p>
    <w:p w14:paraId="49F6EF66"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+48 692 839 497</w:t>
      </w:r>
    </w:p>
    <w:p w14:paraId="214AE6C3"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color w:val="0000FF"/>
          <w:sz w:val="24"/>
          <w:szCs w:val="24"/>
          <w:lang w:val="pl-PL" w:eastAsia="pl-PL"/>
        </w:rPr>
        <w:t>kasiaczezyk@filmspringopen.eu</w:t>
      </w:r>
    </w:p>
    <w:p w14:paraId="51837DFC" w14:textId="77777777" w:rsidR="00957D32" w:rsidRPr="006F5B36" w:rsidRDefault="00957D32" w:rsidP="00EE3168">
      <w:pPr>
        <w:pStyle w:val="Tekstwstpniesformatowany"/>
        <w:rPr>
          <w:rFonts w:ascii="Cambria" w:hAnsi="Cambria" w:cs="Calibri"/>
          <w:sz w:val="22"/>
          <w:szCs w:val="22"/>
          <w:lang w:val="pl-PL"/>
        </w:rPr>
      </w:pPr>
    </w:p>
    <w:p w14:paraId="72123E26" w14:textId="77777777" w:rsidR="00463DCA" w:rsidRPr="006F5B36" w:rsidRDefault="00463DCA" w:rsidP="00EE3168">
      <w:pPr>
        <w:pStyle w:val="Tekstwstpniesformatowany"/>
        <w:rPr>
          <w:rFonts w:ascii="Cambria" w:hAnsi="Cambria" w:cs="Calibri"/>
          <w:sz w:val="22"/>
          <w:szCs w:val="22"/>
          <w:lang w:val="pl-PL"/>
        </w:rPr>
      </w:pPr>
    </w:p>
    <w:p w14:paraId="40E72739" w14:textId="77777777" w:rsidR="00463DCA" w:rsidRPr="006F5B36" w:rsidRDefault="00463DCA" w:rsidP="00EE3168">
      <w:pPr>
        <w:pStyle w:val="Tekstwstpniesformatowany"/>
        <w:rPr>
          <w:rFonts w:ascii="Cambria" w:hAnsi="Cambria" w:cs="Calibri"/>
          <w:sz w:val="22"/>
          <w:szCs w:val="22"/>
          <w:lang w:val="pl-PL"/>
        </w:rPr>
      </w:pPr>
    </w:p>
    <w:p w14:paraId="7ED89370" w14:textId="77777777" w:rsidR="00463DCA" w:rsidRPr="006F5B36" w:rsidRDefault="00463DCA" w:rsidP="00EE3168">
      <w:pPr>
        <w:pStyle w:val="Tekstwstpniesformatowany"/>
        <w:rPr>
          <w:rFonts w:ascii="Cambria" w:hAnsi="Cambria" w:cs="Calibri"/>
          <w:sz w:val="22"/>
          <w:szCs w:val="22"/>
          <w:lang w:val="pl-PL"/>
        </w:rPr>
      </w:pPr>
    </w:p>
    <w:p w14:paraId="559D38CE" w14:textId="77777777" w:rsidR="00463DCA" w:rsidRPr="006F5B36" w:rsidRDefault="00463DCA" w:rsidP="00EE3168">
      <w:pPr>
        <w:pStyle w:val="Tekstwstpniesformatowany"/>
        <w:rPr>
          <w:rFonts w:ascii="Cambria" w:hAnsi="Cambria" w:cs="Calibri"/>
          <w:sz w:val="22"/>
          <w:szCs w:val="22"/>
          <w:lang w:val="pl-PL"/>
        </w:rPr>
      </w:pPr>
    </w:p>
    <w:p w14:paraId="0B992043" w14:textId="77777777" w:rsidR="00463DCA" w:rsidRPr="006F5B36" w:rsidRDefault="00463DCA" w:rsidP="00EE3168">
      <w:pPr>
        <w:pStyle w:val="Tekstwstpniesformatowany"/>
        <w:rPr>
          <w:rFonts w:ascii="Cambria" w:hAnsi="Cambria" w:cs="Calibri"/>
          <w:sz w:val="22"/>
          <w:szCs w:val="22"/>
          <w:lang w:val="pl-PL"/>
        </w:rPr>
      </w:pPr>
    </w:p>
    <w:p w14:paraId="0C7773A0" w14:textId="77777777" w:rsidR="00463DCA" w:rsidRPr="006F5B36" w:rsidRDefault="00463DCA" w:rsidP="00EE3168">
      <w:pPr>
        <w:pStyle w:val="Tekstwstpniesformatowany"/>
        <w:rPr>
          <w:rFonts w:ascii="Cambria" w:hAnsi="Cambria" w:cs="Calibri"/>
          <w:sz w:val="22"/>
          <w:szCs w:val="22"/>
          <w:lang w:val="pl-PL"/>
        </w:rPr>
      </w:pPr>
    </w:p>
    <w:p w14:paraId="5D9B66F6" w14:textId="77777777" w:rsidR="00787A25" w:rsidRDefault="00787A25" w:rsidP="00787A25">
      <w:pPr>
        <w:jc w:val="center"/>
        <w:rPr>
          <w:rFonts w:ascii="Cambria" w:hAnsi="Cambria"/>
          <w:sz w:val="20"/>
          <w:szCs w:val="20"/>
          <w:lang w:val="en-GB"/>
        </w:rPr>
      </w:pPr>
      <w:r w:rsidRPr="004348DF">
        <w:rPr>
          <w:rFonts w:ascii="Cambria" w:hAnsi="Cambria"/>
          <w:sz w:val="20"/>
          <w:szCs w:val="20"/>
          <w:lang w:val="en-GB"/>
        </w:rPr>
        <w:t xml:space="preserve">Co-financed by the Ministry of Culture and National Heritage (Culture Promotion Fund), </w:t>
      </w:r>
    </w:p>
    <w:p w14:paraId="2DC9E128" w14:textId="77777777" w:rsidR="00787A25" w:rsidRPr="00AF7CB2" w:rsidRDefault="00787A25" w:rsidP="00787A25">
      <w:pPr>
        <w:jc w:val="center"/>
        <w:rPr>
          <w:sz w:val="20"/>
          <w:szCs w:val="20"/>
        </w:rPr>
      </w:pPr>
      <w:r w:rsidRPr="004348DF">
        <w:rPr>
          <w:rFonts w:ascii="Cambria" w:hAnsi="Cambria"/>
          <w:sz w:val="20"/>
          <w:szCs w:val="20"/>
          <w:lang w:val="en-GB"/>
        </w:rPr>
        <w:t>Polish Film Institute, City of Cracow</w:t>
      </w:r>
      <w:r>
        <w:rPr>
          <w:rFonts w:ascii="Cambria" w:hAnsi="Cambria"/>
          <w:sz w:val="20"/>
          <w:szCs w:val="20"/>
          <w:lang w:val="en-GB"/>
        </w:rPr>
        <w:t>.</w:t>
      </w:r>
    </w:p>
    <w:p w14:paraId="34CF83B0" w14:textId="77777777" w:rsidR="00D200C8" w:rsidRPr="00787A25" w:rsidRDefault="00D200C8" w:rsidP="00C2561E"/>
    <w:sectPr w:rsidR="00D200C8" w:rsidRPr="00787A25" w:rsidSect="000279BD">
      <w:headerReference w:type="default" r:id="rId8"/>
      <w:footerReference w:type="even" r:id="rId9"/>
      <w:footerReference w:type="default" r:id="rId10"/>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01FB81" w14:textId="77777777" w:rsidR="004868C6" w:rsidRDefault="004868C6" w:rsidP="000E31EC">
      <w:pPr>
        <w:spacing w:after="0" w:line="240" w:lineRule="auto"/>
      </w:pPr>
      <w:r>
        <w:separator/>
      </w:r>
    </w:p>
  </w:endnote>
  <w:endnote w:type="continuationSeparator" w:id="0">
    <w:p w14:paraId="4FD75C14" w14:textId="77777777" w:rsidR="004868C6" w:rsidRDefault="004868C6"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DFA19"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02805F50"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A9F1F" w14:textId="77777777" w:rsidR="000279BD" w:rsidRPr="000279BD" w:rsidRDefault="00463DCA" w:rsidP="000279BD">
    <w:pPr>
      <w:pStyle w:val="Footer"/>
      <w:ind w:right="360"/>
      <w:rPr>
        <w:lang w:val="pl-PL"/>
      </w:rPr>
    </w:pPr>
    <w:r>
      <w:rPr>
        <w:noProof/>
        <w:lang w:val="pl-PL" w:eastAsia="pl-PL"/>
      </w:rPr>
      <w:drawing>
        <wp:inline distT="0" distB="0" distL="0" distR="0" wp14:anchorId="71DC5A0A" wp14:editId="2D771C55">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A4EAE4" w14:textId="77777777" w:rsidR="004868C6" w:rsidRDefault="004868C6" w:rsidP="000E31EC">
      <w:pPr>
        <w:spacing w:after="0" w:line="240" w:lineRule="auto"/>
      </w:pPr>
      <w:r>
        <w:separator/>
      </w:r>
    </w:p>
  </w:footnote>
  <w:footnote w:type="continuationSeparator" w:id="0">
    <w:p w14:paraId="7C6C9BA7" w14:textId="77777777" w:rsidR="004868C6" w:rsidRDefault="004868C6"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F2BF1" w14:textId="77777777" w:rsidR="00C83FE8" w:rsidRDefault="00C83FE8">
    <w:pPr>
      <w:pStyle w:val="Header"/>
    </w:pPr>
    <w:r>
      <w:rPr>
        <w:rFonts w:ascii="Arial" w:eastAsia="Calibri" w:hAnsi="Arial" w:cs="Arial"/>
        <w:noProof/>
        <w:color w:val="0000FF"/>
        <w:lang w:val="pl-PL" w:eastAsia="pl-PL"/>
      </w:rPr>
      <w:drawing>
        <wp:inline distT="0" distB="0" distL="0" distR="0" wp14:anchorId="7DB2BB6C" wp14:editId="4CCD0F9A">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CBF731A"/>
    <w:multiLevelType w:val="multilevel"/>
    <w:tmpl w:val="E384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2"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6"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21"/>
  </w:num>
  <w:num w:numId="4">
    <w:abstractNumId w:val="9"/>
  </w:num>
  <w:num w:numId="5">
    <w:abstractNumId w:val="16"/>
  </w:num>
  <w:num w:numId="6">
    <w:abstractNumId w:val="15"/>
  </w:num>
  <w:num w:numId="7">
    <w:abstractNumId w:val="24"/>
  </w:num>
  <w:num w:numId="8">
    <w:abstractNumId w:val="26"/>
  </w:num>
  <w:num w:numId="9">
    <w:abstractNumId w:val="1"/>
  </w:num>
  <w:num w:numId="10">
    <w:abstractNumId w:val="22"/>
  </w:num>
  <w:num w:numId="11">
    <w:abstractNumId w:val="10"/>
  </w:num>
  <w:num w:numId="12">
    <w:abstractNumId w:val="2"/>
  </w:num>
  <w:num w:numId="13">
    <w:abstractNumId w:val="11"/>
  </w:num>
  <w:num w:numId="14">
    <w:abstractNumId w:val="28"/>
  </w:num>
  <w:num w:numId="15">
    <w:abstractNumId w:val="14"/>
  </w:num>
  <w:num w:numId="16">
    <w:abstractNumId w:val="3"/>
  </w:num>
  <w:num w:numId="17">
    <w:abstractNumId w:val="23"/>
  </w:num>
  <w:num w:numId="18">
    <w:abstractNumId w:val="5"/>
  </w:num>
  <w:num w:numId="19">
    <w:abstractNumId w:val="27"/>
  </w:num>
  <w:num w:numId="20">
    <w:abstractNumId w:val="8"/>
  </w:num>
  <w:num w:numId="21">
    <w:abstractNumId w:val="18"/>
  </w:num>
  <w:num w:numId="22">
    <w:abstractNumId w:val="7"/>
  </w:num>
  <w:num w:numId="23">
    <w:abstractNumId w:val="0"/>
  </w:num>
  <w:num w:numId="24">
    <w:abstractNumId w:val="12"/>
  </w:num>
  <w:num w:numId="25">
    <w:abstractNumId w:val="20"/>
  </w:num>
  <w:num w:numId="26">
    <w:abstractNumId w:val="30"/>
  </w:num>
  <w:num w:numId="27">
    <w:abstractNumId w:val="6"/>
  </w:num>
  <w:num w:numId="28">
    <w:abstractNumId w:val="29"/>
  </w:num>
  <w:num w:numId="29">
    <w:abstractNumId w:val="13"/>
  </w:num>
  <w:num w:numId="30">
    <w:abstractNumId w:val="1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E99"/>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05D25"/>
    <w:rsid w:val="0041007E"/>
    <w:rsid w:val="00416124"/>
    <w:rsid w:val="0042754A"/>
    <w:rsid w:val="00431CA3"/>
    <w:rsid w:val="004467FD"/>
    <w:rsid w:val="00463DCA"/>
    <w:rsid w:val="004868C6"/>
    <w:rsid w:val="00490F57"/>
    <w:rsid w:val="004970B3"/>
    <w:rsid w:val="004977E4"/>
    <w:rsid w:val="004A1106"/>
    <w:rsid w:val="004A604C"/>
    <w:rsid w:val="004B4C9E"/>
    <w:rsid w:val="004C57C3"/>
    <w:rsid w:val="004C65D4"/>
    <w:rsid w:val="004E1EF1"/>
    <w:rsid w:val="004F29AC"/>
    <w:rsid w:val="004F5B4F"/>
    <w:rsid w:val="005329E5"/>
    <w:rsid w:val="00546F37"/>
    <w:rsid w:val="00560591"/>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6F5B36"/>
    <w:rsid w:val="00702670"/>
    <w:rsid w:val="0070289C"/>
    <w:rsid w:val="00706004"/>
    <w:rsid w:val="00716FEE"/>
    <w:rsid w:val="0071761C"/>
    <w:rsid w:val="00717F36"/>
    <w:rsid w:val="00742BE7"/>
    <w:rsid w:val="0074460B"/>
    <w:rsid w:val="00761FE0"/>
    <w:rsid w:val="0078117A"/>
    <w:rsid w:val="00787A25"/>
    <w:rsid w:val="007A05E4"/>
    <w:rsid w:val="007B28FE"/>
    <w:rsid w:val="007B4E99"/>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25CD"/>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72B27"/>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EEF547"/>
  <w15:docId w15:val="{FD33D82A-2BCB-8249-837D-3409AC45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paragraph" w:styleId="NoSpacing">
    <w:name w:val="No Spacing"/>
    <w:uiPriority w:val="1"/>
    <w:qFormat/>
    <w:rsid w:val="00787A25"/>
    <w:rPr>
      <w:rFonts w:eastAsiaTheme="minorHAns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36144095">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756439484">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881741962">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ilmspringopen.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filmspringopen.dotx</Template>
  <TotalTime>2</TotalTime>
  <Pages>2</Pages>
  <Words>771</Words>
  <Characters>4399</Characters>
  <Application>Microsoft Office Word</Application>
  <DocSecurity>0</DocSecurity>
  <Lines>36</Lines>
  <Paragraphs>10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1</cp:revision>
  <cp:lastPrinted>2019-02-25T14:30:00Z</cp:lastPrinted>
  <dcterms:created xsi:type="dcterms:W3CDTF">2020-09-23T16:12:00Z</dcterms:created>
  <dcterms:modified xsi:type="dcterms:W3CDTF">2020-09-23T16:15:00Z</dcterms:modified>
</cp:coreProperties>
</file>