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97DA7" w14:textId="77777777" w:rsidR="00EE3168" w:rsidRDefault="00EE3168" w:rsidP="00EE3168">
      <w:pPr>
        <w:pStyle w:val="Tekstwstpniesformatowany"/>
        <w:rPr>
          <w:rFonts w:ascii="Cambria" w:hAnsi="Cambria" w:cs="Calibri"/>
          <w:sz w:val="22"/>
          <w:szCs w:val="22"/>
        </w:rPr>
      </w:pPr>
    </w:p>
    <w:p w14:paraId="52A6587E" w14:textId="77777777" w:rsidR="00560767" w:rsidRDefault="00560767" w:rsidP="00560767">
      <w:pPr>
        <w:pStyle w:val="NormalWeb"/>
        <w:spacing w:before="0" w:beforeAutospacing="0" w:after="0" w:afterAutospacing="0"/>
        <w:jc w:val="center"/>
        <w:rPr>
          <w:rFonts w:ascii="Arial" w:hAnsi="Arial" w:cs="Arial"/>
          <w:b/>
          <w:bCs/>
          <w:color w:val="000000"/>
          <w:sz w:val="24"/>
          <w:szCs w:val="24"/>
          <w:lang w:val="pl-PL"/>
        </w:rPr>
      </w:pPr>
    </w:p>
    <w:p w14:paraId="0B6A36C0" w14:textId="28B72CD0" w:rsidR="00560767" w:rsidRPr="009755BF" w:rsidRDefault="00C04A22" w:rsidP="009755BF">
      <w:pPr>
        <w:pStyle w:val="Tekstwstpniesformatowany"/>
        <w:jc w:val="center"/>
        <w:rPr>
          <w:rFonts w:ascii="Times New Roman" w:hAnsi="Times New Roman" w:cs="Times New Roman"/>
          <w:b/>
          <w:bCs/>
          <w:sz w:val="28"/>
          <w:szCs w:val="28"/>
          <w:lang w:val="pl-PL"/>
        </w:rPr>
      </w:pPr>
      <w:r w:rsidRPr="009755BF">
        <w:rPr>
          <w:rFonts w:ascii="Times New Roman" w:hAnsi="Times New Roman" w:cs="Times New Roman"/>
          <w:b/>
          <w:bCs/>
          <w:sz w:val="28"/>
          <w:szCs w:val="28"/>
          <w:lang w:val="pl-PL"/>
        </w:rPr>
        <w:t>Adam Suzin i Beata Rakoczy poprowadzą Grupę Sony Kręcenie w trudnych warunkach</w:t>
      </w:r>
    </w:p>
    <w:p w14:paraId="10604CA5" w14:textId="7E99FCCC" w:rsidR="00C04A22" w:rsidRPr="009755BF" w:rsidRDefault="00C04A22" w:rsidP="009755BF">
      <w:pPr>
        <w:pStyle w:val="NormalWeb"/>
        <w:jc w:val="both"/>
        <w:rPr>
          <w:rFonts w:ascii="Times New Roman" w:eastAsia="Times New Roman" w:hAnsi="Times New Roman"/>
          <w:sz w:val="24"/>
          <w:szCs w:val="24"/>
          <w:lang w:val="en-PL" w:eastAsia="en-GB"/>
        </w:rPr>
      </w:pPr>
      <w:r w:rsidRPr="009755BF">
        <w:rPr>
          <w:rFonts w:ascii="Times New Roman" w:hAnsi="Times New Roman"/>
          <w:sz w:val="24"/>
          <w:szCs w:val="24"/>
          <w:lang w:val="pl-PL"/>
        </w:rPr>
        <w:t>Z</w:t>
      </w:r>
      <w:r w:rsidRPr="009755BF">
        <w:rPr>
          <w:rFonts w:ascii="Times New Roman" w:eastAsia="Times New Roman" w:hAnsi="Times New Roman"/>
          <w:sz w:val="24"/>
          <w:szCs w:val="24"/>
          <w:lang w:val="en-PL" w:eastAsia="en-GB"/>
        </w:rPr>
        <w:t>apraszamy do rejestracji do Grupy Sony</w:t>
      </w:r>
      <w:r w:rsidR="009755BF">
        <w:rPr>
          <w:rFonts w:ascii="Times New Roman" w:eastAsia="Times New Roman" w:hAnsi="Times New Roman"/>
          <w:sz w:val="24"/>
          <w:szCs w:val="24"/>
          <w:lang w:val="pl-PL" w:eastAsia="en-GB"/>
        </w:rPr>
        <w:t xml:space="preserve"> K</w:t>
      </w:r>
      <w:r w:rsidRPr="009755BF">
        <w:rPr>
          <w:rFonts w:ascii="Times New Roman" w:eastAsia="Times New Roman" w:hAnsi="Times New Roman"/>
          <w:sz w:val="24"/>
          <w:szCs w:val="24"/>
          <w:lang w:val="en-PL" w:eastAsia="en-GB"/>
        </w:rPr>
        <w:t>ręceni</w:t>
      </w:r>
      <w:r w:rsidR="009755BF">
        <w:rPr>
          <w:rFonts w:ascii="Times New Roman" w:eastAsia="Times New Roman" w:hAnsi="Times New Roman"/>
          <w:sz w:val="24"/>
          <w:szCs w:val="24"/>
          <w:lang w:val="pl-PL" w:eastAsia="en-GB"/>
        </w:rPr>
        <w:t>e</w:t>
      </w:r>
      <w:r w:rsidRPr="009755BF">
        <w:rPr>
          <w:rFonts w:ascii="Times New Roman" w:eastAsia="Times New Roman" w:hAnsi="Times New Roman"/>
          <w:sz w:val="24"/>
          <w:szCs w:val="24"/>
          <w:lang w:val="en-PL" w:eastAsia="en-GB"/>
        </w:rPr>
        <w:t xml:space="preserve"> w trudnych warunkach, którą poprowadzą nagradzani operatorzy młodego pokolenia, Adam Suzin oraz Beata Rakoczy. Zajęcia i konsultacje odbywać się będą w formie wideokonferencji na platformie Google Meet. Praca praktyczna będzie możliwa dzięki zaprzyjaźnionym rentalom, które na swoich warunkach bezpłatnie wypożyczą sprzęt ekipom zaakceptowanym przez Opiekuna grupy w Warszawie i Krakowie. Zajęciom będzie towarzyszył wykład Pawła Flisa, autora zdjęć do serialu "W głębi lasu"</w:t>
      </w:r>
      <w:r w:rsidR="009755BF">
        <w:rPr>
          <w:rFonts w:ascii="Times New Roman" w:eastAsia="Times New Roman" w:hAnsi="Times New Roman"/>
          <w:sz w:val="24"/>
          <w:szCs w:val="24"/>
          <w:lang w:val="pl-PL" w:eastAsia="en-GB"/>
        </w:rPr>
        <w:t xml:space="preserve"> produkcji </w:t>
      </w:r>
      <w:proofErr w:type="spellStart"/>
      <w:r w:rsidR="009755BF">
        <w:rPr>
          <w:rFonts w:ascii="Times New Roman" w:eastAsia="Times New Roman" w:hAnsi="Times New Roman"/>
          <w:sz w:val="24"/>
          <w:szCs w:val="24"/>
          <w:lang w:val="pl-PL" w:eastAsia="en-GB"/>
        </w:rPr>
        <w:t>Netflix</w:t>
      </w:r>
      <w:proofErr w:type="spellEnd"/>
      <w:r w:rsidRPr="009755BF">
        <w:rPr>
          <w:rFonts w:ascii="Times New Roman" w:eastAsia="Times New Roman" w:hAnsi="Times New Roman"/>
          <w:sz w:val="24"/>
          <w:szCs w:val="24"/>
          <w:lang w:val="en-PL" w:eastAsia="en-GB"/>
        </w:rPr>
        <w:t xml:space="preserve">. Adam Suzin i Beata Rakoczy </w:t>
      </w:r>
      <w:r w:rsidR="009755BF">
        <w:rPr>
          <w:rFonts w:ascii="Times New Roman" w:eastAsia="Times New Roman" w:hAnsi="Times New Roman"/>
          <w:sz w:val="24"/>
          <w:szCs w:val="24"/>
          <w:lang w:val="pl-PL" w:eastAsia="en-GB"/>
        </w:rPr>
        <w:t>towarzyszyli Pawłowi Flisowi jako</w:t>
      </w:r>
      <w:r w:rsidRPr="009755BF">
        <w:rPr>
          <w:rFonts w:ascii="Times New Roman" w:eastAsia="Times New Roman" w:hAnsi="Times New Roman"/>
          <w:sz w:val="24"/>
          <w:szCs w:val="24"/>
          <w:lang w:val="en-PL" w:eastAsia="en-GB"/>
        </w:rPr>
        <w:t xml:space="preserve"> </w:t>
      </w:r>
      <w:r w:rsidR="009755BF">
        <w:rPr>
          <w:rFonts w:ascii="Times New Roman" w:eastAsia="Times New Roman" w:hAnsi="Times New Roman"/>
          <w:sz w:val="24"/>
          <w:szCs w:val="24"/>
          <w:lang w:val="pl-PL" w:eastAsia="en-GB"/>
        </w:rPr>
        <w:t>operatorzy</w:t>
      </w:r>
      <w:r w:rsidRPr="009755BF">
        <w:rPr>
          <w:rFonts w:ascii="Times New Roman" w:eastAsia="Times New Roman" w:hAnsi="Times New Roman"/>
          <w:sz w:val="24"/>
          <w:szCs w:val="24"/>
          <w:lang w:val="en-PL" w:eastAsia="en-GB"/>
        </w:rPr>
        <w:t xml:space="preserve"> kamer </w:t>
      </w:r>
      <w:r w:rsidR="009755BF">
        <w:rPr>
          <w:rFonts w:ascii="Times New Roman" w:eastAsia="Times New Roman" w:hAnsi="Times New Roman"/>
          <w:sz w:val="24"/>
          <w:szCs w:val="24"/>
          <w:lang w:val="pl-PL" w:eastAsia="en-GB"/>
        </w:rPr>
        <w:t>właśnie w</w:t>
      </w:r>
      <w:r w:rsidRPr="009755BF">
        <w:rPr>
          <w:rFonts w:ascii="Times New Roman" w:eastAsia="Times New Roman" w:hAnsi="Times New Roman"/>
          <w:sz w:val="24"/>
          <w:szCs w:val="24"/>
          <w:lang w:val="en-PL" w:eastAsia="en-GB"/>
        </w:rPr>
        <w:t xml:space="preserve"> tym serialu. Dziękujemy firmie Sony, która wspiera pracę Grupy.</w:t>
      </w:r>
    </w:p>
    <w:p w14:paraId="59691AF3" w14:textId="77777777" w:rsidR="00C04A22" w:rsidRPr="00C04A22" w:rsidRDefault="00C04A22" w:rsidP="009755BF">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C04A22">
        <w:rPr>
          <w:rFonts w:ascii="Times New Roman" w:eastAsia="Times New Roman" w:hAnsi="Times New Roman" w:cs="Times New Roman"/>
          <w:i/>
          <w:iCs/>
          <w:sz w:val="24"/>
          <w:szCs w:val="24"/>
          <w:lang w:val="en-PL" w:eastAsia="en-GB"/>
        </w:rPr>
        <w:t>Podczas warsztatów dowiecie się o technikach kręcenia w trudnych warunkach oświetleniowych, zdjęciach nocnych i kręceniu w niskim kluczu oświetleniowym. Weźmiemy na warsztat kamerę Sony Venice, która dzięki technologii DUAL ISO pozwala na kręcenie przy natywnej czułości 2500 ISO. Zastanowimy się, jak przekuć niesprzyjające warunki zdjęciowe na walor artystyczny, który może zaprocentować w opowiadaniu filmowym.  Podczas warsztatów stworzymy scenariusz krótkiego filmu. Następnie w plenerze zrealizujemy zdjęcia w naturalnej lokacji. Ponieważ czasu jest niewiele, chciałbym, aby każdy z uczestników przyniósł na warsztaty pomysł na film, którego akcja dzieje się w nocy. Wspólnie wybierzemy jeden projekt, który zrealizujemy podczas pleneru. Do grupy zapraszam scenarzystów, reżyserów, operatorów, asystentów kamer, gafferów i oświetlaczy, montażystów oraz kierowników produkcji. Wierzę, że to spotkanie będzie dla nas wszystkich nauką, ale także polem do wymiany doświadczeń. Przybywajcie z otwartym sercem i głową, do zobaczenia! </w:t>
      </w:r>
      <w:r w:rsidRPr="00C04A22">
        <w:rPr>
          <w:rFonts w:ascii="Times New Roman" w:eastAsia="Times New Roman" w:hAnsi="Times New Roman" w:cs="Times New Roman"/>
          <w:sz w:val="24"/>
          <w:szCs w:val="24"/>
          <w:lang w:val="en-PL" w:eastAsia="en-GB"/>
        </w:rPr>
        <w:t>- mówi Adam Suzin.</w:t>
      </w:r>
    </w:p>
    <w:p w14:paraId="4DEB6062" w14:textId="77777777" w:rsidR="00560767" w:rsidRPr="009755BF" w:rsidRDefault="00560767" w:rsidP="009755BF">
      <w:pPr>
        <w:pStyle w:val="Tekstwstpniesformatowany"/>
        <w:jc w:val="both"/>
        <w:rPr>
          <w:rFonts w:ascii="Times New Roman" w:hAnsi="Times New Roman" w:cs="Times New Roman"/>
          <w:sz w:val="24"/>
          <w:szCs w:val="24"/>
          <w:lang w:val="pl-PL"/>
        </w:rPr>
      </w:pPr>
    </w:p>
    <w:p w14:paraId="4F8214CC" w14:textId="142A70BA" w:rsidR="00C04A22" w:rsidRPr="009755BF" w:rsidRDefault="00C04A22" w:rsidP="009755BF">
      <w:pPr>
        <w:spacing w:after="0" w:line="240" w:lineRule="auto"/>
        <w:jc w:val="both"/>
        <w:rPr>
          <w:rFonts w:ascii="Times New Roman" w:eastAsia="Times New Roman" w:hAnsi="Times New Roman" w:cs="Times New Roman"/>
          <w:sz w:val="24"/>
          <w:szCs w:val="24"/>
          <w:lang w:val="en-PL" w:eastAsia="en-GB"/>
        </w:rPr>
      </w:pPr>
      <w:r w:rsidRPr="00C04A22">
        <w:rPr>
          <w:rFonts w:ascii="Times New Roman" w:eastAsia="Times New Roman" w:hAnsi="Times New Roman" w:cs="Times New Roman"/>
          <w:b/>
          <w:bCs/>
          <w:sz w:val="24"/>
          <w:szCs w:val="24"/>
          <w:lang w:val="en-PL" w:eastAsia="en-GB"/>
        </w:rPr>
        <w:t>Paweł Flis - </w:t>
      </w:r>
      <w:r w:rsidRPr="00C04A22">
        <w:rPr>
          <w:rFonts w:ascii="Times New Roman" w:eastAsia="Times New Roman" w:hAnsi="Times New Roman" w:cs="Times New Roman"/>
          <w:sz w:val="24"/>
          <w:szCs w:val="24"/>
          <w:lang w:val="en-PL" w:eastAsia="en-GB"/>
        </w:rPr>
        <w:t>Absolwent Realizacji obrazu na Wydziale Radia i Telewizji Uniwersytetu Śląskiego w Katowicach. Autor zdjęć do seriali, m.in.: "W głębi lasu", "39 i pół tygodnia", "Pakt", "Czas honoru", "Przepis na życie","Twarzą w twarz", a także filmów fabularnych jak "Demon", "Interior". Nagrodzony za najlepsze zdjęcia na Międzynarodowym Festiwalu Filmowym w Sitges i na Festiwalu Filmowym we Wrześni, a także nominowany do nagrody stowarzyszenia PSC.</w:t>
      </w:r>
    </w:p>
    <w:p w14:paraId="3B334718" w14:textId="77777777" w:rsidR="00C04A22" w:rsidRPr="00C04A22" w:rsidRDefault="00C04A22" w:rsidP="009755BF">
      <w:pPr>
        <w:spacing w:after="0" w:line="240" w:lineRule="auto"/>
        <w:jc w:val="both"/>
        <w:rPr>
          <w:rFonts w:ascii="Times New Roman" w:eastAsia="Times New Roman" w:hAnsi="Times New Roman" w:cs="Times New Roman"/>
          <w:sz w:val="24"/>
          <w:szCs w:val="24"/>
          <w:lang w:val="en-PL" w:eastAsia="en-GB"/>
        </w:rPr>
      </w:pPr>
    </w:p>
    <w:p w14:paraId="219B1DC3" w14:textId="4A883AD0" w:rsidR="00560767" w:rsidRPr="009755BF" w:rsidRDefault="00C04A22" w:rsidP="009755BF">
      <w:pPr>
        <w:spacing w:after="0" w:line="240" w:lineRule="auto"/>
        <w:jc w:val="both"/>
        <w:rPr>
          <w:rFonts w:ascii="Times New Roman" w:eastAsia="Times New Roman" w:hAnsi="Times New Roman" w:cs="Times New Roman"/>
          <w:sz w:val="24"/>
          <w:szCs w:val="24"/>
          <w:lang w:val="en-PL" w:eastAsia="en-GB"/>
        </w:rPr>
      </w:pPr>
      <w:r w:rsidRPr="00C04A22">
        <w:rPr>
          <w:rFonts w:ascii="Times New Roman" w:eastAsia="Times New Roman" w:hAnsi="Times New Roman" w:cs="Times New Roman"/>
          <w:b/>
          <w:bCs/>
          <w:sz w:val="24"/>
          <w:szCs w:val="24"/>
          <w:lang w:val="en-PL" w:eastAsia="en-GB"/>
        </w:rPr>
        <w:t>Adam Suzin - </w:t>
      </w:r>
      <w:r w:rsidRPr="00C04A22">
        <w:rPr>
          <w:rFonts w:ascii="Times New Roman" w:eastAsia="Times New Roman" w:hAnsi="Times New Roman" w:cs="Times New Roman"/>
          <w:sz w:val="24"/>
          <w:szCs w:val="24"/>
          <w:lang w:val="en-PL" w:eastAsia="en-GB"/>
        </w:rPr>
        <w:t>Autor zdjęć do filmów dokumentalnych i krótkometrażowych. Operator kamery przy filmach fabularnych, serialach (</w:t>
      </w:r>
      <w:r w:rsidRPr="00C04A22">
        <w:rPr>
          <w:rFonts w:ascii="Times New Roman" w:eastAsia="Times New Roman" w:hAnsi="Times New Roman" w:cs="Times New Roman"/>
          <w:sz w:val="24"/>
          <w:szCs w:val="24"/>
          <w:lang w:val="en-PL" w:eastAsia="en-GB"/>
        </w:rPr>
        <w:fldChar w:fldCharType="begin"/>
      </w:r>
      <w:r w:rsidRPr="00C04A22">
        <w:rPr>
          <w:rFonts w:ascii="Times New Roman" w:eastAsia="Times New Roman" w:hAnsi="Times New Roman" w:cs="Times New Roman"/>
          <w:sz w:val="24"/>
          <w:szCs w:val="24"/>
          <w:lang w:val="en-PL" w:eastAsia="en-GB"/>
        </w:rPr>
        <w:instrText xml:space="preserve"> HYPERLINK "http://m.in" </w:instrText>
      </w:r>
      <w:r w:rsidRPr="00C04A22">
        <w:rPr>
          <w:rFonts w:ascii="Times New Roman" w:eastAsia="Times New Roman" w:hAnsi="Times New Roman" w:cs="Times New Roman"/>
          <w:sz w:val="24"/>
          <w:szCs w:val="24"/>
          <w:lang w:val="en-PL" w:eastAsia="en-GB"/>
        </w:rPr>
        <w:fldChar w:fldCharType="separate"/>
      </w:r>
      <w:r w:rsidRPr="00C04A22">
        <w:rPr>
          <w:rFonts w:ascii="Times New Roman" w:eastAsia="Times New Roman" w:hAnsi="Times New Roman" w:cs="Times New Roman"/>
          <w:color w:val="0000FF"/>
          <w:sz w:val="24"/>
          <w:szCs w:val="24"/>
          <w:u w:val="single"/>
          <w:lang w:val="en-PL" w:eastAsia="en-GB"/>
        </w:rPr>
        <w:t>m.in</w:t>
      </w:r>
      <w:r w:rsidRPr="00C04A22">
        <w:rPr>
          <w:rFonts w:ascii="Times New Roman" w:eastAsia="Times New Roman" w:hAnsi="Times New Roman" w:cs="Times New Roman"/>
          <w:sz w:val="24"/>
          <w:szCs w:val="24"/>
          <w:lang w:val="en-PL" w:eastAsia="en-GB"/>
        </w:rPr>
        <w:fldChar w:fldCharType="end"/>
      </w:r>
      <w:r w:rsidRPr="00C04A22">
        <w:rPr>
          <w:rFonts w:ascii="Times New Roman" w:eastAsia="Times New Roman" w:hAnsi="Times New Roman" w:cs="Times New Roman"/>
          <w:sz w:val="24"/>
          <w:szCs w:val="24"/>
          <w:lang w:val="en-PL" w:eastAsia="en-GB"/>
        </w:rPr>
        <w:t>. “W głębi lasu”, “Sweat”, “Broadpick”, “Odnajdę cię”). Zdobywca nagród takich jak</w:t>
      </w:r>
      <w:r w:rsidRPr="00C04A22">
        <w:rPr>
          <w:rFonts w:ascii="Times New Roman" w:eastAsia="Times New Roman" w:hAnsi="Times New Roman" w:cs="Times New Roman"/>
          <w:sz w:val="24"/>
          <w:szCs w:val="24"/>
          <w:lang w:val="en-PL" w:eastAsia="en-GB"/>
        </w:rPr>
        <w:fldChar w:fldCharType="begin"/>
      </w:r>
      <w:r w:rsidRPr="00C04A22">
        <w:rPr>
          <w:rFonts w:ascii="Times New Roman" w:eastAsia="Times New Roman" w:hAnsi="Times New Roman" w:cs="Times New Roman"/>
          <w:sz w:val="24"/>
          <w:szCs w:val="24"/>
          <w:lang w:val="en-PL" w:eastAsia="en-GB"/>
        </w:rPr>
        <w:instrText xml:space="preserve"> HYPERLINK "http://m.in" </w:instrText>
      </w:r>
      <w:r w:rsidRPr="00C04A22">
        <w:rPr>
          <w:rFonts w:ascii="Times New Roman" w:eastAsia="Times New Roman" w:hAnsi="Times New Roman" w:cs="Times New Roman"/>
          <w:sz w:val="24"/>
          <w:szCs w:val="24"/>
          <w:lang w:val="en-PL" w:eastAsia="en-GB"/>
        </w:rPr>
        <w:fldChar w:fldCharType="separate"/>
      </w:r>
      <w:r w:rsidRPr="00C04A22">
        <w:rPr>
          <w:rFonts w:ascii="Times New Roman" w:eastAsia="Times New Roman" w:hAnsi="Times New Roman" w:cs="Times New Roman"/>
          <w:color w:val="0000FF"/>
          <w:sz w:val="24"/>
          <w:szCs w:val="24"/>
          <w:u w:val="single"/>
          <w:lang w:val="en-PL" w:eastAsia="en-GB"/>
        </w:rPr>
        <w:t> m.in</w:t>
      </w:r>
      <w:r w:rsidRPr="00C04A22">
        <w:rPr>
          <w:rFonts w:ascii="Times New Roman" w:eastAsia="Times New Roman" w:hAnsi="Times New Roman" w:cs="Times New Roman"/>
          <w:sz w:val="24"/>
          <w:szCs w:val="24"/>
          <w:lang w:val="en-PL" w:eastAsia="en-GB"/>
        </w:rPr>
        <w:fldChar w:fldCharType="end"/>
      </w:r>
      <w:r w:rsidRPr="00C04A22">
        <w:rPr>
          <w:rFonts w:ascii="Times New Roman" w:eastAsia="Times New Roman" w:hAnsi="Times New Roman" w:cs="Times New Roman"/>
          <w:sz w:val="24"/>
          <w:szCs w:val="24"/>
          <w:lang w:val="en-PL" w:eastAsia="en-GB"/>
        </w:rPr>
        <w:t>. Nagroda PSC za zdjęcia do filmu dokumentalnego "Over the limit”, Złoty Lajkonik i nagroda za najlepsze zdjęcia do filmu "Over the limit" Krakowski Festiwal Filmowy, Nagroda za najlepsze zdjęcia dla  “Drżenia” w Konkursie Filmów Krótkometrażowych na Festiwal Polskich Filmów Fabularnych w Gdyni, Nagroda za zdjęcia do filmu krótkometrażowego "Love machines” na Koszaliński Festiwal Debiutów Filmowych "Młodzi i Film”. Magister sztuki, absolwent Wydziału Operatorskiego Państwowej Wyższej Szkoły Filmowej w Łodzi, specjalizacja Sztuka Operatorska. Od 3 lat prowadzi jako opiekun artystyczny międzynarodowe warsztaty "Kinograph" - Alpine Cinema Exchange, przeznaczone dla młodzieży międzynarodowej na Uniwersytecie w Grenoble we Francji. Kiedyś wielokrotny uczestnik na warsztatach Film Spring Open, a dzisiaj wykładowca.</w:t>
      </w:r>
    </w:p>
    <w:p w14:paraId="56D193CF" w14:textId="77777777" w:rsidR="00560767" w:rsidRPr="009755BF" w:rsidRDefault="00560767" w:rsidP="009755BF">
      <w:pPr>
        <w:pStyle w:val="Tekstwstpniesformatowany"/>
        <w:jc w:val="both"/>
        <w:rPr>
          <w:rFonts w:ascii="Times New Roman" w:hAnsi="Times New Roman" w:cs="Times New Roman"/>
          <w:sz w:val="24"/>
          <w:szCs w:val="24"/>
          <w:lang w:val="pl-PL"/>
        </w:rPr>
      </w:pPr>
    </w:p>
    <w:p w14:paraId="75EADCC2" w14:textId="77777777" w:rsidR="00C04A22" w:rsidRPr="00C04A22" w:rsidRDefault="00C04A22" w:rsidP="009755BF">
      <w:pPr>
        <w:spacing w:after="0" w:line="240" w:lineRule="auto"/>
        <w:jc w:val="both"/>
        <w:rPr>
          <w:rFonts w:ascii="Times New Roman" w:eastAsia="Times New Roman" w:hAnsi="Times New Roman" w:cs="Times New Roman"/>
          <w:sz w:val="24"/>
          <w:szCs w:val="24"/>
          <w:lang w:val="en-PL" w:eastAsia="en-GB"/>
        </w:rPr>
      </w:pPr>
      <w:r w:rsidRPr="00C04A22">
        <w:rPr>
          <w:rFonts w:ascii="Times New Roman" w:eastAsia="Times New Roman" w:hAnsi="Times New Roman" w:cs="Times New Roman"/>
          <w:b/>
          <w:bCs/>
          <w:sz w:val="24"/>
          <w:szCs w:val="24"/>
          <w:lang w:val="en-PL" w:eastAsia="en-GB"/>
        </w:rPr>
        <w:lastRenderedPageBreak/>
        <w:t>Beata Rakoczy</w:t>
      </w:r>
      <w:r w:rsidRPr="00C04A22">
        <w:rPr>
          <w:rFonts w:ascii="Times New Roman" w:eastAsia="Times New Roman" w:hAnsi="Times New Roman" w:cs="Times New Roman"/>
          <w:sz w:val="24"/>
          <w:szCs w:val="24"/>
          <w:lang w:val="en-PL" w:eastAsia="en-GB"/>
        </w:rPr>
        <w:t xml:space="preserve"> - Beata pochodzi z Katowic, gdzie ukończyła Realizację Obrazu Filmowego w Szkole Filmowej im. Krzysztofa Kieślowskiego . Od tego czasu jako autorka zdjęć oraz operatorka pracuje przy formach fabularnych, reklamach, dokumentach i teledyskach w Polsce, jak również za graincą. Nominowana do wielu nagród, została nagrodzona m.in. za najlepsze zdjęcia do filmu krótkometrażowego "By Halves" na Międzynarodowym Festiwalu Moscow Shorts oraz za "Wiem", na Międzynarodowym Festiwalu Watersprite w Cambridge, UK. Dokument "Miss Holocaust" był w oficjalnej selekcji do kategorii najlepszy film krótkometrażowy na 67 Międzynarodowym Festiwalu Berlinale. Beata Rakoczy wierzy w moc opowiadania historii, wspólną wizję ekipy oraz pracę w grupie. Wierzy, że wypracowany język wizualny, za każdym razem inny, jest potężnym narzędziem dramaturgicznym, tworzącym nastrój i atmosferę nawet najkrótszej sceny. Kiedyś wielokrotna uczestniczka na warsztatach Film Spring Open, a dzisiaj wykładowczyni.</w:t>
      </w:r>
    </w:p>
    <w:p w14:paraId="41206176" w14:textId="77777777" w:rsidR="00560767" w:rsidRPr="009755BF" w:rsidRDefault="00560767" w:rsidP="009755BF">
      <w:pPr>
        <w:pStyle w:val="Tekstwstpniesformatowany"/>
        <w:jc w:val="both"/>
        <w:rPr>
          <w:rFonts w:ascii="Times New Roman" w:hAnsi="Times New Roman" w:cs="Times New Roman"/>
          <w:sz w:val="24"/>
          <w:szCs w:val="24"/>
          <w:lang w:val="en-PL"/>
        </w:rPr>
      </w:pPr>
    </w:p>
    <w:p w14:paraId="1247CFF9" w14:textId="77777777" w:rsidR="00560767" w:rsidRPr="009755BF" w:rsidRDefault="00560767" w:rsidP="009755BF">
      <w:pPr>
        <w:pStyle w:val="Tekstwstpniesformatowany"/>
        <w:jc w:val="both"/>
        <w:rPr>
          <w:rFonts w:ascii="Times New Roman" w:hAnsi="Times New Roman" w:cs="Times New Roman"/>
          <w:sz w:val="24"/>
          <w:szCs w:val="24"/>
          <w:lang w:val="pl-PL"/>
        </w:rPr>
      </w:pPr>
    </w:p>
    <w:p w14:paraId="680250B5" w14:textId="77777777" w:rsidR="00560767" w:rsidRPr="009755BF" w:rsidRDefault="00560767" w:rsidP="009755BF">
      <w:pPr>
        <w:pStyle w:val="Tekstwstpniesformatowany"/>
        <w:jc w:val="both"/>
        <w:rPr>
          <w:rFonts w:ascii="Times New Roman" w:hAnsi="Times New Roman" w:cs="Times New Roman"/>
          <w:sz w:val="24"/>
          <w:szCs w:val="24"/>
          <w:lang w:val="pl-PL"/>
        </w:rPr>
      </w:pPr>
    </w:p>
    <w:p w14:paraId="3BDF1402" w14:textId="292D707D" w:rsidR="00560767" w:rsidRPr="009755BF" w:rsidRDefault="00560767" w:rsidP="009755BF">
      <w:pPr>
        <w:jc w:val="both"/>
        <w:rPr>
          <w:rFonts w:ascii="Times New Roman" w:eastAsia="Times New Roman" w:hAnsi="Times New Roman" w:cs="Times New Roman"/>
          <w:sz w:val="24"/>
          <w:szCs w:val="24"/>
          <w:lang w:val="pl-PL" w:eastAsia="pl-PL"/>
        </w:rPr>
      </w:pPr>
      <w:r w:rsidRPr="009755BF">
        <w:rPr>
          <w:rFonts w:ascii="Times New Roman" w:eastAsia="Times New Roman" w:hAnsi="Times New Roman" w:cs="Times New Roman"/>
          <w:sz w:val="24"/>
          <w:szCs w:val="24"/>
          <w:lang w:val="pl-PL" w:eastAsia="pl-PL"/>
        </w:rPr>
        <w:t xml:space="preserve">Plenery Film Spring Open to interdyscyplinarny projekt edukacyjny, skierowany do młodych twórców z branży audiowizualnej, powstały w 2005 roku dzięki inicjatywie prof. Sławomira Idziaka. </w:t>
      </w:r>
      <w:r w:rsidRPr="009755BF">
        <w:rPr>
          <w:rFonts w:ascii="Times New Roman" w:eastAsia="Times New Roman" w:hAnsi="Times New Roman" w:cs="Times New Roman"/>
          <w:color w:val="000000"/>
          <w:sz w:val="24"/>
          <w:szCs w:val="24"/>
          <w:lang w:val="pl-PL" w:eastAsia="pl-PL"/>
        </w:rPr>
        <w:t xml:space="preserve">Tegoroczne </w:t>
      </w:r>
      <w:r w:rsidRPr="009755BF">
        <w:rPr>
          <w:rFonts w:ascii="Times New Roman" w:eastAsia="Times New Roman" w:hAnsi="Times New Roman" w:cs="Times New Roman"/>
          <w:b/>
          <w:color w:val="000000"/>
          <w:sz w:val="24"/>
          <w:szCs w:val="24"/>
          <w:lang w:val="pl-PL" w:eastAsia="pl-PL"/>
        </w:rPr>
        <w:t xml:space="preserve">Plenery Film Spring Open 2020 </w:t>
      </w:r>
      <w:r w:rsidRPr="009755BF">
        <w:rPr>
          <w:rFonts w:ascii="Times New Roman" w:eastAsia="Times New Roman" w:hAnsi="Times New Roman" w:cs="Times New Roman"/>
          <w:color w:val="000000"/>
          <w:sz w:val="24"/>
          <w:szCs w:val="24"/>
          <w:lang w:val="pl-PL" w:eastAsia="pl-PL"/>
        </w:rPr>
        <w:t xml:space="preserve">odbędą się w dniach 13–22.10.2020. Będzie to pierwsza edycja prowadzona </w:t>
      </w:r>
      <w:proofErr w:type="gramStart"/>
      <w:r w:rsidRPr="009755BF">
        <w:rPr>
          <w:rFonts w:ascii="Times New Roman" w:eastAsia="Times New Roman" w:hAnsi="Times New Roman" w:cs="Times New Roman"/>
          <w:color w:val="000000"/>
          <w:sz w:val="24"/>
          <w:szCs w:val="24"/>
          <w:lang w:val="pl-PL" w:eastAsia="pl-PL"/>
        </w:rPr>
        <w:t>online.</w:t>
      </w:r>
      <w:r w:rsidR="00C04A22" w:rsidRPr="009755BF">
        <w:rPr>
          <w:rFonts w:ascii="Times New Roman" w:eastAsia="Times New Roman" w:hAnsi="Times New Roman" w:cs="Times New Roman"/>
          <w:color w:val="000000"/>
          <w:sz w:val="24"/>
          <w:szCs w:val="24"/>
          <w:lang w:val="pl-PL" w:eastAsia="pl-PL"/>
        </w:rPr>
        <w:t>.</w:t>
      </w:r>
      <w:proofErr w:type="gramEnd"/>
      <w:r w:rsidR="009755BF" w:rsidRPr="009755BF">
        <w:rPr>
          <w:rFonts w:ascii="Times New Roman" w:eastAsia="Times New Roman" w:hAnsi="Times New Roman" w:cs="Times New Roman"/>
          <w:sz w:val="24"/>
          <w:szCs w:val="24"/>
          <w:lang w:val="en-PL" w:eastAsia="en-GB"/>
        </w:rPr>
        <w:t xml:space="preserve"> </w:t>
      </w:r>
      <w:r w:rsidR="009755BF" w:rsidRPr="009755BF">
        <w:rPr>
          <w:rFonts w:ascii="Times New Roman" w:eastAsia="Times New Roman" w:hAnsi="Times New Roman" w:cs="Times New Roman"/>
          <w:sz w:val="24"/>
          <w:szCs w:val="24"/>
          <w:lang w:val="en-PL" w:eastAsia="en-GB"/>
        </w:rPr>
        <w:t>W zajęciach będą mogli wziąć udział jedynie zarejestrowani uczestnicy. Udział w Film Spring Open jest bezpłatny. </w:t>
      </w:r>
    </w:p>
    <w:p w14:paraId="780F6BE9" w14:textId="77777777" w:rsidR="00560767" w:rsidRPr="009755BF" w:rsidRDefault="00560767" w:rsidP="009755BF">
      <w:pPr>
        <w:jc w:val="both"/>
        <w:rPr>
          <w:rFonts w:ascii="Times New Roman" w:hAnsi="Times New Roman" w:cs="Times New Roman"/>
          <w:sz w:val="24"/>
          <w:szCs w:val="24"/>
          <w:lang w:val="pl-PL" w:eastAsia="pl-PL"/>
        </w:rPr>
      </w:pPr>
      <w:r w:rsidRPr="009755BF">
        <w:rPr>
          <w:rFonts w:ascii="Times New Roman" w:hAnsi="Times New Roman" w:cs="Times New Roman"/>
          <w:sz w:val="24"/>
          <w:szCs w:val="24"/>
          <w:lang w:val="pl-PL" w:eastAsia="pl-PL"/>
        </w:rPr>
        <w:t>Więcej informacji:</w:t>
      </w:r>
    </w:p>
    <w:p w14:paraId="02ABCC06" w14:textId="77777777" w:rsidR="00560767" w:rsidRPr="009755BF" w:rsidRDefault="00560767" w:rsidP="009755BF">
      <w:pPr>
        <w:jc w:val="both"/>
        <w:rPr>
          <w:rFonts w:ascii="Times New Roman" w:hAnsi="Times New Roman" w:cs="Times New Roman"/>
          <w:sz w:val="24"/>
          <w:szCs w:val="24"/>
          <w:lang w:val="pl-PL" w:eastAsia="pl-PL"/>
        </w:rPr>
      </w:pPr>
      <w:r w:rsidRPr="009755BF">
        <w:rPr>
          <w:rFonts w:ascii="Times New Roman" w:hAnsi="Times New Roman" w:cs="Times New Roman"/>
          <w:color w:val="0000FF"/>
          <w:sz w:val="24"/>
          <w:szCs w:val="24"/>
          <w:lang w:val="pl-PL" w:eastAsia="pl-PL"/>
        </w:rPr>
        <w:t>http://filmspringopen.eu/pl/</w:t>
      </w:r>
    </w:p>
    <w:p w14:paraId="13BEB7C2" w14:textId="77777777" w:rsidR="00560767" w:rsidRPr="009755BF" w:rsidRDefault="00560767" w:rsidP="009755BF">
      <w:pPr>
        <w:jc w:val="both"/>
        <w:rPr>
          <w:rFonts w:ascii="Times New Roman" w:eastAsia="Times New Roman" w:hAnsi="Times New Roman" w:cs="Times New Roman"/>
          <w:color w:val="000000"/>
          <w:sz w:val="24"/>
          <w:szCs w:val="24"/>
          <w:lang w:val="pl-PL" w:eastAsia="pl-PL"/>
        </w:rPr>
      </w:pPr>
      <w:r w:rsidRPr="009755BF">
        <w:rPr>
          <w:rFonts w:ascii="Times New Roman" w:eastAsia="Times New Roman" w:hAnsi="Times New Roman" w:cs="Times New Roman"/>
          <w:color w:val="0000FF"/>
          <w:sz w:val="24"/>
          <w:szCs w:val="24"/>
          <w:lang w:val="pl-PL" w:eastAsia="pl-PL"/>
        </w:rPr>
        <w:t>https://www.facebook.com/filmspringopen.eu/</w:t>
      </w:r>
    </w:p>
    <w:p w14:paraId="169C3C16" w14:textId="77777777" w:rsidR="00560767" w:rsidRPr="009755BF" w:rsidRDefault="00560767" w:rsidP="009755BF">
      <w:pPr>
        <w:jc w:val="both"/>
        <w:rPr>
          <w:rFonts w:ascii="Times New Roman" w:eastAsia="Times New Roman" w:hAnsi="Times New Roman" w:cs="Times New Roman"/>
          <w:color w:val="000000"/>
          <w:sz w:val="24"/>
          <w:szCs w:val="24"/>
          <w:lang w:val="pl-PL" w:eastAsia="pl-PL"/>
        </w:rPr>
      </w:pPr>
      <w:r w:rsidRPr="009755BF">
        <w:rPr>
          <w:rFonts w:ascii="Times New Roman" w:eastAsia="Times New Roman" w:hAnsi="Times New Roman" w:cs="Times New Roman"/>
          <w:color w:val="000000"/>
          <w:sz w:val="24"/>
          <w:szCs w:val="24"/>
          <w:lang w:val="pl-PL" w:eastAsia="pl-PL"/>
        </w:rPr>
        <w:t>Kontakt:</w:t>
      </w:r>
    </w:p>
    <w:p w14:paraId="02B9E1BA" w14:textId="77777777" w:rsidR="00560767" w:rsidRPr="009755BF" w:rsidRDefault="00560767" w:rsidP="009755BF">
      <w:pPr>
        <w:jc w:val="both"/>
        <w:rPr>
          <w:rFonts w:ascii="Times New Roman" w:eastAsia="Times New Roman" w:hAnsi="Times New Roman" w:cs="Times New Roman"/>
          <w:color w:val="000000"/>
          <w:sz w:val="24"/>
          <w:szCs w:val="24"/>
          <w:lang w:val="pl-PL" w:eastAsia="pl-PL"/>
        </w:rPr>
      </w:pPr>
      <w:r w:rsidRPr="009755BF">
        <w:rPr>
          <w:rFonts w:ascii="Times New Roman" w:eastAsia="Times New Roman" w:hAnsi="Times New Roman" w:cs="Times New Roman"/>
          <w:color w:val="000000"/>
          <w:sz w:val="24"/>
          <w:szCs w:val="24"/>
          <w:lang w:val="pl-PL" w:eastAsia="pl-PL"/>
        </w:rPr>
        <w:t xml:space="preserve">Katarzyna </w:t>
      </w:r>
      <w:proofErr w:type="spellStart"/>
      <w:r w:rsidRPr="009755BF">
        <w:rPr>
          <w:rFonts w:ascii="Times New Roman" w:eastAsia="Times New Roman" w:hAnsi="Times New Roman" w:cs="Times New Roman"/>
          <w:color w:val="000000"/>
          <w:sz w:val="24"/>
          <w:szCs w:val="24"/>
          <w:lang w:val="pl-PL" w:eastAsia="pl-PL"/>
        </w:rPr>
        <w:t>Czeżyk</w:t>
      </w:r>
      <w:proofErr w:type="spellEnd"/>
      <w:r w:rsidRPr="009755BF">
        <w:rPr>
          <w:rFonts w:ascii="Times New Roman" w:eastAsia="Times New Roman" w:hAnsi="Times New Roman" w:cs="Times New Roman"/>
          <w:color w:val="000000"/>
          <w:sz w:val="24"/>
          <w:szCs w:val="24"/>
          <w:lang w:val="pl-PL" w:eastAsia="pl-PL"/>
        </w:rPr>
        <w:t xml:space="preserve">     +48 692 839 497     </w:t>
      </w:r>
      <w:r w:rsidRPr="009755BF">
        <w:rPr>
          <w:rFonts w:ascii="Times New Roman" w:eastAsia="Times New Roman" w:hAnsi="Times New Roman" w:cs="Times New Roman"/>
          <w:color w:val="0000FF"/>
          <w:sz w:val="24"/>
          <w:szCs w:val="24"/>
          <w:lang w:val="pl-PL" w:eastAsia="pl-PL"/>
        </w:rPr>
        <w:t>kasiaczezyk@filmspringopen.eu</w:t>
      </w:r>
    </w:p>
    <w:p w14:paraId="301545DB" w14:textId="4F4134FD" w:rsidR="00463DCA" w:rsidRDefault="00463DCA" w:rsidP="00EE3168">
      <w:pPr>
        <w:pStyle w:val="Tekstwstpniesformatowany"/>
        <w:rPr>
          <w:rFonts w:ascii="Times New Roman" w:hAnsi="Times New Roman" w:cs="Times New Roman"/>
          <w:sz w:val="22"/>
          <w:szCs w:val="22"/>
          <w:lang w:val="pl-PL"/>
        </w:rPr>
      </w:pPr>
    </w:p>
    <w:p w14:paraId="139AB5FD" w14:textId="314469DA" w:rsidR="009755BF" w:rsidRDefault="009755BF" w:rsidP="00EE3168">
      <w:pPr>
        <w:pStyle w:val="Tekstwstpniesformatowany"/>
        <w:rPr>
          <w:rFonts w:ascii="Times New Roman" w:hAnsi="Times New Roman" w:cs="Times New Roman"/>
          <w:sz w:val="22"/>
          <w:szCs w:val="22"/>
          <w:lang w:val="pl-PL"/>
        </w:rPr>
      </w:pPr>
    </w:p>
    <w:p w14:paraId="289D99DA" w14:textId="412408E0" w:rsidR="009755BF" w:rsidRDefault="009755BF" w:rsidP="00EE3168">
      <w:pPr>
        <w:pStyle w:val="Tekstwstpniesformatowany"/>
        <w:rPr>
          <w:rFonts w:ascii="Times New Roman" w:hAnsi="Times New Roman" w:cs="Times New Roman"/>
          <w:sz w:val="22"/>
          <w:szCs w:val="22"/>
          <w:lang w:val="pl-PL"/>
        </w:rPr>
      </w:pPr>
    </w:p>
    <w:p w14:paraId="1E755A8F" w14:textId="171FE9FB" w:rsidR="009755BF" w:rsidRDefault="009755BF" w:rsidP="00EE3168">
      <w:pPr>
        <w:pStyle w:val="Tekstwstpniesformatowany"/>
        <w:rPr>
          <w:rFonts w:ascii="Times New Roman" w:hAnsi="Times New Roman" w:cs="Times New Roman"/>
          <w:sz w:val="22"/>
          <w:szCs w:val="22"/>
          <w:lang w:val="pl-PL"/>
        </w:rPr>
      </w:pPr>
    </w:p>
    <w:p w14:paraId="3E600758" w14:textId="0506878D" w:rsidR="009755BF" w:rsidRDefault="009755BF" w:rsidP="00EE3168">
      <w:pPr>
        <w:pStyle w:val="Tekstwstpniesformatowany"/>
        <w:rPr>
          <w:rFonts w:ascii="Times New Roman" w:hAnsi="Times New Roman" w:cs="Times New Roman"/>
          <w:sz w:val="22"/>
          <w:szCs w:val="22"/>
          <w:lang w:val="pl-PL"/>
        </w:rPr>
      </w:pPr>
    </w:p>
    <w:p w14:paraId="668AD1C2" w14:textId="769DFFC0" w:rsidR="009755BF" w:rsidRDefault="009755BF" w:rsidP="00EE3168">
      <w:pPr>
        <w:pStyle w:val="Tekstwstpniesformatowany"/>
        <w:rPr>
          <w:rFonts w:ascii="Times New Roman" w:hAnsi="Times New Roman" w:cs="Times New Roman"/>
          <w:sz w:val="22"/>
          <w:szCs w:val="22"/>
          <w:lang w:val="pl-PL"/>
        </w:rPr>
      </w:pPr>
    </w:p>
    <w:p w14:paraId="775C0446" w14:textId="77777777" w:rsidR="009755BF" w:rsidRPr="009755BF" w:rsidRDefault="009755BF" w:rsidP="00EE3168">
      <w:pPr>
        <w:pStyle w:val="Tekstwstpniesformatowany"/>
        <w:rPr>
          <w:rFonts w:ascii="Times New Roman" w:hAnsi="Times New Roman" w:cs="Times New Roman"/>
          <w:sz w:val="22"/>
          <w:szCs w:val="22"/>
          <w:lang w:val="pl-PL"/>
        </w:rPr>
      </w:pPr>
    </w:p>
    <w:p w14:paraId="3B25BF9F" w14:textId="77777777" w:rsidR="00463DCA" w:rsidRPr="009755BF" w:rsidRDefault="00463DCA" w:rsidP="00EE3168">
      <w:pPr>
        <w:pStyle w:val="Tekstwstpniesformatowany"/>
        <w:rPr>
          <w:rFonts w:ascii="Times New Roman" w:hAnsi="Times New Roman" w:cs="Times New Roman"/>
          <w:sz w:val="22"/>
          <w:szCs w:val="22"/>
          <w:lang w:val="pl-PL"/>
        </w:rPr>
      </w:pPr>
    </w:p>
    <w:p w14:paraId="3F93D602" w14:textId="77777777" w:rsidR="00560767" w:rsidRPr="009755BF" w:rsidRDefault="00560767" w:rsidP="00EE3168">
      <w:pPr>
        <w:pStyle w:val="Tekstwstpniesformatowany"/>
        <w:rPr>
          <w:rFonts w:ascii="Times New Roman" w:hAnsi="Times New Roman" w:cs="Times New Roman"/>
          <w:sz w:val="22"/>
          <w:szCs w:val="22"/>
          <w:lang w:val="pl-PL"/>
        </w:rPr>
      </w:pPr>
    </w:p>
    <w:p w14:paraId="2585E145" w14:textId="77777777" w:rsidR="00463DCA" w:rsidRPr="009755BF" w:rsidRDefault="00463DCA" w:rsidP="00EE3168">
      <w:pPr>
        <w:pStyle w:val="Tekstwstpniesformatowany"/>
        <w:rPr>
          <w:rFonts w:ascii="Times New Roman" w:hAnsi="Times New Roman" w:cs="Times New Roman"/>
          <w:sz w:val="22"/>
          <w:szCs w:val="22"/>
          <w:lang w:val="pl-PL"/>
        </w:rPr>
      </w:pPr>
    </w:p>
    <w:p w14:paraId="1C1FE60A" w14:textId="77777777" w:rsidR="00463DCA" w:rsidRPr="009755BF" w:rsidRDefault="00463DCA" w:rsidP="00EE3168">
      <w:pPr>
        <w:pStyle w:val="Tekstwstpniesformatowany"/>
        <w:rPr>
          <w:rFonts w:ascii="Times New Roman" w:hAnsi="Times New Roman" w:cs="Times New Roman"/>
          <w:sz w:val="22"/>
          <w:szCs w:val="22"/>
          <w:lang w:val="pl-PL"/>
        </w:rPr>
      </w:pPr>
    </w:p>
    <w:p w14:paraId="0EC8DC89" w14:textId="77777777" w:rsidR="00EE3168" w:rsidRPr="009755BF" w:rsidRDefault="00EE3168" w:rsidP="00EE3168">
      <w:pPr>
        <w:pStyle w:val="Tekstwstpniesformatowany"/>
        <w:jc w:val="center"/>
        <w:rPr>
          <w:rFonts w:ascii="Times New Roman" w:hAnsi="Times New Roman" w:cs="Times New Roman"/>
          <w:lang w:val="pl-PL"/>
        </w:rPr>
      </w:pPr>
      <w:r w:rsidRPr="009755BF">
        <w:rPr>
          <w:rFonts w:ascii="Times New Roman" w:hAnsi="Times New Roman" w:cs="Times New Roman"/>
          <w:lang w:val="pl-PL"/>
        </w:rPr>
        <w:t>Dofinansowano ze środków Ministra Kultury i Dziedzictwa Narodowego pochodzących z Funduszu Promocji Kultury, Polskiego Instytutu S</w:t>
      </w:r>
      <w:r w:rsidR="00463DCA" w:rsidRPr="009755BF">
        <w:rPr>
          <w:rFonts w:ascii="Times New Roman" w:hAnsi="Times New Roman" w:cs="Times New Roman"/>
          <w:lang w:val="pl-PL"/>
        </w:rPr>
        <w:t>ztuki Filmowej, Miasta Krakowa</w:t>
      </w:r>
    </w:p>
    <w:p w14:paraId="4AC13183" w14:textId="77777777" w:rsidR="00D200C8" w:rsidRPr="009755BF" w:rsidRDefault="00D200C8" w:rsidP="00C2561E">
      <w:pPr>
        <w:rPr>
          <w:rFonts w:ascii="Times New Roman" w:hAnsi="Times New Roman" w:cs="Times New Roman"/>
          <w:lang w:val="pl-PL"/>
        </w:rPr>
      </w:pPr>
    </w:p>
    <w:sectPr w:rsidR="00D200C8" w:rsidRPr="009755BF"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58727" w14:textId="77777777" w:rsidR="00691519" w:rsidRDefault="00691519" w:rsidP="000E31EC">
      <w:pPr>
        <w:spacing w:after="0" w:line="240" w:lineRule="auto"/>
      </w:pPr>
      <w:r>
        <w:separator/>
      </w:r>
    </w:p>
  </w:endnote>
  <w:endnote w:type="continuationSeparator" w:id="0">
    <w:p w14:paraId="1BC32398" w14:textId="77777777" w:rsidR="00691519" w:rsidRDefault="00691519"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5CC84"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0BB3D0E7"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BEA62" w14:textId="77777777" w:rsidR="000279BD" w:rsidRPr="000279BD" w:rsidRDefault="00463DCA" w:rsidP="000279BD">
    <w:pPr>
      <w:pStyle w:val="Footer"/>
      <w:ind w:right="360"/>
      <w:rPr>
        <w:lang w:val="pl-PL"/>
      </w:rPr>
    </w:pPr>
    <w:r>
      <w:rPr>
        <w:noProof/>
        <w:lang w:val="pl-PL" w:eastAsia="pl-PL"/>
      </w:rPr>
      <w:drawing>
        <wp:inline distT="0" distB="0" distL="0" distR="0" wp14:anchorId="745DA372" wp14:editId="47544F8A">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3CB79" w14:textId="77777777" w:rsidR="00691519" w:rsidRDefault="00691519" w:rsidP="000E31EC">
      <w:pPr>
        <w:spacing w:after="0" w:line="240" w:lineRule="auto"/>
      </w:pPr>
      <w:r>
        <w:separator/>
      </w:r>
    </w:p>
  </w:footnote>
  <w:footnote w:type="continuationSeparator" w:id="0">
    <w:p w14:paraId="2585EF76" w14:textId="77777777" w:rsidR="00691519" w:rsidRDefault="00691519"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AD3E1" w14:textId="77777777" w:rsidR="00C83FE8" w:rsidRDefault="00C83FE8">
    <w:pPr>
      <w:pStyle w:val="Header"/>
    </w:pPr>
    <w:r>
      <w:rPr>
        <w:rFonts w:ascii="Arial" w:eastAsia="Calibri" w:hAnsi="Arial" w:cs="Arial"/>
        <w:noProof/>
        <w:color w:val="0000FF"/>
        <w:lang w:val="pl-PL" w:eastAsia="pl-PL"/>
      </w:rPr>
      <w:drawing>
        <wp:inline distT="0" distB="0" distL="0" distR="0" wp14:anchorId="5AFA6314" wp14:editId="52B7E875">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A2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A0FF9"/>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46F37"/>
    <w:rsid w:val="00560591"/>
    <w:rsid w:val="00560767"/>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91519"/>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A4F3D"/>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755BF"/>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04A22"/>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373C68"/>
  <w15:docId w15:val="{C53DB130-3186-6A41-A0B9-39B71EF1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60768406">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599991869">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23787062">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739787781">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SO-papeteria-wzo&#769;r.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FSO-papeteria-wzór.dotx</Template>
  <TotalTime>3</TotalTime>
  <Pages>2</Pages>
  <Words>767</Words>
  <Characters>4378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2</cp:revision>
  <cp:lastPrinted>2019-02-25T14:30:00Z</cp:lastPrinted>
  <dcterms:created xsi:type="dcterms:W3CDTF">2020-09-23T16:18:00Z</dcterms:created>
  <dcterms:modified xsi:type="dcterms:W3CDTF">2020-09-23T16:22:00Z</dcterms:modified>
</cp:coreProperties>
</file>