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C59C74" w14:textId="6FDE9D35" w:rsidR="00787A25" w:rsidRDefault="006305FD" w:rsidP="006305FD">
      <w:pPr>
        <w:jc w:val="center"/>
        <w:rPr>
          <w:rFonts w:ascii="Cambria" w:eastAsia="Times New Roman" w:hAnsi="Cambria" w:cs="Times New Roman"/>
          <w:b/>
          <w:bCs/>
          <w:color w:val="000000" w:themeColor="text1"/>
          <w:sz w:val="24"/>
          <w:szCs w:val="24"/>
          <w:lang w:val="en-GB" w:eastAsia="pl-PL"/>
        </w:rPr>
      </w:pPr>
      <w:proofErr w:type="spellStart"/>
      <w:r w:rsidRPr="006305FD">
        <w:rPr>
          <w:rFonts w:ascii="Times New Roman" w:eastAsia="Times New Roman" w:hAnsi="Times New Roman" w:cs="Times New Roman"/>
          <w:b/>
          <w:bCs/>
          <w:sz w:val="24"/>
          <w:szCs w:val="24"/>
          <w:lang w:val="pl-PL" w:eastAsia="en-GB"/>
        </w:rPr>
        <w:t>Join</w:t>
      </w:r>
      <w:proofErr w:type="spellEnd"/>
      <w:r w:rsidRPr="006305FD">
        <w:rPr>
          <w:rFonts w:ascii="Times New Roman" w:eastAsia="Times New Roman" w:hAnsi="Times New Roman" w:cs="Times New Roman"/>
          <w:b/>
          <w:bCs/>
          <w:sz w:val="24"/>
          <w:szCs w:val="24"/>
          <w:lang w:val="pl-PL" w:eastAsia="en-GB"/>
        </w:rPr>
        <w:t xml:space="preserve"> </w:t>
      </w:r>
      <w:r w:rsidRPr="006305FD">
        <w:rPr>
          <w:rFonts w:ascii="Times New Roman" w:eastAsia="Times New Roman" w:hAnsi="Times New Roman" w:cs="Times New Roman"/>
          <w:b/>
          <w:bCs/>
          <w:sz w:val="24"/>
          <w:szCs w:val="24"/>
          <w:lang w:val="en-PL" w:eastAsia="en-GB"/>
        </w:rPr>
        <w:t>Interactive Narration Group</w:t>
      </w:r>
    </w:p>
    <w:p w14:paraId="756757E9" w14:textId="77777777" w:rsidR="006305FD" w:rsidRPr="006305FD" w:rsidRDefault="006305FD" w:rsidP="006305FD">
      <w:pPr>
        <w:spacing w:before="100" w:beforeAutospacing="1" w:after="100" w:afterAutospacing="1" w:line="240" w:lineRule="auto"/>
        <w:rPr>
          <w:rFonts w:ascii="Times New Roman" w:eastAsia="Times New Roman" w:hAnsi="Times New Roman" w:cs="Times New Roman"/>
          <w:sz w:val="24"/>
          <w:szCs w:val="24"/>
          <w:lang w:val="en-PL" w:eastAsia="en-GB"/>
        </w:rPr>
      </w:pPr>
      <w:r w:rsidRPr="006305FD">
        <w:rPr>
          <w:rFonts w:ascii="Times New Roman" w:eastAsia="Times New Roman" w:hAnsi="Times New Roman" w:cs="Times New Roman"/>
          <w:sz w:val="24"/>
          <w:szCs w:val="24"/>
          <w:lang w:val="en-PL" w:eastAsia="en-GB"/>
        </w:rPr>
        <w:t>The Interactive Narration Group will work on the project "Super Tramp" under the supervision of Florent Pallares, a PhD graduate in film and audiovisual studies, a tutor at Diplôme Universitaire de Photojournalisme, Captation et Images Aériennes in Perpignan, and Barbara Kurzaj, the creator of Red Eyes Cool, an international group of filmmakers.</w:t>
      </w:r>
    </w:p>
    <w:p w14:paraId="0AB92715" w14:textId="59B99A27" w:rsidR="006305FD" w:rsidRPr="006305FD" w:rsidRDefault="006305FD" w:rsidP="006305FD">
      <w:pPr>
        <w:spacing w:before="100" w:beforeAutospacing="1" w:after="100" w:afterAutospacing="1" w:line="240" w:lineRule="auto"/>
        <w:rPr>
          <w:rFonts w:ascii="Times New Roman" w:eastAsia="Times New Roman" w:hAnsi="Times New Roman" w:cs="Times New Roman"/>
          <w:sz w:val="24"/>
          <w:szCs w:val="24"/>
          <w:lang w:val="en-PL" w:eastAsia="en-GB"/>
        </w:rPr>
      </w:pPr>
      <w:r w:rsidRPr="006305FD">
        <w:rPr>
          <w:rFonts w:ascii="Times New Roman" w:eastAsia="Times New Roman" w:hAnsi="Times New Roman" w:cs="Times New Roman"/>
          <w:b/>
          <w:bCs/>
          <w:sz w:val="24"/>
          <w:szCs w:val="24"/>
          <w:lang w:val="en-PL" w:eastAsia="en-GB"/>
        </w:rPr>
        <w:t>"SUPER TRAMP" PROJECT</w:t>
      </w:r>
      <w:r>
        <w:rPr>
          <w:rFonts w:ascii="Times New Roman" w:eastAsia="Times New Roman" w:hAnsi="Times New Roman" w:cs="Times New Roman"/>
          <w:sz w:val="24"/>
          <w:szCs w:val="24"/>
          <w:lang w:eastAsia="en-GB"/>
        </w:rPr>
        <w:t xml:space="preserve">: </w:t>
      </w:r>
      <w:r w:rsidRPr="006305FD">
        <w:rPr>
          <w:rFonts w:ascii="Times New Roman" w:eastAsia="Times New Roman" w:hAnsi="Times New Roman" w:cs="Times New Roman"/>
          <w:sz w:val="24"/>
          <w:szCs w:val="24"/>
          <w:lang w:val="en-PL" w:eastAsia="en-GB"/>
        </w:rPr>
        <w:t>During Film Spring Open Workshop 2020, the interactive narration group will work, inspire and get inspiration in the spirit of “artistic residency”. The goal is to make a complete interactive movie. This project is open to all individual filmmakers who want to help in the different steps of creation or to the creative groups who want to make their own scenes in this interactive story. You can help for one day, some days or the entire length of the project.  The story is base on reality show "Super Tramp" where homeless people (played by professional actors) with the help of the audience change their lives. Audience answers the questions given by filmmakers and decides what should happen next.</w:t>
      </w:r>
      <w:r w:rsidRPr="006305FD">
        <w:rPr>
          <w:rFonts w:ascii="Times New Roman" w:eastAsia="Times New Roman" w:hAnsi="Times New Roman" w:cs="Times New Roman"/>
          <w:sz w:val="24"/>
          <w:szCs w:val="24"/>
          <w:lang w:eastAsia="en-GB"/>
        </w:rPr>
        <w:t xml:space="preserve"> </w:t>
      </w:r>
      <w:r w:rsidRPr="006305FD">
        <w:rPr>
          <w:rFonts w:ascii="Times New Roman" w:eastAsia="Times New Roman" w:hAnsi="Times New Roman" w:cs="Times New Roman"/>
          <w:sz w:val="24"/>
          <w:szCs w:val="24"/>
          <w:lang w:val="en-PL" w:eastAsia="en-GB"/>
        </w:rPr>
        <w:t>A part of this project will be done also at Cabestany in France and Guanajuato in Mexico. After the first editing is done, we can post it on different social networks and propose to filmmakers around the world to create their own scenes of “this spirit traveling” in order to make some extension of this interactive movie. Another side of this project is to work on the limit of what we can show or not on the screen. Everything can be modified/improved by new participants. This interactive story can have different beginnings, different ends and different style of cinema. We never know what can happen in each room. It allows each filmmaker to create what they want. Feel welcome!</w:t>
      </w:r>
    </w:p>
    <w:p w14:paraId="11B2BF18" w14:textId="58A33B60" w:rsidR="00787A25" w:rsidRPr="006305FD" w:rsidRDefault="006305FD" w:rsidP="006305FD">
      <w:pPr>
        <w:spacing w:before="100" w:beforeAutospacing="1" w:after="100" w:afterAutospacing="1" w:line="240" w:lineRule="auto"/>
        <w:rPr>
          <w:rFonts w:ascii="Times New Roman" w:eastAsia="Times New Roman" w:hAnsi="Times New Roman" w:cs="Times New Roman"/>
          <w:sz w:val="24"/>
          <w:szCs w:val="24"/>
          <w:lang w:val="en-PL" w:eastAsia="en-GB"/>
        </w:rPr>
      </w:pPr>
      <w:r w:rsidRPr="006305FD">
        <w:rPr>
          <w:rFonts w:ascii="Times New Roman" w:eastAsia="Times New Roman" w:hAnsi="Times New Roman" w:cs="Times New Roman"/>
          <w:sz w:val="24"/>
          <w:szCs w:val="24"/>
          <w:lang w:val="en-PL" w:eastAsia="en-GB"/>
        </w:rPr>
        <w:t>To join the group please register to Film Spring Open and send a confirmation in English by e-mail to contact@fsofrance.org .</w:t>
      </w:r>
    </w:p>
    <w:p w14:paraId="3AC50A44" w14:textId="2D89E05C" w:rsidR="00787A25" w:rsidRPr="006305FD" w:rsidRDefault="00787A25" w:rsidP="006305FD">
      <w:pPr>
        <w:rPr>
          <w:rFonts w:ascii="Cambria" w:eastAsia="Times New Roman" w:hAnsi="Cambria" w:cs="Times New Roman"/>
          <w:color w:val="000000" w:themeColor="text1"/>
          <w:sz w:val="24"/>
          <w:szCs w:val="24"/>
          <w:lang w:val="en-GB" w:eastAsia="pl-PL"/>
        </w:rPr>
      </w:pPr>
      <w:r w:rsidRPr="00787A25">
        <w:rPr>
          <w:rFonts w:ascii="Cambria" w:eastAsia="Times New Roman" w:hAnsi="Cambria" w:cs="Times New Roman"/>
          <w:b/>
          <w:bCs/>
          <w:color w:val="000000" w:themeColor="text1"/>
          <w:sz w:val="24"/>
          <w:szCs w:val="24"/>
          <w:lang w:val="en-GB" w:eastAsia="pl-PL"/>
        </w:rPr>
        <w:t xml:space="preserve">Film Spring Open </w:t>
      </w:r>
      <w:r w:rsidRPr="00787A25">
        <w:rPr>
          <w:rFonts w:ascii="Cambria" w:eastAsia="Times New Roman" w:hAnsi="Cambria" w:cs="Times New Roman"/>
          <w:color w:val="000000" w:themeColor="text1"/>
          <w:sz w:val="24"/>
          <w:szCs w:val="24"/>
          <w:lang w:val="en-GB" w:eastAsia="pl-PL"/>
        </w:rPr>
        <w:t xml:space="preserve">is an interdisciplinary audio-visual workshop organised by </w:t>
      </w:r>
      <w:proofErr w:type="spellStart"/>
      <w:r w:rsidRPr="00787A25">
        <w:rPr>
          <w:rFonts w:ascii="Cambria" w:eastAsia="Times New Roman" w:hAnsi="Cambria" w:cs="Times New Roman"/>
          <w:color w:val="000000" w:themeColor="text1"/>
          <w:sz w:val="24"/>
          <w:szCs w:val="24"/>
          <w:lang w:val="en-GB" w:eastAsia="pl-PL"/>
        </w:rPr>
        <w:t>Sławomir</w:t>
      </w:r>
      <w:proofErr w:type="spellEnd"/>
      <w:r w:rsidRPr="00787A25">
        <w:rPr>
          <w:rFonts w:ascii="Cambria" w:eastAsia="Times New Roman" w:hAnsi="Cambria" w:cs="Times New Roman"/>
          <w:color w:val="000000" w:themeColor="text1"/>
          <w:sz w:val="24"/>
          <w:szCs w:val="24"/>
          <w:lang w:val="en-GB" w:eastAsia="pl-PL"/>
        </w:rPr>
        <w:t xml:space="preserve"> </w:t>
      </w:r>
      <w:proofErr w:type="spellStart"/>
      <w:r w:rsidRPr="00787A25">
        <w:rPr>
          <w:rFonts w:ascii="Cambria" w:eastAsia="Times New Roman" w:hAnsi="Cambria" w:cs="Times New Roman"/>
          <w:color w:val="000000" w:themeColor="text1"/>
          <w:sz w:val="24"/>
          <w:szCs w:val="24"/>
          <w:lang w:val="en-GB" w:eastAsia="pl-PL"/>
        </w:rPr>
        <w:t>Idziak</w:t>
      </w:r>
      <w:proofErr w:type="spellEnd"/>
      <w:r w:rsidRPr="00787A25">
        <w:rPr>
          <w:rFonts w:ascii="Cambria" w:eastAsia="Times New Roman" w:hAnsi="Cambria" w:cs="Times New Roman"/>
          <w:color w:val="000000" w:themeColor="text1"/>
          <w:sz w:val="24"/>
          <w:szCs w:val="24"/>
          <w:lang w:val="en-GB" w:eastAsia="pl-PL"/>
        </w:rPr>
        <w:t>.</w:t>
      </w:r>
      <w:r w:rsidRPr="00787A25">
        <w:rPr>
          <w:rFonts w:ascii="Cambria" w:hAnsi="Cambria"/>
          <w:sz w:val="24"/>
          <w:szCs w:val="24"/>
          <w:lang w:val="en-GB"/>
        </w:rPr>
        <w:t xml:space="preserve"> This year’s edition </w:t>
      </w:r>
      <w:r w:rsidRPr="00787A25">
        <w:rPr>
          <w:rFonts w:ascii="Cambria" w:eastAsia="Times New Roman" w:hAnsi="Cambria" w:cs="Times New Roman"/>
          <w:color w:val="000000" w:themeColor="text1"/>
          <w:sz w:val="24"/>
          <w:szCs w:val="24"/>
          <w:lang w:val="en-GB" w:eastAsia="pl-PL"/>
        </w:rPr>
        <w:t xml:space="preserve">takes place online from 13 to 22 October 2020. For the fifteenth time, young filmmakers will have the chance to work with the film industry’s most renowned experts from Poland and abroad. </w:t>
      </w:r>
      <w:r w:rsidR="00C43F03">
        <w:rPr>
          <w:rFonts w:ascii="Cambria" w:eastAsia="Times New Roman" w:hAnsi="Cambria" w:cs="Times New Roman"/>
          <w:color w:val="000000" w:themeColor="text1"/>
          <w:sz w:val="24"/>
          <w:szCs w:val="24"/>
          <w:lang w:val="en-GB" w:eastAsia="pl-PL"/>
        </w:rPr>
        <w:t>Participation is free of charge.</w:t>
      </w:r>
    </w:p>
    <w:p w14:paraId="7AA94CA0" w14:textId="1267A74D" w:rsidR="00787A25" w:rsidRPr="00787A25" w:rsidRDefault="00787A25" w:rsidP="00787A25">
      <w:pPr>
        <w:pStyle w:val="NoSpacing"/>
        <w:rPr>
          <w:rFonts w:ascii="Cambria" w:hAnsi="Cambria"/>
          <w:sz w:val="24"/>
          <w:szCs w:val="24"/>
          <w:lang w:eastAsia="pl-PL"/>
        </w:rPr>
      </w:pPr>
      <w:r w:rsidRPr="00787A25">
        <w:rPr>
          <w:rFonts w:ascii="Cambria" w:hAnsi="Cambria"/>
          <w:sz w:val="24"/>
          <w:szCs w:val="24"/>
          <w:lang w:eastAsia="pl-PL"/>
        </w:rPr>
        <w:t>More information:</w:t>
      </w:r>
      <w:r w:rsidR="006305FD">
        <w:rPr>
          <w:rFonts w:ascii="Cambria" w:hAnsi="Cambria"/>
          <w:sz w:val="24"/>
          <w:szCs w:val="24"/>
          <w:lang w:eastAsia="pl-PL"/>
        </w:rPr>
        <w:t xml:space="preserve"> </w:t>
      </w:r>
      <w:hyperlink r:id="rId8" w:history="1">
        <w:r w:rsidR="006305FD" w:rsidRPr="00673C1C">
          <w:rPr>
            <w:rStyle w:val="Hyperlink"/>
            <w:rFonts w:ascii="Cambria" w:hAnsi="Cambria"/>
            <w:sz w:val="24"/>
            <w:szCs w:val="24"/>
            <w:lang w:eastAsia="pl-PL"/>
          </w:rPr>
          <w:t>http://filmspringopen.eu/eng</w:t>
        </w:r>
      </w:hyperlink>
      <w:r w:rsidR="006305FD">
        <w:rPr>
          <w:rFonts w:ascii="Cambria" w:hAnsi="Cambria"/>
          <w:sz w:val="24"/>
          <w:szCs w:val="24"/>
          <w:lang w:eastAsia="pl-PL"/>
        </w:rPr>
        <w:t xml:space="preserve"> </w:t>
      </w:r>
      <w:r w:rsidRPr="00787A25">
        <w:rPr>
          <w:rFonts w:ascii="Cambria" w:hAnsi="Cambria"/>
          <w:color w:val="0000FF"/>
          <w:sz w:val="24"/>
          <w:szCs w:val="24"/>
          <w:lang w:eastAsia="pl-PL"/>
        </w:rPr>
        <w:t>https://www.facebook.com/filmspringopen.eu/</w:t>
      </w:r>
    </w:p>
    <w:p w14:paraId="4BED8698" w14:textId="77777777" w:rsidR="00787A25" w:rsidRPr="00787A25" w:rsidRDefault="00787A25" w:rsidP="00787A25">
      <w:pPr>
        <w:pStyle w:val="NoSpacing"/>
        <w:rPr>
          <w:rFonts w:ascii="Cambria" w:hAnsi="Cambria"/>
          <w:sz w:val="24"/>
          <w:szCs w:val="24"/>
          <w:lang w:eastAsia="pl-PL"/>
        </w:rPr>
      </w:pPr>
      <w:r w:rsidRPr="00787A25">
        <w:rPr>
          <w:rFonts w:ascii="Cambria" w:hAnsi="Cambria"/>
          <w:sz w:val="24"/>
          <w:szCs w:val="24"/>
          <w:lang w:eastAsia="pl-PL"/>
        </w:rPr>
        <w:t> </w:t>
      </w:r>
    </w:p>
    <w:p w14:paraId="7251416B" w14:textId="77777777" w:rsidR="00787A25" w:rsidRPr="00787A25" w:rsidRDefault="00787A25" w:rsidP="00787A25">
      <w:pPr>
        <w:pStyle w:val="NoSpacing"/>
        <w:rPr>
          <w:rFonts w:ascii="Cambria" w:hAnsi="Cambria"/>
          <w:sz w:val="24"/>
          <w:szCs w:val="24"/>
          <w:lang w:val="pl-PL" w:eastAsia="pl-PL"/>
        </w:rPr>
      </w:pPr>
      <w:proofErr w:type="spellStart"/>
      <w:r w:rsidRPr="00787A25">
        <w:rPr>
          <w:rFonts w:ascii="Cambria" w:hAnsi="Cambria"/>
          <w:sz w:val="24"/>
          <w:szCs w:val="24"/>
          <w:lang w:val="pl-PL" w:eastAsia="pl-PL"/>
        </w:rPr>
        <w:t>Contact</w:t>
      </w:r>
      <w:proofErr w:type="spellEnd"/>
      <w:r w:rsidRPr="00787A25">
        <w:rPr>
          <w:rFonts w:ascii="Cambria" w:hAnsi="Cambria"/>
          <w:sz w:val="24"/>
          <w:szCs w:val="24"/>
          <w:lang w:val="pl-PL" w:eastAsia="pl-PL"/>
        </w:rPr>
        <w:t>:</w:t>
      </w:r>
    </w:p>
    <w:p w14:paraId="32479BA9" w14:textId="77777777" w:rsidR="00787A25" w:rsidRPr="00787A25" w:rsidRDefault="00787A25" w:rsidP="00787A25">
      <w:pPr>
        <w:pStyle w:val="NoSpacing"/>
        <w:rPr>
          <w:rFonts w:ascii="Cambria" w:hAnsi="Cambria"/>
          <w:sz w:val="24"/>
          <w:szCs w:val="24"/>
          <w:lang w:val="pl-PL" w:eastAsia="pl-PL"/>
        </w:rPr>
      </w:pPr>
      <w:r w:rsidRPr="00787A25">
        <w:rPr>
          <w:rFonts w:ascii="Cambria" w:hAnsi="Cambria"/>
          <w:sz w:val="24"/>
          <w:szCs w:val="24"/>
          <w:lang w:val="pl-PL" w:eastAsia="pl-PL"/>
        </w:rPr>
        <w:t xml:space="preserve">Katarzyna </w:t>
      </w:r>
      <w:proofErr w:type="spellStart"/>
      <w:r w:rsidRPr="00787A25">
        <w:rPr>
          <w:rFonts w:ascii="Cambria" w:hAnsi="Cambria"/>
          <w:sz w:val="24"/>
          <w:szCs w:val="24"/>
          <w:lang w:val="pl-PL" w:eastAsia="pl-PL"/>
        </w:rPr>
        <w:t>Czeżyk</w:t>
      </w:r>
      <w:proofErr w:type="spellEnd"/>
    </w:p>
    <w:p w14:paraId="002B6A8E" w14:textId="77777777" w:rsidR="00787A25" w:rsidRPr="00787A25" w:rsidRDefault="00787A25" w:rsidP="00787A25">
      <w:pPr>
        <w:pStyle w:val="NoSpacing"/>
        <w:rPr>
          <w:rFonts w:ascii="Cambria" w:hAnsi="Cambria"/>
          <w:sz w:val="24"/>
          <w:szCs w:val="24"/>
          <w:lang w:val="pl-PL" w:eastAsia="pl-PL"/>
        </w:rPr>
      </w:pPr>
      <w:r w:rsidRPr="00787A25">
        <w:rPr>
          <w:rFonts w:ascii="Cambria" w:hAnsi="Cambria"/>
          <w:sz w:val="24"/>
          <w:szCs w:val="24"/>
          <w:lang w:val="pl-PL" w:eastAsia="pl-PL"/>
        </w:rPr>
        <w:t> +48 692 839 497</w:t>
      </w:r>
    </w:p>
    <w:p w14:paraId="1CA379FE" w14:textId="77777777" w:rsidR="00787A25" w:rsidRPr="00787A25" w:rsidRDefault="00787A25" w:rsidP="00787A25">
      <w:pPr>
        <w:pStyle w:val="NoSpacing"/>
        <w:rPr>
          <w:rFonts w:ascii="Cambria" w:hAnsi="Cambria"/>
          <w:sz w:val="24"/>
          <w:szCs w:val="24"/>
          <w:lang w:val="pl-PL" w:eastAsia="pl-PL"/>
        </w:rPr>
      </w:pPr>
      <w:r w:rsidRPr="00787A25">
        <w:rPr>
          <w:rFonts w:ascii="Cambria" w:hAnsi="Cambria"/>
          <w:color w:val="0000FF"/>
          <w:sz w:val="24"/>
          <w:szCs w:val="24"/>
          <w:lang w:val="pl-PL" w:eastAsia="pl-PL"/>
        </w:rPr>
        <w:t>kasiaczezyk@filmspringopen.eu</w:t>
      </w:r>
    </w:p>
    <w:p w14:paraId="72C26192" w14:textId="1EDEC839" w:rsidR="006305FD" w:rsidRDefault="006305FD" w:rsidP="006305FD">
      <w:pPr>
        <w:jc w:val="center"/>
        <w:rPr>
          <w:rFonts w:ascii="Cambria" w:hAnsi="Cambria"/>
          <w:sz w:val="20"/>
          <w:szCs w:val="20"/>
          <w:lang w:val="en-GB"/>
        </w:rPr>
      </w:pPr>
    </w:p>
    <w:p w14:paraId="24C38E8C" w14:textId="77777777" w:rsidR="006305FD" w:rsidRDefault="006305FD" w:rsidP="006305FD">
      <w:pPr>
        <w:jc w:val="center"/>
        <w:rPr>
          <w:rFonts w:ascii="Cambria" w:hAnsi="Cambria"/>
          <w:sz w:val="20"/>
          <w:szCs w:val="20"/>
          <w:lang w:val="en-GB"/>
        </w:rPr>
      </w:pPr>
    </w:p>
    <w:p w14:paraId="481296F4" w14:textId="26261ACC" w:rsidR="00D200C8" w:rsidRPr="006305FD" w:rsidRDefault="00787A25" w:rsidP="006305FD">
      <w:pPr>
        <w:jc w:val="center"/>
        <w:rPr>
          <w:rFonts w:ascii="Cambria" w:hAnsi="Cambria"/>
          <w:sz w:val="20"/>
          <w:szCs w:val="20"/>
          <w:lang w:val="en-GB"/>
        </w:rPr>
      </w:pPr>
      <w:r w:rsidRPr="004348DF">
        <w:rPr>
          <w:rFonts w:ascii="Cambria" w:hAnsi="Cambria"/>
          <w:sz w:val="20"/>
          <w:szCs w:val="20"/>
          <w:lang w:val="en-GB"/>
        </w:rPr>
        <w:t>Co-financed by the Ministry of Culture and National Heritage (Culture Promotion Fund),</w:t>
      </w:r>
      <w:r w:rsidR="006305FD">
        <w:rPr>
          <w:rFonts w:ascii="Cambria" w:hAnsi="Cambria"/>
          <w:sz w:val="20"/>
          <w:szCs w:val="20"/>
          <w:lang w:val="en-GB"/>
        </w:rPr>
        <w:t xml:space="preserve"> </w:t>
      </w:r>
      <w:r w:rsidRPr="004348DF">
        <w:rPr>
          <w:rFonts w:ascii="Cambria" w:hAnsi="Cambria"/>
          <w:sz w:val="20"/>
          <w:szCs w:val="20"/>
          <w:lang w:val="en-GB"/>
        </w:rPr>
        <w:t>Polish Film Institute, City of Cracow</w:t>
      </w:r>
      <w:r>
        <w:rPr>
          <w:rFonts w:ascii="Cambria" w:hAnsi="Cambria"/>
          <w:sz w:val="20"/>
          <w:szCs w:val="20"/>
          <w:lang w:val="en-GB"/>
        </w:rPr>
        <w:t>.</w:t>
      </w:r>
    </w:p>
    <w:sectPr w:rsidR="00D200C8" w:rsidRPr="006305FD" w:rsidSect="000279BD">
      <w:headerReference w:type="default" r:id="rId9"/>
      <w:footerReference w:type="even" r:id="rId10"/>
      <w:footerReference w:type="default" r:id="rId11"/>
      <w:pgSz w:w="12240" w:h="15840"/>
      <w:pgMar w:top="720" w:right="720" w:bottom="0" w:left="720" w:header="709"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0026E9" w14:textId="77777777" w:rsidR="00B7106C" w:rsidRDefault="00B7106C" w:rsidP="000E31EC">
      <w:pPr>
        <w:spacing w:after="0" w:line="240" w:lineRule="auto"/>
      </w:pPr>
      <w:r>
        <w:separator/>
      </w:r>
    </w:p>
  </w:endnote>
  <w:endnote w:type="continuationSeparator" w:id="0">
    <w:p w14:paraId="481FAEDA" w14:textId="77777777" w:rsidR="00B7106C" w:rsidRDefault="00B7106C" w:rsidP="000E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EE"/>
    <w:family w:val="roman"/>
    <w:pitch w:val="variable"/>
    <w:sig w:usb0="E00006FF" w:usb1="420024FF" w:usb2="02000000" w:usb3="00000000" w:csb0="0000019F" w:csb1="00000000"/>
  </w:font>
  <w:font w:name="Wingdings 2">
    <w:panose1 w:val="05020102010507070707"/>
    <w:charset w:val="4D"/>
    <w:family w:val="decorative"/>
    <w:pitch w:val="variable"/>
    <w:sig w:usb0="00000003" w:usb1="00000000" w:usb2="00000000" w:usb3="00000000" w:csb0="80000001"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D406F" w14:textId="77777777" w:rsidR="00C83FE8" w:rsidRDefault="006F49C3" w:rsidP="00931B7A">
    <w:pPr>
      <w:pStyle w:val="Footer"/>
      <w:framePr w:wrap="around" w:vAnchor="text" w:hAnchor="margin" w:xAlign="right" w:y="1"/>
      <w:rPr>
        <w:rStyle w:val="PageNumber"/>
      </w:rPr>
    </w:pPr>
    <w:r>
      <w:rPr>
        <w:rStyle w:val="PageNumber"/>
      </w:rPr>
      <w:fldChar w:fldCharType="begin"/>
    </w:r>
    <w:r w:rsidR="00C83FE8">
      <w:rPr>
        <w:rStyle w:val="PageNumber"/>
      </w:rPr>
      <w:instrText xml:space="preserve">PAGE  </w:instrText>
    </w:r>
    <w:r>
      <w:rPr>
        <w:rStyle w:val="PageNumber"/>
      </w:rPr>
      <w:fldChar w:fldCharType="end"/>
    </w:r>
  </w:p>
  <w:p w14:paraId="5EBDB232" w14:textId="77777777" w:rsidR="00C83FE8" w:rsidRDefault="00C83FE8" w:rsidP="00931B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94865" w14:textId="77777777" w:rsidR="000279BD" w:rsidRPr="000279BD" w:rsidRDefault="00463DCA" w:rsidP="000279BD">
    <w:pPr>
      <w:pStyle w:val="Footer"/>
      <w:ind w:right="360"/>
      <w:rPr>
        <w:lang w:val="pl-PL"/>
      </w:rPr>
    </w:pPr>
    <w:r>
      <w:rPr>
        <w:noProof/>
        <w:lang w:val="pl-PL" w:eastAsia="pl-PL"/>
      </w:rPr>
      <w:drawing>
        <wp:inline distT="0" distB="0" distL="0" distR="0" wp14:anchorId="7C6CBC13" wp14:editId="727827B9">
          <wp:extent cx="6858000" cy="1262380"/>
          <wp:effectExtent l="19050" t="0" r="0" b="0"/>
          <wp:docPr id="5" name="Obraz 4" descr="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jpg"/>
                  <pic:cNvPicPr/>
                </pic:nvPicPr>
                <pic:blipFill>
                  <a:blip r:embed="rId1"/>
                  <a:stretch>
                    <a:fillRect/>
                  </a:stretch>
                </pic:blipFill>
                <pic:spPr>
                  <a:xfrm>
                    <a:off x="0" y="0"/>
                    <a:ext cx="6858000" cy="12623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D728BA" w14:textId="77777777" w:rsidR="00B7106C" w:rsidRDefault="00B7106C" w:rsidP="000E31EC">
      <w:pPr>
        <w:spacing w:after="0" w:line="240" w:lineRule="auto"/>
      </w:pPr>
      <w:r>
        <w:separator/>
      </w:r>
    </w:p>
  </w:footnote>
  <w:footnote w:type="continuationSeparator" w:id="0">
    <w:p w14:paraId="7831003A" w14:textId="77777777" w:rsidR="00B7106C" w:rsidRDefault="00B7106C" w:rsidP="000E3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EE9D0" w14:textId="77777777" w:rsidR="00C83FE8" w:rsidRDefault="00C83FE8">
    <w:pPr>
      <w:pStyle w:val="Header"/>
    </w:pPr>
    <w:r>
      <w:rPr>
        <w:rFonts w:ascii="Arial" w:eastAsia="Calibri" w:hAnsi="Arial" w:cs="Arial"/>
        <w:noProof/>
        <w:color w:val="0000FF"/>
        <w:lang w:val="pl-PL" w:eastAsia="pl-PL"/>
      </w:rPr>
      <w:drawing>
        <wp:inline distT="0" distB="0" distL="0" distR="0" wp14:anchorId="5A9D3D54" wp14:editId="5D46B3CE">
          <wp:extent cx="2850515" cy="578485"/>
          <wp:effectExtent l="0" t="0" r="0" b="5715"/>
          <wp:docPr id="2" name="Obraz 2" descr="Opis: Macintosh HD:Users:gosiatusk:Documents:FSO 2011 KRAKOW:LOGO - TO PRINT:FS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Macintosh HD:Users:gosiatusk:Documents:FSO 2011 KRAKOW:LOGO - TO PRINT:FSO 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0515" cy="578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C3851"/>
    <w:multiLevelType w:val="hybridMultilevel"/>
    <w:tmpl w:val="83B895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E2CAB"/>
    <w:multiLevelType w:val="hybridMultilevel"/>
    <w:tmpl w:val="E40AEA8E"/>
    <w:lvl w:ilvl="0" w:tplc="9C7A7C58">
      <w:start w:val="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52C60"/>
    <w:multiLevelType w:val="hybridMultilevel"/>
    <w:tmpl w:val="93B4F2EC"/>
    <w:lvl w:ilvl="0" w:tplc="67E6435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F2205"/>
    <w:multiLevelType w:val="hybridMultilevel"/>
    <w:tmpl w:val="157207D8"/>
    <w:lvl w:ilvl="0" w:tplc="0134A47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F2F77"/>
    <w:multiLevelType w:val="hybridMultilevel"/>
    <w:tmpl w:val="EB44571C"/>
    <w:lvl w:ilvl="0" w:tplc="91D05DBE">
      <w:start w:val="1"/>
      <w:numFmt w:val="bullet"/>
      <w:lvlText w:val=""/>
      <w:lvlJc w:val="left"/>
      <w:pPr>
        <w:ind w:left="760" w:hanging="360"/>
      </w:pPr>
      <w:rPr>
        <w:rFonts w:ascii="Wingdings 2" w:hAnsi="Wingdings 2"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Marlett" w:hAnsi="Marlett"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Marlett" w:hAnsi="Marlett"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Marlett" w:hAnsi="Marlett" w:hint="default"/>
      </w:rPr>
    </w:lvl>
  </w:abstractNum>
  <w:abstractNum w:abstractNumId="5" w15:restartNumberingAfterBreak="0">
    <w:nsid w:val="0FEA40E5"/>
    <w:multiLevelType w:val="hybridMultilevel"/>
    <w:tmpl w:val="D05E45A4"/>
    <w:lvl w:ilvl="0" w:tplc="B9B49D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161F2"/>
    <w:multiLevelType w:val="hybridMultilevel"/>
    <w:tmpl w:val="A13C2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25E88"/>
    <w:multiLevelType w:val="hybridMultilevel"/>
    <w:tmpl w:val="BA7A6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932BBC"/>
    <w:multiLevelType w:val="hybridMultilevel"/>
    <w:tmpl w:val="2736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64191E"/>
    <w:multiLevelType w:val="hybridMultilevel"/>
    <w:tmpl w:val="982AFDC8"/>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0" w15:restartNumberingAfterBreak="0">
    <w:nsid w:val="1D103599"/>
    <w:multiLevelType w:val="hybridMultilevel"/>
    <w:tmpl w:val="C93E0E2E"/>
    <w:lvl w:ilvl="0" w:tplc="D5FCD8C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C6A84"/>
    <w:multiLevelType w:val="hybridMultilevel"/>
    <w:tmpl w:val="A86E10C6"/>
    <w:lvl w:ilvl="0" w:tplc="3E5EF7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E4273"/>
    <w:multiLevelType w:val="hybridMultilevel"/>
    <w:tmpl w:val="F6222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9465B7"/>
    <w:multiLevelType w:val="hybridMultilevel"/>
    <w:tmpl w:val="C1A0C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95685"/>
    <w:multiLevelType w:val="hybridMultilevel"/>
    <w:tmpl w:val="24BA5D9E"/>
    <w:lvl w:ilvl="0" w:tplc="FF18FB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E0746"/>
    <w:multiLevelType w:val="hybridMultilevel"/>
    <w:tmpl w:val="6F0A2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070837"/>
    <w:multiLevelType w:val="hybridMultilevel"/>
    <w:tmpl w:val="C79AD782"/>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7" w15:restartNumberingAfterBreak="0">
    <w:nsid w:val="35E25294"/>
    <w:multiLevelType w:val="hybridMultilevel"/>
    <w:tmpl w:val="75745F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47D03D6D"/>
    <w:multiLevelType w:val="hybridMultilevel"/>
    <w:tmpl w:val="641E390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9" w15:restartNumberingAfterBreak="0">
    <w:nsid w:val="4CBF731A"/>
    <w:multiLevelType w:val="multilevel"/>
    <w:tmpl w:val="E384E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DBA0DF9"/>
    <w:multiLevelType w:val="hybridMultilevel"/>
    <w:tmpl w:val="B85C2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D84020"/>
    <w:multiLevelType w:val="hybridMultilevel"/>
    <w:tmpl w:val="944ED856"/>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2" w15:restartNumberingAfterBreak="0">
    <w:nsid w:val="60765029"/>
    <w:multiLevelType w:val="hybridMultilevel"/>
    <w:tmpl w:val="18B08AD4"/>
    <w:lvl w:ilvl="0" w:tplc="249CE72C">
      <w:start w:val="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B936C8"/>
    <w:multiLevelType w:val="hybridMultilevel"/>
    <w:tmpl w:val="2DEAC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AB534D"/>
    <w:multiLevelType w:val="hybridMultilevel"/>
    <w:tmpl w:val="F60A6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B5B40F9"/>
    <w:multiLevelType w:val="hybridMultilevel"/>
    <w:tmpl w:val="C53E8644"/>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6" w15:restartNumberingAfterBreak="0">
    <w:nsid w:val="6F8D449B"/>
    <w:multiLevelType w:val="hybridMultilevel"/>
    <w:tmpl w:val="5D0E364E"/>
    <w:lvl w:ilvl="0" w:tplc="6E64681C">
      <w:start w:val="3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92459F"/>
    <w:multiLevelType w:val="hybridMultilevel"/>
    <w:tmpl w:val="F8D460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25B6CD8"/>
    <w:multiLevelType w:val="hybridMultilevel"/>
    <w:tmpl w:val="A16883C6"/>
    <w:lvl w:ilvl="0" w:tplc="C0D2CA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9A324D"/>
    <w:multiLevelType w:val="hybridMultilevel"/>
    <w:tmpl w:val="3B4E80BC"/>
    <w:lvl w:ilvl="0" w:tplc="ABBE412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137270"/>
    <w:multiLevelType w:val="hybridMultilevel"/>
    <w:tmpl w:val="110C6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5"/>
  </w:num>
  <w:num w:numId="3">
    <w:abstractNumId w:val="21"/>
  </w:num>
  <w:num w:numId="4">
    <w:abstractNumId w:val="9"/>
  </w:num>
  <w:num w:numId="5">
    <w:abstractNumId w:val="16"/>
  </w:num>
  <w:num w:numId="6">
    <w:abstractNumId w:val="15"/>
  </w:num>
  <w:num w:numId="7">
    <w:abstractNumId w:val="24"/>
  </w:num>
  <w:num w:numId="8">
    <w:abstractNumId w:val="26"/>
  </w:num>
  <w:num w:numId="9">
    <w:abstractNumId w:val="1"/>
  </w:num>
  <w:num w:numId="10">
    <w:abstractNumId w:val="22"/>
  </w:num>
  <w:num w:numId="11">
    <w:abstractNumId w:val="10"/>
  </w:num>
  <w:num w:numId="12">
    <w:abstractNumId w:val="2"/>
  </w:num>
  <w:num w:numId="13">
    <w:abstractNumId w:val="11"/>
  </w:num>
  <w:num w:numId="14">
    <w:abstractNumId w:val="28"/>
  </w:num>
  <w:num w:numId="15">
    <w:abstractNumId w:val="14"/>
  </w:num>
  <w:num w:numId="16">
    <w:abstractNumId w:val="3"/>
  </w:num>
  <w:num w:numId="17">
    <w:abstractNumId w:val="23"/>
  </w:num>
  <w:num w:numId="18">
    <w:abstractNumId w:val="5"/>
  </w:num>
  <w:num w:numId="19">
    <w:abstractNumId w:val="27"/>
  </w:num>
  <w:num w:numId="20">
    <w:abstractNumId w:val="8"/>
  </w:num>
  <w:num w:numId="21">
    <w:abstractNumId w:val="18"/>
  </w:num>
  <w:num w:numId="22">
    <w:abstractNumId w:val="7"/>
  </w:num>
  <w:num w:numId="23">
    <w:abstractNumId w:val="0"/>
  </w:num>
  <w:num w:numId="24">
    <w:abstractNumId w:val="12"/>
  </w:num>
  <w:num w:numId="25">
    <w:abstractNumId w:val="20"/>
  </w:num>
  <w:num w:numId="26">
    <w:abstractNumId w:val="30"/>
  </w:num>
  <w:num w:numId="27">
    <w:abstractNumId w:val="6"/>
  </w:num>
  <w:num w:numId="28">
    <w:abstractNumId w:val="29"/>
  </w:num>
  <w:num w:numId="29">
    <w:abstractNumId w:val="13"/>
  </w:num>
  <w:num w:numId="30">
    <w:abstractNumId w:val="17"/>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5FD"/>
    <w:rsid w:val="000005B6"/>
    <w:rsid w:val="00002D18"/>
    <w:rsid w:val="00007A81"/>
    <w:rsid w:val="0001780E"/>
    <w:rsid w:val="000279BD"/>
    <w:rsid w:val="00031F0C"/>
    <w:rsid w:val="000366D3"/>
    <w:rsid w:val="000416A6"/>
    <w:rsid w:val="00042D75"/>
    <w:rsid w:val="000544A3"/>
    <w:rsid w:val="00063273"/>
    <w:rsid w:val="0006613F"/>
    <w:rsid w:val="00066734"/>
    <w:rsid w:val="000700CF"/>
    <w:rsid w:val="000716A9"/>
    <w:rsid w:val="0007232D"/>
    <w:rsid w:val="00076552"/>
    <w:rsid w:val="0007733B"/>
    <w:rsid w:val="00077890"/>
    <w:rsid w:val="000836AD"/>
    <w:rsid w:val="00086E74"/>
    <w:rsid w:val="000903B2"/>
    <w:rsid w:val="000B41D6"/>
    <w:rsid w:val="000E31EC"/>
    <w:rsid w:val="000F3944"/>
    <w:rsid w:val="001006F5"/>
    <w:rsid w:val="001044CD"/>
    <w:rsid w:val="001246AC"/>
    <w:rsid w:val="00125AD0"/>
    <w:rsid w:val="00136AD6"/>
    <w:rsid w:val="001379DB"/>
    <w:rsid w:val="00137C4E"/>
    <w:rsid w:val="0015377B"/>
    <w:rsid w:val="00155D06"/>
    <w:rsid w:val="001567F3"/>
    <w:rsid w:val="0015699E"/>
    <w:rsid w:val="00160C58"/>
    <w:rsid w:val="0016128C"/>
    <w:rsid w:val="0016413A"/>
    <w:rsid w:val="00164BE1"/>
    <w:rsid w:val="0017072A"/>
    <w:rsid w:val="00170F8E"/>
    <w:rsid w:val="00190CF2"/>
    <w:rsid w:val="001B7175"/>
    <w:rsid w:val="001C51E5"/>
    <w:rsid w:val="001E0107"/>
    <w:rsid w:val="001E3254"/>
    <w:rsid w:val="001F07B9"/>
    <w:rsid w:val="001F0C7F"/>
    <w:rsid w:val="001F3054"/>
    <w:rsid w:val="001F3DEF"/>
    <w:rsid w:val="001F58B9"/>
    <w:rsid w:val="001F6D83"/>
    <w:rsid w:val="00202EBB"/>
    <w:rsid w:val="00212950"/>
    <w:rsid w:val="00214481"/>
    <w:rsid w:val="00214D39"/>
    <w:rsid w:val="00225477"/>
    <w:rsid w:val="00233067"/>
    <w:rsid w:val="002352ED"/>
    <w:rsid w:val="00246677"/>
    <w:rsid w:val="0027532C"/>
    <w:rsid w:val="002755D4"/>
    <w:rsid w:val="00280A69"/>
    <w:rsid w:val="002840D6"/>
    <w:rsid w:val="00284150"/>
    <w:rsid w:val="00285673"/>
    <w:rsid w:val="00293965"/>
    <w:rsid w:val="002978DB"/>
    <w:rsid w:val="002A1C84"/>
    <w:rsid w:val="002B318A"/>
    <w:rsid w:val="002C1303"/>
    <w:rsid w:val="002C6251"/>
    <w:rsid w:val="002D33F6"/>
    <w:rsid w:val="002D47D0"/>
    <w:rsid w:val="002E3E7F"/>
    <w:rsid w:val="00311AF9"/>
    <w:rsid w:val="00311DA7"/>
    <w:rsid w:val="00320F96"/>
    <w:rsid w:val="0032284B"/>
    <w:rsid w:val="0033038A"/>
    <w:rsid w:val="00332A44"/>
    <w:rsid w:val="00332DF1"/>
    <w:rsid w:val="00333FD5"/>
    <w:rsid w:val="003376A5"/>
    <w:rsid w:val="00341513"/>
    <w:rsid w:val="00343DD5"/>
    <w:rsid w:val="00345909"/>
    <w:rsid w:val="003563DA"/>
    <w:rsid w:val="00357D6E"/>
    <w:rsid w:val="00373D44"/>
    <w:rsid w:val="00374653"/>
    <w:rsid w:val="00392233"/>
    <w:rsid w:val="003A4BA9"/>
    <w:rsid w:val="003A698E"/>
    <w:rsid w:val="003C3C7D"/>
    <w:rsid w:val="003C7893"/>
    <w:rsid w:val="003D3B44"/>
    <w:rsid w:val="003D3ECE"/>
    <w:rsid w:val="003D764B"/>
    <w:rsid w:val="003E33A7"/>
    <w:rsid w:val="003F199B"/>
    <w:rsid w:val="00400926"/>
    <w:rsid w:val="00402315"/>
    <w:rsid w:val="00402574"/>
    <w:rsid w:val="00405D25"/>
    <w:rsid w:val="0041007E"/>
    <w:rsid w:val="00416124"/>
    <w:rsid w:val="0042754A"/>
    <w:rsid w:val="00431CA3"/>
    <w:rsid w:val="004467FD"/>
    <w:rsid w:val="00463DCA"/>
    <w:rsid w:val="00490F57"/>
    <w:rsid w:val="004970B3"/>
    <w:rsid w:val="004977E4"/>
    <w:rsid w:val="004A1106"/>
    <w:rsid w:val="004A604C"/>
    <w:rsid w:val="004B4C9E"/>
    <w:rsid w:val="004C57C3"/>
    <w:rsid w:val="004C65D4"/>
    <w:rsid w:val="004E1EF1"/>
    <w:rsid w:val="004F29AC"/>
    <w:rsid w:val="004F520C"/>
    <w:rsid w:val="004F5B4F"/>
    <w:rsid w:val="005329E5"/>
    <w:rsid w:val="00546F37"/>
    <w:rsid w:val="00560591"/>
    <w:rsid w:val="005738C7"/>
    <w:rsid w:val="00584826"/>
    <w:rsid w:val="005A07F2"/>
    <w:rsid w:val="005A761F"/>
    <w:rsid w:val="005B06F6"/>
    <w:rsid w:val="005D7CDF"/>
    <w:rsid w:val="005F4437"/>
    <w:rsid w:val="005F4D8A"/>
    <w:rsid w:val="005F7012"/>
    <w:rsid w:val="00614009"/>
    <w:rsid w:val="00626ACB"/>
    <w:rsid w:val="006305FD"/>
    <w:rsid w:val="00631A93"/>
    <w:rsid w:val="0064364C"/>
    <w:rsid w:val="00652EB3"/>
    <w:rsid w:val="00653D06"/>
    <w:rsid w:val="006548D9"/>
    <w:rsid w:val="00665CF7"/>
    <w:rsid w:val="006766C1"/>
    <w:rsid w:val="00681132"/>
    <w:rsid w:val="006B2B44"/>
    <w:rsid w:val="006B51EA"/>
    <w:rsid w:val="006D1207"/>
    <w:rsid w:val="006D2154"/>
    <w:rsid w:val="006E27DE"/>
    <w:rsid w:val="006F2BC3"/>
    <w:rsid w:val="006F49C3"/>
    <w:rsid w:val="006F5B36"/>
    <w:rsid w:val="00702670"/>
    <w:rsid w:val="0070289C"/>
    <w:rsid w:val="00706004"/>
    <w:rsid w:val="00716FEE"/>
    <w:rsid w:val="0071761C"/>
    <w:rsid w:val="00717F36"/>
    <w:rsid w:val="00742BE7"/>
    <w:rsid w:val="0074460B"/>
    <w:rsid w:val="00761FE0"/>
    <w:rsid w:val="0078117A"/>
    <w:rsid w:val="00787A25"/>
    <w:rsid w:val="007A05E4"/>
    <w:rsid w:val="007B28FE"/>
    <w:rsid w:val="007B624F"/>
    <w:rsid w:val="007C5C24"/>
    <w:rsid w:val="007C680C"/>
    <w:rsid w:val="007D5D2A"/>
    <w:rsid w:val="007F55A9"/>
    <w:rsid w:val="008011EE"/>
    <w:rsid w:val="00807443"/>
    <w:rsid w:val="008110AE"/>
    <w:rsid w:val="00824D3B"/>
    <w:rsid w:val="00840200"/>
    <w:rsid w:val="00853474"/>
    <w:rsid w:val="008545DE"/>
    <w:rsid w:val="0086628B"/>
    <w:rsid w:val="00876DF4"/>
    <w:rsid w:val="008A3567"/>
    <w:rsid w:val="008B263F"/>
    <w:rsid w:val="008B5BBB"/>
    <w:rsid w:val="008E02A7"/>
    <w:rsid w:val="008E2C30"/>
    <w:rsid w:val="008E657A"/>
    <w:rsid w:val="008E6BCD"/>
    <w:rsid w:val="008F7E7E"/>
    <w:rsid w:val="00906508"/>
    <w:rsid w:val="009130D3"/>
    <w:rsid w:val="00913AAA"/>
    <w:rsid w:val="00921C51"/>
    <w:rsid w:val="00931B7A"/>
    <w:rsid w:val="009430B2"/>
    <w:rsid w:val="00944E6E"/>
    <w:rsid w:val="009451E9"/>
    <w:rsid w:val="009522E8"/>
    <w:rsid w:val="00954853"/>
    <w:rsid w:val="00957D32"/>
    <w:rsid w:val="00964CAE"/>
    <w:rsid w:val="00973640"/>
    <w:rsid w:val="00980554"/>
    <w:rsid w:val="00981AC2"/>
    <w:rsid w:val="00982DBC"/>
    <w:rsid w:val="009A16E3"/>
    <w:rsid w:val="009A5799"/>
    <w:rsid w:val="009B3D3A"/>
    <w:rsid w:val="009B71FF"/>
    <w:rsid w:val="009B76C1"/>
    <w:rsid w:val="009C41E8"/>
    <w:rsid w:val="009C5C6E"/>
    <w:rsid w:val="009E1BA0"/>
    <w:rsid w:val="009E6576"/>
    <w:rsid w:val="009F1AC7"/>
    <w:rsid w:val="009F346C"/>
    <w:rsid w:val="009F3861"/>
    <w:rsid w:val="009F7E7F"/>
    <w:rsid w:val="009F7EE1"/>
    <w:rsid w:val="00A03A88"/>
    <w:rsid w:val="00A1276C"/>
    <w:rsid w:val="00A12FFC"/>
    <w:rsid w:val="00A139DA"/>
    <w:rsid w:val="00A22EBE"/>
    <w:rsid w:val="00A318A1"/>
    <w:rsid w:val="00A3289D"/>
    <w:rsid w:val="00A3588C"/>
    <w:rsid w:val="00A365C7"/>
    <w:rsid w:val="00A43D4B"/>
    <w:rsid w:val="00A50AA3"/>
    <w:rsid w:val="00A625CD"/>
    <w:rsid w:val="00A66121"/>
    <w:rsid w:val="00A81C6D"/>
    <w:rsid w:val="00A94F25"/>
    <w:rsid w:val="00A95772"/>
    <w:rsid w:val="00AB147C"/>
    <w:rsid w:val="00AB1529"/>
    <w:rsid w:val="00AB2552"/>
    <w:rsid w:val="00AC4E37"/>
    <w:rsid w:val="00AC6F53"/>
    <w:rsid w:val="00AC723C"/>
    <w:rsid w:val="00AE2B66"/>
    <w:rsid w:val="00AE3FAD"/>
    <w:rsid w:val="00AF0504"/>
    <w:rsid w:val="00B01AAE"/>
    <w:rsid w:val="00B0696A"/>
    <w:rsid w:val="00B231C9"/>
    <w:rsid w:val="00B36158"/>
    <w:rsid w:val="00B411EB"/>
    <w:rsid w:val="00B41A35"/>
    <w:rsid w:val="00B44B7E"/>
    <w:rsid w:val="00B50A30"/>
    <w:rsid w:val="00B519A8"/>
    <w:rsid w:val="00B56884"/>
    <w:rsid w:val="00B57A4F"/>
    <w:rsid w:val="00B7106C"/>
    <w:rsid w:val="00B72B27"/>
    <w:rsid w:val="00B855B3"/>
    <w:rsid w:val="00B921E9"/>
    <w:rsid w:val="00BA4BE2"/>
    <w:rsid w:val="00BC3A2C"/>
    <w:rsid w:val="00BC3B90"/>
    <w:rsid w:val="00BC6A96"/>
    <w:rsid w:val="00BD3559"/>
    <w:rsid w:val="00BE0BE2"/>
    <w:rsid w:val="00BF4052"/>
    <w:rsid w:val="00C041E4"/>
    <w:rsid w:val="00C2561E"/>
    <w:rsid w:val="00C325C0"/>
    <w:rsid w:val="00C33469"/>
    <w:rsid w:val="00C43F03"/>
    <w:rsid w:val="00C556BA"/>
    <w:rsid w:val="00C6036B"/>
    <w:rsid w:val="00C62DCA"/>
    <w:rsid w:val="00C70A7E"/>
    <w:rsid w:val="00C81009"/>
    <w:rsid w:val="00C83FE8"/>
    <w:rsid w:val="00CB0AEA"/>
    <w:rsid w:val="00CB6D60"/>
    <w:rsid w:val="00CC4158"/>
    <w:rsid w:val="00CD1AB1"/>
    <w:rsid w:val="00CF1EEA"/>
    <w:rsid w:val="00CF4C29"/>
    <w:rsid w:val="00CF5BC4"/>
    <w:rsid w:val="00D0586E"/>
    <w:rsid w:val="00D200C8"/>
    <w:rsid w:val="00D31A20"/>
    <w:rsid w:val="00D4372C"/>
    <w:rsid w:val="00D44CD6"/>
    <w:rsid w:val="00D46204"/>
    <w:rsid w:val="00D61536"/>
    <w:rsid w:val="00D75590"/>
    <w:rsid w:val="00D9199B"/>
    <w:rsid w:val="00D93DE5"/>
    <w:rsid w:val="00D94594"/>
    <w:rsid w:val="00DD15B6"/>
    <w:rsid w:val="00DD79EB"/>
    <w:rsid w:val="00DE0D91"/>
    <w:rsid w:val="00DE4B9B"/>
    <w:rsid w:val="00DE6A1D"/>
    <w:rsid w:val="00E00128"/>
    <w:rsid w:val="00E320A0"/>
    <w:rsid w:val="00E35535"/>
    <w:rsid w:val="00E650E6"/>
    <w:rsid w:val="00E822D1"/>
    <w:rsid w:val="00E8312A"/>
    <w:rsid w:val="00E8437F"/>
    <w:rsid w:val="00EA7C03"/>
    <w:rsid w:val="00EB262B"/>
    <w:rsid w:val="00EC6572"/>
    <w:rsid w:val="00EC6659"/>
    <w:rsid w:val="00ED0480"/>
    <w:rsid w:val="00ED0E79"/>
    <w:rsid w:val="00ED4954"/>
    <w:rsid w:val="00EE3168"/>
    <w:rsid w:val="00EE38E1"/>
    <w:rsid w:val="00F12303"/>
    <w:rsid w:val="00F1496F"/>
    <w:rsid w:val="00F4507F"/>
    <w:rsid w:val="00F474F2"/>
    <w:rsid w:val="00F50BEE"/>
    <w:rsid w:val="00F51089"/>
    <w:rsid w:val="00F51B27"/>
    <w:rsid w:val="00F5312F"/>
    <w:rsid w:val="00F642A2"/>
    <w:rsid w:val="00F71A7B"/>
    <w:rsid w:val="00F740E9"/>
    <w:rsid w:val="00F807CE"/>
    <w:rsid w:val="00F860BA"/>
    <w:rsid w:val="00F87BC1"/>
    <w:rsid w:val="00F940D6"/>
    <w:rsid w:val="00F96FBF"/>
    <w:rsid w:val="00FA64F5"/>
    <w:rsid w:val="00FB4614"/>
    <w:rsid w:val="00FB4FA1"/>
    <w:rsid w:val="00FC4129"/>
    <w:rsid w:val="00FD6816"/>
    <w:rsid w:val="00FE167B"/>
    <w:rsid w:val="00FE65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359D810"/>
  <w15:docId w15:val="{474BEE3C-94E3-344B-AB36-21F4813CE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F8E"/>
    <w:pPr>
      <w:spacing w:after="200" w:line="276" w:lineRule="auto"/>
    </w:pPr>
    <w:rPr>
      <w:rFonts w:eastAsiaTheme="minorHAnsi"/>
      <w:sz w:val="22"/>
      <w:szCs w:val="22"/>
      <w:lang w:val="en-US" w:eastAsia="en-US"/>
    </w:rPr>
  </w:style>
  <w:style w:type="paragraph" w:styleId="Heading1">
    <w:name w:val="heading 1"/>
    <w:basedOn w:val="Normal"/>
    <w:next w:val="Normal"/>
    <w:link w:val="Heading1Char"/>
    <w:uiPriority w:val="9"/>
    <w:qFormat/>
    <w:rsid w:val="00170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2D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1276C"/>
    <w:pPr>
      <w:keepNext/>
      <w:keepLines/>
      <w:spacing w:before="200" w:after="0"/>
      <w:outlineLvl w:val="2"/>
    </w:pPr>
    <w:rPr>
      <w:rFonts w:asciiTheme="majorHAnsi" w:eastAsiaTheme="majorEastAsia" w:hAnsiTheme="majorHAnsi" w:cstheme="majorBidi"/>
      <w:b/>
      <w:bCs/>
      <w:color w:val="4F81BD" w:themeColor="accent1"/>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F8E"/>
    <w:rPr>
      <w:rFonts w:asciiTheme="majorHAnsi" w:eastAsiaTheme="majorEastAsia" w:hAnsiTheme="majorHAnsi" w:cstheme="majorBidi"/>
      <w:b/>
      <w:bCs/>
      <w:color w:val="365F91" w:themeColor="accent1" w:themeShade="BF"/>
      <w:sz w:val="28"/>
      <w:szCs w:val="28"/>
      <w:lang w:val="en-US" w:eastAsia="en-US"/>
    </w:rPr>
  </w:style>
  <w:style w:type="paragraph" w:styleId="ListParagraph">
    <w:name w:val="List Paragraph"/>
    <w:basedOn w:val="Normal"/>
    <w:uiPriority w:val="34"/>
    <w:qFormat/>
    <w:rsid w:val="00170F8E"/>
    <w:pPr>
      <w:ind w:left="720"/>
      <w:contextualSpacing/>
    </w:pPr>
  </w:style>
  <w:style w:type="paragraph" w:styleId="BodyText">
    <w:name w:val="Body Text"/>
    <w:basedOn w:val="Normal"/>
    <w:link w:val="BodyTextChar"/>
    <w:semiHidden/>
    <w:rsid w:val="00170F8E"/>
    <w:pPr>
      <w:spacing w:after="0" w:line="240" w:lineRule="auto"/>
      <w:jc w:val="both"/>
    </w:pPr>
    <w:rPr>
      <w:rFonts w:ascii="Times New Roman" w:eastAsia="Times New Roman" w:hAnsi="Times New Roman" w:cs="Times New Roman"/>
      <w:sz w:val="24"/>
      <w:szCs w:val="24"/>
      <w:lang w:val="pl-PL" w:eastAsia="pl-PL"/>
    </w:rPr>
  </w:style>
  <w:style w:type="character" w:customStyle="1" w:styleId="BodyTextChar">
    <w:name w:val="Body Text Char"/>
    <w:basedOn w:val="DefaultParagraphFont"/>
    <w:link w:val="BodyText"/>
    <w:semiHidden/>
    <w:rsid w:val="00170F8E"/>
    <w:rPr>
      <w:rFonts w:ascii="Times New Roman" w:eastAsia="Times New Roman" w:hAnsi="Times New Roman" w:cs="Times New Roman"/>
      <w:lang w:val="pl-PL"/>
    </w:rPr>
  </w:style>
  <w:style w:type="paragraph" w:styleId="Header">
    <w:name w:val="header"/>
    <w:basedOn w:val="Normal"/>
    <w:link w:val="HeaderChar"/>
    <w:uiPriority w:val="99"/>
    <w:unhideWhenUsed/>
    <w:rsid w:val="000E31EC"/>
    <w:pPr>
      <w:tabs>
        <w:tab w:val="center" w:pos="4703"/>
        <w:tab w:val="right" w:pos="9406"/>
      </w:tabs>
      <w:spacing w:after="0" w:line="240" w:lineRule="auto"/>
    </w:pPr>
  </w:style>
  <w:style w:type="character" w:customStyle="1" w:styleId="HeaderChar">
    <w:name w:val="Header Char"/>
    <w:basedOn w:val="DefaultParagraphFont"/>
    <w:link w:val="Header"/>
    <w:uiPriority w:val="99"/>
    <w:rsid w:val="000E31EC"/>
    <w:rPr>
      <w:rFonts w:eastAsiaTheme="minorHAnsi"/>
      <w:sz w:val="22"/>
      <w:szCs w:val="22"/>
      <w:lang w:val="en-US" w:eastAsia="en-US"/>
    </w:rPr>
  </w:style>
  <w:style w:type="paragraph" w:styleId="Footer">
    <w:name w:val="footer"/>
    <w:basedOn w:val="Normal"/>
    <w:link w:val="FooterChar"/>
    <w:uiPriority w:val="99"/>
    <w:unhideWhenUsed/>
    <w:rsid w:val="000E31EC"/>
    <w:pPr>
      <w:tabs>
        <w:tab w:val="center" w:pos="4703"/>
        <w:tab w:val="right" w:pos="9406"/>
      </w:tabs>
      <w:spacing w:after="0" w:line="240" w:lineRule="auto"/>
    </w:pPr>
  </w:style>
  <w:style w:type="character" w:customStyle="1" w:styleId="FooterChar">
    <w:name w:val="Footer Char"/>
    <w:basedOn w:val="DefaultParagraphFont"/>
    <w:link w:val="Footer"/>
    <w:uiPriority w:val="99"/>
    <w:rsid w:val="000E31EC"/>
    <w:rPr>
      <w:rFonts w:eastAsiaTheme="minorHAnsi"/>
      <w:sz w:val="22"/>
      <w:szCs w:val="22"/>
      <w:lang w:val="en-US" w:eastAsia="en-US"/>
    </w:rPr>
  </w:style>
  <w:style w:type="paragraph" w:styleId="BalloonText">
    <w:name w:val="Balloon Text"/>
    <w:basedOn w:val="Normal"/>
    <w:link w:val="BalloonTextChar"/>
    <w:uiPriority w:val="99"/>
    <w:semiHidden/>
    <w:unhideWhenUsed/>
    <w:rsid w:val="000E31E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1EC"/>
    <w:rPr>
      <w:rFonts w:ascii="Lucida Grande" w:eastAsiaTheme="minorHAnsi" w:hAnsi="Lucida Grande" w:cs="Lucida Grande"/>
      <w:sz w:val="18"/>
      <w:szCs w:val="18"/>
      <w:lang w:val="en-US" w:eastAsia="en-US"/>
    </w:rPr>
  </w:style>
  <w:style w:type="character" w:styleId="Hyperlink">
    <w:name w:val="Hyperlink"/>
    <w:basedOn w:val="DefaultParagraphFont"/>
    <w:uiPriority w:val="99"/>
    <w:unhideWhenUsed/>
    <w:rsid w:val="00706004"/>
    <w:rPr>
      <w:color w:val="0000FF" w:themeColor="hyperlink"/>
      <w:u w:val="single"/>
    </w:rPr>
  </w:style>
  <w:style w:type="character" w:styleId="PageNumber">
    <w:name w:val="page number"/>
    <w:basedOn w:val="DefaultParagraphFont"/>
    <w:uiPriority w:val="99"/>
    <w:semiHidden/>
    <w:unhideWhenUsed/>
    <w:rsid w:val="00931B7A"/>
  </w:style>
  <w:style w:type="character" w:styleId="Strong">
    <w:name w:val="Strong"/>
    <w:basedOn w:val="DefaultParagraphFont"/>
    <w:uiPriority w:val="22"/>
    <w:qFormat/>
    <w:rsid w:val="005F7012"/>
    <w:rPr>
      <w:b/>
      <w:bCs/>
    </w:rPr>
  </w:style>
  <w:style w:type="paragraph" w:styleId="FootnoteText">
    <w:name w:val="footnote text"/>
    <w:basedOn w:val="Normal"/>
    <w:link w:val="FootnoteTextChar"/>
    <w:uiPriority w:val="99"/>
    <w:unhideWhenUsed/>
    <w:rsid w:val="00285673"/>
    <w:pPr>
      <w:spacing w:after="0" w:line="240" w:lineRule="auto"/>
    </w:pPr>
    <w:rPr>
      <w:sz w:val="20"/>
      <w:szCs w:val="20"/>
      <w:lang w:val="pl-PL"/>
    </w:rPr>
  </w:style>
  <w:style w:type="character" w:customStyle="1" w:styleId="FootnoteTextChar">
    <w:name w:val="Footnote Text Char"/>
    <w:basedOn w:val="DefaultParagraphFont"/>
    <w:link w:val="FootnoteText"/>
    <w:uiPriority w:val="99"/>
    <w:rsid w:val="00285673"/>
    <w:rPr>
      <w:rFonts w:eastAsiaTheme="minorHAnsi"/>
      <w:sz w:val="20"/>
      <w:szCs w:val="20"/>
      <w:lang w:val="pl-PL" w:eastAsia="en-US"/>
    </w:rPr>
  </w:style>
  <w:style w:type="character" w:styleId="FootnoteReference">
    <w:name w:val="footnote reference"/>
    <w:basedOn w:val="DefaultParagraphFont"/>
    <w:uiPriority w:val="99"/>
    <w:unhideWhenUsed/>
    <w:rsid w:val="00285673"/>
    <w:rPr>
      <w:vertAlign w:val="superscript"/>
    </w:rPr>
  </w:style>
  <w:style w:type="paragraph" w:styleId="NormalWeb">
    <w:name w:val="Normal (Web)"/>
    <w:basedOn w:val="Normal"/>
    <w:uiPriority w:val="99"/>
    <w:unhideWhenUsed/>
    <w:rsid w:val="001006F5"/>
    <w:pPr>
      <w:spacing w:before="100" w:beforeAutospacing="1" w:after="100" w:afterAutospacing="1" w:line="240" w:lineRule="auto"/>
    </w:pPr>
    <w:rPr>
      <w:rFonts w:ascii="Times" w:eastAsiaTheme="minorEastAsia" w:hAnsi="Times" w:cs="Times New Roman"/>
      <w:sz w:val="20"/>
      <w:szCs w:val="20"/>
      <w:lang w:eastAsia="pl-PL"/>
    </w:rPr>
  </w:style>
  <w:style w:type="character" w:styleId="Emphasis">
    <w:name w:val="Emphasis"/>
    <w:basedOn w:val="DefaultParagraphFont"/>
    <w:uiPriority w:val="20"/>
    <w:qFormat/>
    <w:rsid w:val="001006F5"/>
    <w:rPr>
      <w:i/>
      <w:iCs/>
    </w:rPr>
  </w:style>
  <w:style w:type="character" w:customStyle="1" w:styleId="apple-converted-space">
    <w:name w:val="apple-converted-space"/>
    <w:basedOn w:val="DefaultParagraphFont"/>
    <w:rsid w:val="00F5312F"/>
  </w:style>
  <w:style w:type="character" w:customStyle="1" w:styleId="Heading2Char">
    <w:name w:val="Heading 2 Char"/>
    <w:basedOn w:val="DefaultParagraphFont"/>
    <w:link w:val="Heading2"/>
    <w:uiPriority w:val="9"/>
    <w:rsid w:val="00332DF1"/>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A1276C"/>
    <w:rPr>
      <w:rFonts w:asciiTheme="majorHAnsi" w:eastAsiaTheme="majorEastAsia" w:hAnsiTheme="majorHAnsi" w:cstheme="majorBidi"/>
      <w:b/>
      <w:bCs/>
      <w:color w:val="4F81BD" w:themeColor="accent1"/>
      <w:sz w:val="22"/>
      <w:szCs w:val="22"/>
      <w:lang w:val="pl-PL"/>
    </w:rPr>
  </w:style>
  <w:style w:type="paragraph" w:customStyle="1" w:styleId="Tekstwstpniesformatowany">
    <w:name w:val="Tekst wstępnie sformatowany"/>
    <w:basedOn w:val="Normal"/>
    <w:rsid w:val="00EE3168"/>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gmail-tekstwstpniesformatowany">
    <w:name w:val="gmail-tekstwstpniesformatowany"/>
    <w:basedOn w:val="Normal"/>
    <w:rsid w:val="00EE3168"/>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customStyle="1" w:styleId="c-messagebody">
    <w:name w:val="c-message__body"/>
    <w:basedOn w:val="DefaultParagraphFont"/>
    <w:rsid w:val="00EE3168"/>
  </w:style>
  <w:style w:type="paragraph" w:styleId="NoSpacing">
    <w:name w:val="No Spacing"/>
    <w:uiPriority w:val="1"/>
    <w:qFormat/>
    <w:rsid w:val="00787A25"/>
    <w:rPr>
      <w:rFonts w:eastAsiaTheme="minorHAnsi"/>
      <w:sz w:val="22"/>
      <w:szCs w:val="22"/>
      <w:lang w:val="en-US" w:eastAsia="en-US"/>
    </w:rPr>
  </w:style>
  <w:style w:type="character" w:styleId="UnresolvedMention">
    <w:name w:val="Unresolved Mention"/>
    <w:basedOn w:val="DefaultParagraphFont"/>
    <w:uiPriority w:val="99"/>
    <w:semiHidden/>
    <w:unhideWhenUsed/>
    <w:rsid w:val="006305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97441">
      <w:bodyDiv w:val="1"/>
      <w:marLeft w:val="0"/>
      <w:marRight w:val="0"/>
      <w:marTop w:val="0"/>
      <w:marBottom w:val="0"/>
      <w:divBdr>
        <w:top w:val="none" w:sz="0" w:space="0" w:color="auto"/>
        <w:left w:val="none" w:sz="0" w:space="0" w:color="auto"/>
        <w:bottom w:val="none" w:sz="0" w:space="0" w:color="auto"/>
        <w:right w:val="none" w:sz="0" w:space="0" w:color="auto"/>
      </w:divBdr>
    </w:div>
    <w:div w:id="49617508">
      <w:bodyDiv w:val="1"/>
      <w:marLeft w:val="0"/>
      <w:marRight w:val="0"/>
      <w:marTop w:val="0"/>
      <w:marBottom w:val="0"/>
      <w:divBdr>
        <w:top w:val="none" w:sz="0" w:space="0" w:color="auto"/>
        <w:left w:val="none" w:sz="0" w:space="0" w:color="auto"/>
        <w:bottom w:val="none" w:sz="0" w:space="0" w:color="auto"/>
        <w:right w:val="none" w:sz="0" w:space="0" w:color="auto"/>
      </w:divBdr>
    </w:div>
    <w:div w:id="167208814">
      <w:bodyDiv w:val="1"/>
      <w:marLeft w:val="0"/>
      <w:marRight w:val="0"/>
      <w:marTop w:val="0"/>
      <w:marBottom w:val="0"/>
      <w:divBdr>
        <w:top w:val="none" w:sz="0" w:space="0" w:color="auto"/>
        <w:left w:val="none" w:sz="0" w:space="0" w:color="auto"/>
        <w:bottom w:val="none" w:sz="0" w:space="0" w:color="auto"/>
        <w:right w:val="none" w:sz="0" w:space="0" w:color="auto"/>
      </w:divBdr>
    </w:div>
    <w:div w:id="216623622">
      <w:bodyDiv w:val="1"/>
      <w:marLeft w:val="0"/>
      <w:marRight w:val="0"/>
      <w:marTop w:val="0"/>
      <w:marBottom w:val="0"/>
      <w:divBdr>
        <w:top w:val="none" w:sz="0" w:space="0" w:color="auto"/>
        <w:left w:val="none" w:sz="0" w:space="0" w:color="auto"/>
        <w:bottom w:val="none" w:sz="0" w:space="0" w:color="auto"/>
        <w:right w:val="none" w:sz="0" w:space="0" w:color="auto"/>
      </w:divBdr>
    </w:div>
    <w:div w:id="280311316">
      <w:bodyDiv w:val="1"/>
      <w:marLeft w:val="0"/>
      <w:marRight w:val="0"/>
      <w:marTop w:val="0"/>
      <w:marBottom w:val="0"/>
      <w:divBdr>
        <w:top w:val="none" w:sz="0" w:space="0" w:color="auto"/>
        <w:left w:val="none" w:sz="0" w:space="0" w:color="auto"/>
        <w:bottom w:val="none" w:sz="0" w:space="0" w:color="auto"/>
        <w:right w:val="none" w:sz="0" w:space="0" w:color="auto"/>
      </w:divBdr>
    </w:div>
    <w:div w:id="383912583">
      <w:bodyDiv w:val="1"/>
      <w:marLeft w:val="0"/>
      <w:marRight w:val="0"/>
      <w:marTop w:val="0"/>
      <w:marBottom w:val="0"/>
      <w:divBdr>
        <w:top w:val="none" w:sz="0" w:space="0" w:color="auto"/>
        <w:left w:val="none" w:sz="0" w:space="0" w:color="auto"/>
        <w:bottom w:val="none" w:sz="0" w:space="0" w:color="auto"/>
        <w:right w:val="none" w:sz="0" w:space="0" w:color="auto"/>
      </w:divBdr>
    </w:div>
    <w:div w:id="546381294">
      <w:bodyDiv w:val="1"/>
      <w:marLeft w:val="0"/>
      <w:marRight w:val="0"/>
      <w:marTop w:val="0"/>
      <w:marBottom w:val="0"/>
      <w:divBdr>
        <w:top w:val="none" w:sz="0" w:space="0" w:color="auto"/>
        <w:left w:val="none" w:sz="0" w:space="0" w:color="auto"/>
        <w:bottom w:val="none" w:sz="0" w:space="0" w:color="auto"/>
        <w:right w:val="none" w:sz="0" w:space="0" w:color="auto"/>
      </w:divBdr>
    </w:div>
    <w:div w:id="563151466">
      <w:bodyDiv w:val="1"/>
      <w:marLeft w:val="0"/>
      <w:marRight w:val="0"/>
      <w:marTop w:val="0"/>
      <w:marBottom w:val="0"/>
      <w:divBdr>
        <w:top w:val="none" w:sz="0" w:space="0" w:color="auto"/>
        <w:left w:val="none" w:sz="0" w:space="0" w:color="auto"/>
        <w:bottom w:val="none" w:sz="0" w:space="0" w:color="auto"/>
        <w:right w:val="none" w:sz="0" w:space="0" w:color="auto"/>
      </w:divBdr>
    </w:div>
    <w:div w:id="650717465">
      <w:bodyDiv w:val="1"/>
      <w:marLeft w:val="0"/>
      <w:marRight w:val="0"/>
      <w:marTop w:val="0"/>
      <w:marBottom w:val="0"/>
      <w:divBdr>
        <w:top w:val="none" w:sz="0" w:space="0" w:color="auto"/>
        <w:left w:val="none" w:sz="0" w:space="0" w:color="auto"/>
        <w:bottom w:val="none" w:sz="0" w:space="0" w:color="auto"/>
        <w:right w:val="none" w:sz="0" w:space="0" w:color="auto"/>
      </w:divBdr>
      <w:divsChild>
        <w:div w:id="654841008">
          <w:marLeft w:val="0"/>
          <w:marRight w:val="0"/>
          <w:marTop w:val="0"/>
          <w:marBottom w:val="0"/>
          <w:divBdr>
            <w:top w:val="none" w:sz="0" w:space="0" w:color="auto"/>
            <w:left w:val="none" w:sz="0" w:space="0" w:color="auto"/>
            <w:bottom w:val="none" w:sz="0" w:space="0" w:color="auto"/>
            <w:right w:val="none" w:sz="0" w:space="0" w:color="auto"/>
          </w:divBdr>
          <w:divsChild>
            <w:div w:id="1745300624">
              <w:marLeft w:val="0"/>
              <w:marRight w:val="0"/>
              <w:marTop w:val="0"/>
              <w:marBottom w:val="0"/>
              <w:divBdr>
                <w:top w:val="none" w:sz="0" w:space="0" w:color="auto"/>
                <w:left w:val="none" w:sz="0" w:space="0" w:color="auto"/>
                <w:bottom w:val="none" w:sz="0" w:space="0" w:color="auto"/>
                <w:right w:val="none" w:sz="0" w:space="0" w:color="auto"/>
              </w:divBdr>
              <w:divsChild>
                <w:div w:id="4663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11459">
      <w:bodyDiv w:val="1"/>
      <w:marLeft w:val="0"/>
      <w:marRight w:val="0"/>
      <w:marTop w:val="0"/>
      <w:marBottom w:val="0"/>
      <w:divBdr>
        <w:top w:val="none" w:sz="0" w:space="0" w:color="auto"/>
        <w:left w:val="none" w:sz="0" w:space="0" w:color="auto"/>
        <w:bottom w:val="none" w:sz="0" w:space="0" w:color="auto"/>
        <w:right w:val="none" w:sz="0" w:space="0" w:color="auto"/>
      </w:divBdr>
    </w:div>
    <w:div w:id="684327233">
      <w:bodyDiv w:val="1"/>
      <w:marLeft w:val="0"/>
      <w:marRight w:val="0"/>
      <w:marTop w:val="0"/>
      <w:marBottom w:val="0"/>
      <w:divBdr>
        <w:top w:val="none" w:sz="0" w:space="0" w:color="auto"/>
        <w:left w:val="none" w:sz="0" w:space="0" w:color="auto"/>
        <w:bottom w:val="none" w:sz="0" w:space="0" w:color="auto"/>
        <w:right w:val="none" w:sz="0" w:space="0" w:color="auto"/>
      </w:divBdr>
    </w:div>
    <w:div w:id="742796023">
      <w:bodyDiv w:val="1"/>
      <w:marLeft w:val="0"/>
      <w:marRight w:val="0"/>
      <w:marTop w:val="0"/>
      <w:marBottom w:val="0"/>
      <w:divBdr>
        <w:top w:val="none" w:sz="0" w:space="0" w:color="auto"/>
        <w:left w:val="none" w:sz="0" w:space="0" w:color="auto"/>
        <w:bottom w:val="none" w:sz="0" w:space="0" w:color="auto"/>
        <w:right w:val="none" w:sz="0" w:space="0" w:color="auto"/>
      </w:divBdr>
    </w:div>
    <w:div w:id="756439484">
      <w:bodyDiv w:val="1"/>
      <w:marLeft w:val="0"/>
      <w:marRight w:val="0"/>
      <w:marTop w:val="0"/>
      <w:marBottom w:val="0"/>
      <w:divBdr>
        <w:top w:val="none" w:sz="0" w:space="0" w:color="auto"/>
        <w:left w:val="none" w:sz="0" w:space="0" w:color="auto"/>
        <w:bottom w:val="none" w:sz="0" w:space="0" w:color="auto"/>
        <w:right w:val="none" w:sz="0" w:space="0" w:color="auto"/>
      </w:divBdr>
    </w:div>
    <w:div w:id="762577140">
      <w:bodyDiv w:val="1"/>
      <w:marLeft w:val="0"/>
      <w:marRight w:val="0"/>
      <w:marTop w:val="0"/>
      <w:marBottom w:val="0"/>
      <w:divBdr>
        <w:top w:val="none" w:sz="0" w:space="0" w:color="auto"/>
        <w:left w:val="none" w:sz="0" w:space="0" w:color="auto"/>
        <w:bottom w:val="none" w:sz="0" w:space="0" w:color="auto"/>
        <w:right w:val="none" w:sz="0" w:space="0" w:color="auto"/>
      </w:divBdr>
    </w:div>
    <w:div w:id="1091782141">
      <w:bodyDiv w:val="1"/>
      <w:marLeft w:val="0"/>
      <w:marRight w:val="0"/>
      <w:marTop w:val="0"/>
      <w:marBottom w:val="0"/>
      <w:divBdr>
        <w:top w:val="none" w:sz="0" w:space="0" w:color="auto"/>
        <w:left w:val="none" w:sz="0" w:space="0" w:color="auto"/>
        <w:bottom w:val="none" w:sz="0" w:space="0" w:color="auto"/>
        <w:right w:val="none" w:sz="0" w:space="0" w:color="auto"/>
      </w:divBdr>
    </w:div>
    <w:div w:id="1178428480">
      <w:bodyDiv w:val="1"/>
      <w:marLeft w:val="0"/>
      <w:marRight w:val="0"/>
      <w:marTop w:val="0"/>
      <w:marBottom w:val="0"/>
      <w:divBdr>
        <w:top w:val="none" w:sz="0" w:space="0" w:color="auto"/>
        <w:left w:val="none" w:sz="0" w:space="0" w:color="auto"/>
        <w:bottom w:val="none" w:sz="0" w:space="0" w:color="auto"/>
        <w:right w:val="none" w:sz="0" w:space="0" w:color="auto"/>
      </w:divBdr>
    </w:div>
    <w:div w:id="1481534700">
      <w:bodyDiv w:val="1"/>
      <w:marLeft w:val="0"/>
      <w:marRight w:val="0"/>
      <w:marTop w:val="0"/>
      <w:marBottom w:val="0"/>
      <w:divBdr>
        <w:top w:val="none" w:sz="0" w:space="0" w:color="auto"/>
        <w:left w:val="none" w:sz="0" w:space="0" w:color="auto"/>
        <w:bottom w:val="none" w:sz="0" w:space="0" w:color="auto"/>
        <w:right w:val="none" w:sz="0" w:space="0" w:color="auto"/>
      </w:divBdr>
    </w:div>
    <w:div w:id="1594388559">
      <w:bodyDiv w:val="1"/>
      <w:marLeft w:val="0"/>
      <w:marRight w:val="0"/>
      <w:marTop w:val="0"/>
      <w:marBottom w:val="0"/>
      <w:divBdr>
        <w:top w:val="none" w:sz="0" w:space="0" w:color="auto"/>
        <w:left w:val="none" w:sz="0" w:space="0" w:color="auto"/>
        <w:bottom w:val="none" w:sz="0" w:space="0" w:color="auto"/>
        <w:right w:val="none" w:sz="0" w:space="0" w:color="auto"/>
      </w:divBdr>
    </w:div>
    <w:div w:id="1940408978">
      <w:bodyDiv w:val="1"/>
      <w:marLeft w:val="0"/>
      <w:marRight w:val="0"/>
      <w:marTop w:val="0"/>
      <w:marBottom w:val="0"/>
      <w:divBdr>
        <w:top w:val="none" w:sz="0" w:space="0" w:color="auto"/>
        <w:left w:val="none" w:sz="0" w:space="0" w:color="auto"/>
        <w:bottom w:val="none" w:sz="0" w:space="0" w:color="auto"/>
        <w:right w:val="none" w:sz="0" w:space="0" w:color="auto"/>
      </w:divBdr>
    </w:div>
    <w:div w:id="2045863049">
      <w:bodyDiv w:val="1"/>
      <w:marLeft w:val="0"/>
      <w:marRight w:val="0"/>
      <w:marTop w:val="0"/>
      <w:marBottom w:val="0"/>
      <w:divBdr>
        <w:top w:val="none" w:sz="0" w:space="0" w:color="auto"/>
        <w:left w:val="none" w:sz="0" w:space="0" w:color="auto"/>
        <w:bottom w:val="none" w:sz="0" w:space="0" w:color="auto"/>
        <w:right w:val="none" w:sz="0" w:space="0" w:color="auto"/>
      </w:divBdr>
    </w:div>
    <w:div w:id="2046130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filmspringopen.eu/e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arzynaczezyk/Library/Group%20Containers/UBF8T346G9.Office/User%20Content.localized/Templates.localized/filmspringopen.dotx"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177E5-0B22-41BD-BDC3-63D112E6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filmspringopen.dotx</Template>
  <TotalTime>2</TotalTime>
  <Pages>1</Pages>
  <Words>386</Words>
  <Characters>2203</Characters>
  <Application>Microsoft Office Word</Application>
  <DocSecurity>0</DocSecurity>
  <Lines>18</Lines>
  <Paragraphs>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Katarzyna Czeżyk</cp:lastModifiedBy>
  <cp:revision>1</cp:revision>
  <cp:lastPrinted>2019-02-25T14:30:00Z</cp:lastPrinted>
  <dcterms:created xsi:type="dcterms:W3CDTF">2020-09-23T18:41:00Z</dcterms:created>
  <dcterms:modified xsi:type="dcterms:W3CDTF">2020-09-23T18:43:00Z</dcterms:modified>
</cp:coreProperties>
</file>