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627EB" w14:textId="1B340502" w:rsidR="008F4A50" w:rsidRPr="008F4A50" w:rsidRDefault="008F4A50" w:rsidP="008F4A50">
      <w:pPr>
        <w:spacing w:before="100" w:beforeAutospacing="1" w:after="100" w:afterAutospacing="1" w:line="240" w:lineRule="auto"/>
        <w:jc w:val="center"/>
        <w:rPr>
          <w:rFonts w:ascii="Times New Roman" w:eastAsia="Times New Roman" w:hAnsi="Times New Roman" w:cs="Times New Roman"/>
          <w:b/>
          <w:bCs/>
          <w:sz w:val="24"/>
          <w:szCs w:val="24"/>
          <w:lang w:val="en-PL" w:eastAsia="en-GB"/>
        </w:rPr>
      </w:pPr>
      <w:r w:rsidRPr="008F4A50">
        <w:rPr>
          <w:rFonts w:ascii="Times New Roman" w:eastAsia="Times New Roman" w:hAnsi="Times New Roman" w:cs="Times New Roman"/>
          <w:b/>
          <w:bCs/>
          <w:sz w:val="24"/>
          <w:szCs w:val="24"/>
          <w:lang w:val="en-PL" w:eastAsia="en-GB"/>
        </w:rPr>
        <w:t>Zapraszamy do Grupy Narracji Interaktywnej</w:t>
      </w:r>
    </w:p>
    <w:p w14:paraId="108F8D4E" w14:textId="4A9A0D1E" w:rsidR="008F4A50" w:rsidRPr="008F4A50" w:rsidRDefault="008F4A50" w:rsidP="008F4A50">
      <w:pPr>
        <w:spacing w:before="100" w:beforeAutospacing="1" w:after="100" w:afterAutospacing="1" w:line="240" w:lineRule="auto"/>
        <w:rPr>
          <w:rFonts w:ascii="Times New Roman" w:eastAsia="Times New Roman" w:hAnsi="Times New Roman" w:cs="Times New Roman"/>
          <w:sz w:val="24"/>
          <w:szCs w:val="24"/>
          <w:lang w:val="en-PL" w:eastAsia="en-GB"/>
        </w:rPr>
      </w:pPr>
      <w:r w:rsidRPr="008F4A50">
        <w:rPr>
          <w:rFonts w:ascii="Times New Roman" w:eastAsia="Times New Roman" w:hAnsi="Times New Roman" w:cs="Times New Roman"/>
          <w:sz w:val="24"/>
          <w:szCs w:val="24"/>
          <w:lang w:val="en-PL" w:eastAsia="en-GB"/>
        </w:rPr>
        <w:t>Zapraszamy do Grupy Narracji Interaktywnej, którą, jak co roku, poprowadzą Florent Pallares, artysta i badacza w dziedzinie studiów filmowych i audiowizualnych, wykładowca na kierunku Diplôme Universitaire de Photojournalisme, Captation et Images Aériennes w Perpignan oraz reżyserka Barbara Kurzaj, współzałożyciele międzynarodowej grupy filmowej Red Eyes Cool.</w:t>
      </w:r>
    </w:p>
    <w:p w14:paraId="3FCD6999" w14:textId="49676143" w:rsidR="008F4A50" w:rsidRPr="008F4A50" w:rsidRDefault="008F4A50" w:rsidP="008F4A50">
      <w:pPr>
        <w:spacing w:before="100" w:beforeAutospacing="1" w:after="100" w:afterAutospacing="1" w:line="240" w:lineRule="auto"/>
        <w:rPr>
          <w:rFonts w:ascii="Times New Roman" w:eastAsia="Times New Roman" w:hAnsi="Times New Roman" w:cs="Times New Roman"/>
          <w:sz w:val="24"/>
          <w:szCs w:val="24"/>
          <w:lang w:val="pl-PL" w:eastAsia="en-GB"/>
        </w:rPr>
      </w:pPr>
      <w:r w:rsidRPr="008F4A50">
        <w:rPr>
          <w:rFonts w:ascii="Times New Roman" w:eastAsia="Times New Roman" w:hAnsi="Times New Roman" w:cs="Times New Roman"/>
          <w:b/>
          <w:bCs/>
          <w:sz w:val="24"/>
          <w:szCs w:val="24"/>
          <w:lang w:val="en-PL" w:eastAsia="en-GB"/>
        </w:rPr>
        <w:t>PROJEKT SUPER TRAMP</w:t>
      </w:r>
      <w:r>
        <w:rPr>
          <w:rFonts w:ascii="Times New Roman" w:eastAsia="Times New Roman" w:hAnsi="Times New Roman" w:cs="Times New Roman"/>
          <w:b/>
          <w:bCs/>
          <w:sz w:val="24"/>
          <w:szCs w:val="24"/>
          <w:lang w:val="pl-PL" w:eastAsia="en-GB"/>
        </w:rPr>
        <w:t>:</w:t>
      </w:r>
      <w:r>
        <w:rPr>
          <w:rFonts w:ascii="Times New Roman" w:eastAsia="Times New Roman" w:hAnsi="Times New Roman" w:cs="Times New Roman"/>
          <w:sz w:val="24"/>
          <w:szCs w:val="24"/>
          <w:lang w:val="pl-PL" w:eastAsia="en-GB"/>
        </w:rPr>
        <w:t xml:space="preserve"> </w:t>
      </w:r>
      <w:r w:rsidRPr="008F4A50">
        <w:rPr>
          <w:rFonts w:ascii="Times New Roman" w:eastAsia="Times New Roman" w:hAnsi="Times New Roman" w:cs="Times New Roman"/>
          <w:sz w:val="24"/>
          <w:szCs w:val="24"/>
          <w:lang w:val="en-PL" w:eastAsia="en-GB"/>
        </w:rPr>
        <w:t>Podczas Film Spring Open 2020 Grupa Narracji Interaktywnej będzie pracować nad projektem „Super Tramp” Jest to interaktywna opowieść oparta na międzynarodowym programie telewizyjnym typu reality show „Super Tramp”. Przy pomocy serii pytań wielokrotnego wyboru widzowie mają możliwość kształtowania w jakim kierunku podąża fabuła, podobnie jak w filmie „Black mirror: Bandersnatch”. Tematem jest rywalizacja pomiędzy bezdomnymi (ich role odgrywają aktorzy), wybranymi z różnych stron świata, których życie zmienia się tak, jak tego pragną widzowie. Publiczność może np. wybrać bezdomnych z Francji, Meksyku i Polski, a następnie zdecydować, kim każdy z nich zostanie: artystą, politykiem, sportowcem. Część tego projektu będzie realizowana także w Cabestany we Francji oraz w León w stanie Guanajuato w Meksyku. Podczas otwartych Plenerów grupa będzie pracować, inspirować oraz czerpać inspirację w formie „rezydencji artystycznej”. Celem jest stworzenie, w ciągu najbliższych  dwóch lat, pełnego interaktywnego filmu. Projekt ten jest otwarty dla wszystkich indywidualnych twórców filmowych, którzy chcą pomóc na różnych etapach tworzenia, a także dla wszystkich grup twórczych, które chciałyby kreować własne sceny w tej interaktywnej opowieści. MożecMożnaie pomóc przez jeden dzień, kilka dni lub przez cały czas trwania projektu. Po zakończeniu pierwszego montażu, projekt zostanie upubliczniony w różnych mediach społecznościowych, a filmowcy z całego świata będą mogli stworzyć własne sceny w celu dalszej rozbudowy tego interaktywnego filmu.</w:t>
      </w:r>
    </w:p>
    <w:p w14:paraId="630E76E6" w14:textId="3DDAF850" w:rsidR="00560767" w:rsidRPr="008F4A50" w:rsidRDefault="008F4A50" w:rsidP="008F4A50">
      <w:pPr>
        <w:spacing w:before="100" w:beforeAutospacing="1" w:after="100" w:afterAutospacing="1" w:line="240" w:lineRule="auto"/>
        <w:rPr>
          <w:rFonts w:ascii="Times New Roman" w:eastAsia="Times New Roman" w:hAnsi="Times New Roman" w:cs="Times New Roman"/>
          <w:sz w:val="24"/>
          <w:szCs w:val="24"/>
          <w:lang w:val="en-PL" w:eastAsia="en-GB"/>
        </w:rPr>
      </w:pPr>
      <w:r w:rsidRPr="008F4A50">
        <w:rPr>
          <w:rFonts w:ascii="Times New Roman" w:eastAsia="Times New Roman" w:hAnsi="Times New Roman" w:cs="Times New Roman"/>
          <w:sz w:val="24"/>
          <w:szCs w:val="24"/>
          <w:lang w:val="en-PL" w:eastAsia="en-GB"/>
        </w:rPr>
        <w:t>Aby dołączyć do grupy, należy zarejestrować się jako uczestnik/czka Film Spring Open oraz wysłać informację z potwierdzeniem do Red Eyes Cool na adres: contact@fsofrance.org</w:t>
      </w:r>
    </w:p>
    <w:p w14:paraId="3CF42E92" w14:textId="77777777" w:rsidR="00560767" w:rsidRPr="00560767" w:rsidRDefault="00560767" w:rsidP="00560767">
      <w:pPr>
        <w:jc w:val="both"/>
        <w:rPr>
          <w:rFonts w:ascii="Cambria" w:eastAsia="Times New Roman" w:hAnsi="Cambria" w:cs="Times New Roman"/>
          <w:sz w:val="24"/>
          <w:szCs w:val="24"/>
          <w:lang w:val="pl-PL" w:eastAsia="pl-PL"/>
        </w:rPr>
      </w:pPr>
      <w:r w:rsidRPr="00560767">
        <w:rPr>
          <w:rFonts w:ascii="Cambria" w:eastAsia="Times New Roman" w:hAnsi="Cambria" w:cs="Times New Roman"/>
          <w:sz w:val="24"/>
          <w:szCs w:val="24"/>
          <w:lang w:val="pl-PL" w:eastAsia="pl-PL"/>
        </w:rPr>
        <w:t xml:space="preserve">Plenery Film Spring Open to interdyscyplinarny projekt edukacyjny, skierowany do młodych twórców z branży audiowizualnej, powstały w 2005 roku dzięki inicjatywie prof. Sławomira Idziaka. </w:t>
      </w:r>
      <w:r w:rsidRPr="00560767">
        <w:rPr>
          <w:rFonts w:ascii="Cambria" w:eastAsia="Times New Roman" w:hAnsi="Cambria" w:cs="Times New Roman"/>
          <w:color w:val="000000"/>
          <w:sz w:val="24"/>
          <w:szCs w:val="24"/>
          <w:lang w:val="pl-PL" w:eastAsia="pl-PL"/>
        </w:rPr>
        <w:t xml:space="preserve">Tegoroczne </w:t>
      </w:r>
      <w:r w:rsidRPr="00560767">
        <w:rPr>
          <w:rFonts w:ascii="Cambria" w:eastAsia="Times New Roman" w:hAnsi="Cambria" w:cs="Times New Roman"/>
          <w:b/>
          <w:color w:val="000000"/>
          <w:sz w:val="24"/>
          <w:szCs w:val="24"/>
          <w:lang w:val="pl-PL" w:eastAsia="pl-PL"/>
        </w:rPr>
        <w:t xml:space="preserve">Plenery Film Spring Open 2020 </w:t>
      </w:r>
      <w:r w:rsidRPr="00560767">
        <w:rPr>
          <w:rFonts w:ascii="Cambria" w:eastAsia="Times New Roman" w:hAnsi="Cambria" w:cs="Times New Roman"/>
          <w:color w:val="000000"/>
          <w:sz w:val="24"/>
          <w:szCs w:val="24"/>
          <w:lang w:val="pl-PL" w:eastAsia="pl-PL"/>
        </w:rPr>
        <w:t>odbędą się w dniach 13–22.10.2020. Będzie to pierwsza edycja prowadzona online.</w:t>
      </w:r>
    </w:p>
    <w:p w14:paraId="73F09E7D" w14:textId="4556621F" w:rsidR="00560767" w:rsidRPr="008F4A50" w:rsidRDefault="00560767" w:rsidP="00560767">
      <w:pPr>
        <w:rPr>
          <w:lang w:val="pl-PL" w:eastAsia="pl-PL"/>
        </w:rPr>
      </w:pPr>
      <w:r w:rsidRPr="00957D32">
        <w:rPr>
          <w:lang w:val="pl-PL" w:eastAsia="pl-PL"/>
        </w:rPr>
        <w:t>Więcej informacji:</w:t>
      </w:r>
      <w:r w:rsidR="008F4A50">
        <w:rPr>
          <w:lang w:val="pl-PL" w:eastAsia="pl-PL"/>
        </w:rPr>
        <w:t xml:space="preserve"> </w:t>
      </w:r>
      <w:hyperlink r:id="rId8" w:history="1">
        <w:r w:rsidR="008F4A50" w:rsidRPr="00673C1C">
          <w:rPr>
            <w:rStyle w:val="Hyperlink"/>
            <w:lang w:val="pl-PL" w:eastAsia="pl-PL"/>
          </w:rPr>
          <w:t>http://filmspringopen.eu/pl/</w:t>
        </w:r>
      </w:hyperlink>
      <w:r w:rsidR="008F4A50">
        <w:rPr>
          <w:lang w:val="pl-PL" w:eastAsia="pl-PL"/>
        </w:rPr>
        <w:t xml:space="preserve"> </w:t>
      </w:r>
      <w:r w:rsidRPr="00957D32">
        <w:rPr>
          <w:rFonts w:ascii="Cambria" w:eastAsia="Times New Roman" w:hAnsi="Cambria" w:cs="Times New Roman"/>
          <w:color w:val="0000FF"/>
          <w:lang w:val="pl-PL" w:eastAsia="pl-PL"/>
        </w:rPr>
        <w:t>https://www.facebook.com/filmspringopen.eu/</w:t>
      </w:r>
    </w:p>
    <w:p w14:paraId="3A07F578" w14:textId="5FD73C14" w:rsidR="00560767" w:rsidRPr="00957D32" w:rsidRDefault="00560767" w:rsidP="00560767">
      <w:pPr>
        <w:rPr>
          <w:rFonts w:ascii="Cambria" w:eastAsia="Times New Roman" w:hAnsi="Cambria" w:cs="Times New Roman"/>
          <w:color w:val="000000"/>
          <w:lang w:val="pl-PL" w:eastAsia="pl-PL"/>
        </w:rPr>
      </w:pPr>
      <w:r w:rsidRPr="00957D32">
        <w:rPr>
          <w:rFonts w:ascii="Cambria" w:eastAsia="Times New Roman" w:hAnsi="Cambria" w:cs="Times New Roman"/>
          <w:color w:val="000000"/>
          <w:lang w:val="pl-PL" w:eastAsia="pl-PL"/>
        </w:rPr>
        <w:t>Kontakt:</w:t>
      </w:r>
      <w:r w:rsidR="008F4A50">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 xml:space="preserve">Katarzyna </w:t>
      </w:r>
      <w:proofErr w:type="spellStart"/>
      <w:r w:rsidRPr="00957D32">
        <w:rPr>
          <w:rFonts w:ascii="Cambria" w:eastAsia="Times New Roman" w:hAnsi="Cambria" w:cs="Times New Roman"/>
          <w:color w:val="000000"/>
          <w:lang w:val="pl-PL" w:eastAsia="pl-PL"/>
        </w:rPr>
        <w:t>Czeżyk</w:t>
      </w:r>
      <w:proofErr w:type="spellEnd"/>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 </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00"/>
          <w:lang w:val="pl-PL" w:eastAsia="pl-PL"/>
        </w:rPr>
        <w:t>+48 692 839</w:t>
      </w:r>
      <w:r>
        <w:rPr>
          <w:rFonts w:ascii="Cambria" w:eastAsia="Times New Roman" w:hAnsi="Cambria" w:cs="Times New Roman"/>
          <w:color w:val="000000"/>
          <w:lang w:val="pl-PL" w:eastAsia="pl-PL"/>
        </w:rPr>
        <w:t> </w:t>
      </w:r>
      <w:r w:rsidRPr="00957D32">
        <w:rPr>
          <w:rFonts w:ascii="Cambria" w:eastAsia="Times New Roman" w:hAnsi="Cambria" w:cs="Times New Roman"/>
          <w:color w:val="000000"/>
          <w:lang w:val="pl-PL" w:eastAsia="pl-PL"/>
        </w:rPr>
        <w:t>497</w:t>
      </w:r>
      <w:r>
        <w:rPr>
          <w:rFonts w:ascii="Cambria" w:eastAsia="Times New Roman" w:hAnsi="Cambria" w:cs="Times New Roman"/>
          <w:color w:val="000000"/>
          <w:lang w:val="pl-PL" w:eastAsia="pl-PL"/>
        </w:rPr>
        <w:t xml:space="preserve">     </w:t>
      </w:r>
      <w:r w:rsidRPr="00957D32">
        <w:rPr>
          <w:rFonts w:ascii="Cambria" w:eastAsia="Times New Roman" w:hAnsi="Cambria" w:cs="Times New Roman"/>
          <w:color w:val="0000FF"/>
          <w:lang w:val="pl-PL" w:eastAsia="pl-PL"/>
        </w:rPr>
        <w:t>kasiaczezyk@filmspringopen.eu</w:t>
      </w:r>
    </w:p>
    <w:p w14:paraId="7A647B46" w14:textId="77777777" w:rsidR="00463DCA" w:rsidRPr="00560767" w:rsidRDefault="00463DCA" w:rsidP="00EE3168">
      <w:pPr>
        <w:pStyle w:val="Tekstwstpniesformatowany"/>
        <w:rPr>
          <w:rFonts w:ascii="Cambria" w:hAnsi="Cambria" w:cs="Calibri"/>
          <w:sz w:val="22"/>
          <w:szCs w:val="22"/>
          <w:lang w:val="pl-PL"/>
        </w:rPr>
      </w:pPr>
    </w:p>
    <w:p w14:paraId="2E575A04" w14:textId="77777777" w:rsidR="00463DCA" w:rsidRPr="00560767" w:rsidRDefault="00463DCA" w:rsidP="00EE3168">
      <w:pPr>
        <w:pStyle w:val="Tekstwstpniesformatowany"/>
        <w:rPr>
          <w:rFonts w:ascii="Cambria" w:hAnsi="Cambria" w:cs="Calibri"/>
          <w:sz w:val="22"/>
          <w:szCs w:val="22"/>
          <w:lang w:val="pl-PL"/>
        </w:rPr>
      </w:pPr>
    </w:p>
    <w:p w14:paraId="68250E83" w14:textId="77777777" w:rsidR="00EE3168" w:rsidRPr="00957D32" w:rsidRDefault="00EE3168" w:rsidP="00EE3168">
      <w:pPr>
        <w:pStyle w:val="Tekstwstpniesformatowany"/>
        <w:jc w:val="center"/>
        <w:rPr>
          <w:rFonts w:ascii="Cambria" w:hAnsi="Cambria" w:cs="Calibri"/>
          <w:lang w:val="pl-PL"/>
        </w:rPr>
      </w:pPr>
      <w:r w:rsidRPr="00957D32">
        <w:rPr>
          <w:rFonts w:ascii="Cambria" w:hAnsi="Cambria" w:cs="Calibri"/>
          <w:lang w:val="pl-PL"/>
        </w:rPr>
        <w:t>Dofinansowano ze środków Ministra Kultury i Dziedzictwa Narodowego pochodzących z Funduszu Promocji Kultury, Polskiego Instytutu S</w:t>
      </w:r>
      <w:r w:rsidR="00463DCA">
        <w:rPr>
          <w:rFonts w:ascii="Cambria" w:hAnsi="Cambria" w:cs="Calibri"/>
          <w:lang w:val="pl-PL"/>
        </w:rPr>
        <w:t>ztuki Filmowej, Miasta Krakowa</w:t>
      </w:r>
    </w:p>
    <w:p w14:paraId="70AAA73B" w14:textId="77777777" w:rsidR="00D200C8" w:rsidRPr="00463DCA" w:rsidRDefault="00D200C8" w:rsidP="00C2561E">
      <w:pPr>
        <w:rPr>
          <w:lang w:val="pl-PL"/>
        </w:rPr>
      </w:pPr>
    </w:p>
    <w:sectPr w:rsidR="00D200C8" w:rsidRPr="00463DCA" w:rsidSect="000279BD">
      <w:headerReference w:type="default" r:id="rId9"/>
      <w:footerReference w:type="even" r:id="rId10"/>
      <w:footerReference w:type="default" r:id="rId11"/>
      <w:pgSz w:w="12240" w:h="15840"/>
      <w:pgMar w:top="720" w:right="720" w:bottom="0" w:left="720"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AABD0" w14:textId="77777777" w:rsidR="0053340F" w:rsidRDefault="0053340F" w:rsidP="000E31EC">
      <w:pPr>
        <w:spacing w:after="0" w:line="240" w:lineRule="auto"/>
      </w:pPr>
      <w:r>
        <w:separator/>
      </w:r>
    </w:p>
  </w:endnote>
  <w:endnote w:type="continuationSeparator" w:id="0">
    <w:p w14:paraId="238428AE" w14:textId="77777777" w:rsidR="0053340F" w:rsidRDefault="0053340F" w:rsidP="000E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A1E0C" w14:textId="77777777" w:rsidR="00C83FE8" w:rsidRDefault="006F49C3" w:rsidP="00931B7A">
    <w:pPr>
      <w:pStyle w:val="Footer"/>
      <w:framePr w:wrap="around" w:vAnchor="text" w:hAnchor="margin" w:xAlign="right" w:y="1"/>
      <w:rPr>
        <w:rStyle w:val="PageNumber"/>
      </w:rPr>
    </w:pPr>
    <w:r>
      <w:rPr>
        <w:rStyle w:val="PageNumber"/>
      </w:rPr>
      <w:fldChar w:fldCharType="begin"/>
    </w:r>
    <w:r w:rsidR="00C83FE8">
      <w:rPr>
        <w:rStyle w:val="PageNumber"/>
      </w:rPr>
      <w:instrText xml:space="preserve">PAGE  </w:instrText>
    </w:r>
    <w:r>
      <w:rPr>
        <w:rStyle w:val="PageNumber"/>
      </w:rPr>
      <w:fldChar w:fldCharType="end"/>
    </w:r>
  </w:p>
  <w:p w14:paraId="152FA72D" w14:textId="77777777" w:rsidR="00C83FE8" w:rsidRDefault="00C83FE8" w:rsidP="00931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0106D" w14:textId="77777777" w:rsidR="000279BD" w:rsidRPr="000279BD" w:rsidRDefault="00463DCA" w:rsidP="000279BD">
    <w:pPr>
      <w:pStyle w:val="Footer"/>
      <w:ind w:right="360"/>
      <w:rPr>
        <w:lang w:val="pl-PL"/>
      </w:rPr>
    </w:pPr>
    <w:r>
      <w:rPr>
        <w:noProof/>
        <w:lang w:val="pl-PL" w:eastAsia="pl-PL"/>
      </w:rPr>
      <w:drawing>
        <wp:inline distT="0" distB="0" distL="0" distR="0" wp14:anchorId="10BA5737" wp14:editId="57B08C61">
          <wp:extent cx="6858000" cy="1262380"/>
          <wp:effectExtent l="19050" t="0" r="0" b="0"/>
          <wp:docPr id="5" name="Obraz 4" descr="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stretch>
                    <a:fillRect/>
                  </a:stretch>
                </pic:blipFill>
                <pic:spPr>
                  <a:xfrm>
                    <a:off x="0" y="0"/>
                    <a:ext cx="6858000" cy="1262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36E8A" w14:textId="77777777" w:rsidR="0053340F" w:rsidRDefault="0053340F" w:rsidP="000E31EC">
      <w:pPr>
        <w:spacing w:after="0" w:line="240" w:lineRule="auto"/>
      </w:pPr>
      <w:r>
        <w:separator/>
      </w:r>
    </w:p>
  </w:footnote>
  <w:footnote w:type="continuationSeparator" w:id="0">
    <w:p w14:paraId="3EB69CE8" w14:textId="77777777" w:rsidR="0053340F" w:rsidRDefault="0053340F" w:rsidP="000E3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3C2A7" w14:textId="77777777" w:rsidR="00C83FE8" w:rsidRDefault="00C83FE8">
    <w:pPr>
      <w:pStyle w:val="Header"/>
    </w:pPr>
    <w:r>
      <w:rPr>
        <w:rFonts w:ascii="Arial" w:eastAsia="Calibri" w:hAnsi="Arial" w:cs="Arial"/>
        <w:noProof/>
        <w:color w:val="0000FF"/>
        <w:lang w:val="pl-PL" w:eastAsia="pl-PL"/>
      </w:rPr>
      <w:drawing>
        <wp:inline distT="0" distB="0" distL="0" distR="0" wp14:anchorId="796F21E7" wp14:editId="3774A3BD">
          <wp:extent cx="2850515" cy="578485"/>
          <wp:effectExtent l="0" t="0" r="0" b="5715"/>
          <wp:docPr id="2" name="Obraz 2" descr="Opis: Macintosh HD:Users:gosiatusk:Documents:FSO 2011 KRAKOW:LOGO - TO PRINT:FS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Macintosh HD:Users:gosiatusk:Documents:FSO 2011 KRAKOW:LOGO - TO PRINT:FSO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0515" cy="578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851"/>
    <w:multiLevelType w:val="hybridMultilevel"/>
    <w:tmpl w:val="83B895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2CAB"/>
    <w:multiLevelType w:val="hybridMultilevel"/>
    <w:tmpl w:val="E40AEA8E"/>
    <w:lvl w:ilvl="0" w:tplc="9C7A7C58">
      <w:start w:val="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2C60"/>
    <w:multiLevelType w:val="hybridMultilevel"/>
    <w:tmpl w:val="93B4F2EC"/>
    <w:lvl w:ilvl="0" w:tplc="67E6435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F2205"/>
    <w:multiLevelType w:val="hybridMultilevel"/>
    <w:tmpl w:val="157207D8"/>
    <w:lvl w:ilvl="0" w:tplc="0134A47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F2F77"/>
    <w:multiLevelType w:val="hybridMultilevel"/>
    <w:tmpl w:val="EB44571C"/>
    <w:lvl w:ilvl="0" w:tplc="91D05DBE">
      <w:start w:val="1"/>
      <w:numFmt w:val="bullet"/>
      <w:lvlText w:val=""/>
      <w:lvlJc w:val="left"/>
      <w:pPr>
        <w:ind w:left="760" w:hanging="360"/>
      </w:pPr>
      <w:rPr>
        <w:rFonts w:ascii="Wingdings 2" w:hAnsi="Wingdings 2"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Marlett" w:hAnsi="Marlett"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Marlett" w:hAnsi="Marlett"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Marlett" w:hAnsi="Marlett" w:hint="default"/>
      </w:rPr>
    </w:lvl>
  </w:abstractNum>
  <w:abstractNum w:abstractNumId="5" w15:restartNumberingAfterBreak="0">
    <w:nsid w:val="0FEA40E5"/>
    <w:multiLevelType w:val="hybridMultilevel"/>
    <w:tmpl w:val="D05E45A4"/>
    <w:lvl w:ilvl="0" w:tplc="B9B49D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161F2"/>
    <w:multiLevelType w:val="hybridMultilevel"/>
    <w:tmpl w:val="A13C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25E88"/>
    <w:multiLevelType w:val="hybridMultilevel"/>
    <w:tmpl w:val="BA7A6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32BBC"/>
    <w:multiLevelType w:val="hybridMultilevel"/>
    <w:tmpl w:val="2736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64191E"/>
    <w:multiLevelType w:val="hybridMultilevel"/>
    <w:tmpl w:val="982AFDC8"/>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15:restartNumberingAfterBreak="0">
    <w:nsid w:val="1D103599"/>
    <w:multiLevelType w:val="hybridMultilevel"/>
    <w:tmpl w:val="C93E0E2E"/>
    <w:lvl w:ilvl="0" w:tplc="D5FCD8C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C6A84"/>
    <w:multiLevelType w:val="hybridMultilevel"/>
    <w:tmpl w:val="A86E10C6"/>
    <w:lvl w:ilvl="0" w:tplc="3E5EF7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273"/>
    <w:multiLevelType w:val="hybridMultilevel"/>
    <w:tmpl w:val="F6222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9465B7"/>
    <w:multiLevelType w:val="hybridMultilevel"/>
    <w:tmpl w:val="C1A0C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95685"/>
    <w:multiLevelType w:val="hybridMultilevel"/>
    <w:tmpl w:val="24BA5D9E"/>
    <w:lvl w:ilvl="0" w:tplc="FF18FB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E0746"/>
    <w:multiLevelType w:val="hybridMultilevel"/>
    <w:tmpl w:val="6F0A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070837"/>
    <w:multiLevelType w:val="hybridMultilevel"/>
    <w:tmpl w:val="C79AD782"/>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7" w15:restartNumberingAfterBreak="0">
    <w:nsid w:val="35E25294"/>
    <w:multiLevelType w:val="hybridMultilevel"/>
    <w:tmpl w:val="75745F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7D03D6D"/>
    <w:multiLevelType w:val="hybridMultilevel"/>
    <w:tmpl w:val="641E390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 w15:restartNumberingAfterBreak="0">
    <w:nsid w:val="4DBA0DF9"/>
    <w:multiLevelType w:val="hybridMultilevel"/>
    <w:tmpl w:val="B85C2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D84020"/>
    <w:multiLevelType w:val="hybridMultilevel"/>
    <w:tmpl w:val="944ED856"/>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1" w15:restartNumberingAfterBreak="0">
    <w:nsid w:val="60765029"/>
    <w:multiLevelType w:val="hybridMultilevel"/>
    <w:tmpl w:val="18B08AD4"/>
    <w:lvl w:ilvl="0" w:tplc="249CE72C">
      <w:start w:val="6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B936C8"/>
    <w:multiLevelType w:val="hybridMultilevel"/>
    <w:tmpl w:val="2DEAC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B534D"/>
    <w:multiLevelType w:val="hybridMultilevel"/>
    <w:tmpl w:val="F60A6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5B40F9"/>
    <w:multiLevelType w:val="hybridMultilevel"/>
    <w:tmpl w:val="C53E8644"/>
    <w:lvl w:ilvl="0" w:tplc="91D05DBE">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5" w15:restartNumberingAfterBreak="0">
    <w:nsid w:val="6F8D449B"/>
    <w:multiLevelType w:val="hybridMultilevel"/>
    <w:tmpl w:val="5D0E364E"/>
    <w:lvl w:ilvl="0" w:tplc="6E64681C">
      <w:start w:val="3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2459F"/>
    <w:multiLevelType w:val="hybridMultilevel"/>
    <w:tmpl w:val="F8D46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5B6CD8"/>
    <w:multiLevelType w:val="hybridMultilevel"/>
    <w:tmpl w:val="A16883C6"/>
    <w:lvl w:ilvl="0" w:tplc="C0D2CA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A324D"/>
    <w:multiLevelType w:val="hybridMultilevel"/>
    <w:tmpl w:val="3B4E80BC"/>
    <w:lvl w:ilvl="0" w:tplc="ABBE412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37270"/>
    <w:multiLevelType w:val="hybridMultilevel"/>
    <w:tmpl w:val="110C6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0"/>
  </w:num>
  <w:num w:numId="4">
    <w:abstractNumId w:val="9"/>
  </w:num>
  <w:num w:numId="5">
    <w:abstractNumId w:val="16"/>
  </w:num>
  <w:num w:numId="6">
    <w:abstractNumId w:val="15"/>
  </w:num>
  <w:num w:numId="7">
    <w:abstractNumId w:val="23"/>
  </w:num>
  <w:num w:numId="8">
    <w:abstractNumId w:val="25"/>
  </w:num>
  <w:num w:numId="9">
    <w:abstractNumId w:val="1"/>
  </w:num>
  <w:num w:numId="10">
    <w:abstractNumId w:val="21"/>
  </w:num>
  <w:num w:numId="11">
    <w:abstractNumId w:val="10"/>
  </w:num>
  <w:num w:numId="12">
    <w:abstractNumId w:val="2"/>
  </w:num>
  <w:num w:numId="13">
    <w:abstractNumId w:val="11"/>
  </w:num>
  <w:num w:numId="14">
    <w:abstractNumId w:val="27"/>
  </w:num>
  <w:num w:numId="15">
    <w:abstractNumId w:val="14"/>
  </w:num>
  <w:num w:numId="16">
    <w:abstractNumId w:val="3"/>
  </w:num>
  <w:num w:numId="17">
    <w:abstractNumId w:val="22"/>
  </w:num>
  <w:num w:numId="18">
    <w:abstractNumId w:val="5"/>
  </w:num>
  <w:num w:numId="19">
    <w:abstractNumId w:val="26"/>
  </w:num>
  <w:num w:numId="20">
    <w:abstractNumId w:val="8"/>
  </w:num>
  <w:num w:numId="21">
    <w:abstractNumId w:val="18"/>
  </w:num>
  <w:num w:numId="22">
    <w:abstractNumId w:val="7"/>
  </w:num>
  <w:num w:numId="23">
    <w:abstractNumId w:val="0"/>
  </w:num>
  <w:num w:numId="24">
    <w:abstractNumId w:val="12"/>
  </w:num>
  <w:num w:numId="25">
    <w:abstractNumId w:val="19"/>
  </w:num>
  <w:num w:numId="26">
    <w:abstractNumId w:val="29"/>
  </w:num>
  <w:num w:numId="27">
    <w:abstractNumId w:val="6"/>
  </w:num>
  <w:num w:numId="28">
    <w:abstractNumId w:val="28"/>
  </w:num>
  <w:num w:numId="29">
    <w:abstractNumId w:val="1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A50"/>
    <w:rsid w:val="000005B6"/>
    <w:rsid w:val="00002D18"/>
    <w:rsid w:val="00007A81"/>
    <w:rsid w:val="0001780E"/>
    <w:rsid w:val="000279BD"/>
    <w:rsid w:val="00031F0C"/>
    <w:rsid w:val="000366D3"/>
    <w:rsid w:val="000416A6"/>
    <w:rsid w:val="00042D75"/>
    <w:rsid w:val="000544A3"/>
    <w:rsid w:val="00063273"/>
    <w:rsid w:val="0006613F"/>
    <w:rsid w:val="00066734"/>
    <w:rsid w:val="000700CF"/>
    <w:rsid w:val="000716A9"/>
    <w:rsid w:val="0007232D"/>
    <w:rsid w:val="00076552"/>
    <w:rsid w:val="0007733B"/>
    <w:rsid w:val="00077890"/>
    <w:rsid w:val="000836AD"/>
    <w:rsid w:val="00086E74"/>
    <w:rsid w:val="000903B2"/>
    <w:rsid w:val="000B41D6"/>
    <w:rsid w:val="000E31EC"/>
    <w:rsid w:val="000F3944"/>
    <w:rsid w:val="001006F5"/>
    <w:rsid w:val="001044CD"/>
    <w:rsid w:val="001246AC"/>
    <w:rsid w:val="00125AD0"/>
    <w:rsid w:val="00136AD6"/>
    <w:rsid w:val="001379DB"/>
    <w:rsid w:val="00137C4E"/>
    <w:rsid w:val="0015377B"/>
    <w:rsid w:val="00155D06"/>
    <w:rsid w:val="001567F3"/>
    <w:rsid w:val="0015699E"/>
    <w:rsid w:val="00160C58"/>
    <w:rsid w:val="0016128C"/>
    <w:rsid w:val="0016413A"/>
    <w:rsid w:val="00164BE1"/>
    <w:rsid w:val="0017072A"/>
    <w:rsid w:val="00170F8E"/>
    <w:rsid w:val="00190CF2"/>
    <w:rsid w:val="001A0FF9"/>
    <w:rsid w:val="001B7175"/>
    <w:rsid w:val="001C51E5"/>
    <w:rsid w:val="001E0107"/>
    <w:rsid w:val="001E3254"/>
    <w:rsid w:val="001F07B9"/>
    <w:rsid w:val="001F0C7F"/>
    <w:rsid w:val="001F3054"/>
    <w:rsid w:val="001F3DEF"/>
    <w:rsid w:val="001F58B9"/>
    <w:rsid w:val="001F6D83"/>
    <w:rsid w:val="00202EBB"/>
    <w:rsid w:val="00212950"/>
    <w:rsid w:val="00214481"/>
    <w:rsid w:val="00214D39"/>
    <w:rsid w:val="00225477"/>
    <w:rsid w:val="00225878"/>
    <w:rsid w:val="00233067"/>
    <w:rsid w:val="002352ED"/>
    <w:rsid w:val="00246677"/>
    <w:rsid w:val="0027532C"/>
    <w:rsid w:val="002755D4"/>
    <w:rsid w:val="00280A69"/>
    <w:rsid w:val="002840D6"/>
    <w:rsid w:val="00284150"/>
    <w:rsid w:val="00285673"/>
    <w:rsid w:val="00293965"/>
    <w:rsid w:val="002978DB"/>
    <w:rsid w:val="002A1C84"/>
    <w:rsid w:val="002B318A"/>
    <w:rsid w:val="002C1303"/>
    <w:rsid w:val="002C6251"/>
    <w:rsid w:val="002D33F6"/>
    <w:rsid w:val="002D47D0"/>
    <w:rsid w:val="002E3E7F"/>
    <w:rsid w:val="00311AF9"/>
    <w:rsid w:val="00311DA7"/>
    <w:rsid w:val="00320F96"/>
    <w:rsid w:val="0032284B"/>
    <w:rsid w:val="0033038A"/>
    <w:rsid w:val="00332A44"/>
    <w:rsid w:val="00332DF1"/>
    <w:rsid w:val="00333FD5"/>
    <w:rsid w:val="003376A5"/>
    <w:rsid w:val="00341513"/>
    <w:rsid w:val="00343DD5"/>
    <w:rsid w:val="00345909"/>
    <w:rsid w:val="003563DA"/>
    <w:rsid w:val="00357D6E"/>
    <w:rsid w:val="00373D44"/>
    <w:rsid w:val="00374653"/>
    <w:rsid w:val="00392233"/>
    <w:rsid w:val="003A4BA9"/>
    <w:rsid w:val="003A698E"/>
    <w:rsid w:val="003C3C7D"/>
    <w:rsid w:val="003C7893"/>
    <w:rsid w:val="003D3B44"/>
    <w:rsid w:val="003D3ECE"/>
    <w:rsid w:val="003D764B"/>
    <w:rsid w:val="003E33A7"/>
    <w:rsid w:val="003F199B"/>
    <w:rsid w:val="00400926"/>
    <w:rsid w:val="00402315"/>
    <w:rsid w:val="00402574"/>
    <w:rsid w:val="0041007E"/>
    <w:rsid w:val="00416124"/>
    <w:rsid w:val="0042754A"/>
    <w:rsid w:val="00431CA3"/>
    <w:rsid w:val="004467FD"/>
    <w:rsid w:val="00463DCA"/>
    <w:rsid w:val="00490F57"/>
    <w:rsid w:val="004970B3"/>
    <w:rsid w:val="004977E4"/>
    <w:rsid w:val="004A1106"/>
    <w:rsid w:val="004A604C"/>
    <w:rsid w:val="004B4C9E"/>
    <w:rsid w:val="004C57C3"/>
    <w:rsid w:val="004C65D4"/>
    <w:rsid w:val="004D19BA"/>
    <w:rsid w:val="004E1EF1"/>
    <w:rsid w:val="004F29AC"/>
    <w:rsid w:val="004F5B4F"/>
    <w:rsid w:val="005329E5"/>
    <w:rsid w:val="0053340F"/>
    <w:rsid w:val="00546F37"/>
    <w:rsid w:val="00560591"/>
    <w:rsid w:val="00560767"/>
    <w:rsid w:val="005738C7"/>
    <w:rsid w:val="00584826"/>
    <w:rsid w:val="005A07F2"/>
    <w:rsid w:val="005A761F"/>
    <w:rsid w:val="005B06F6"/>
    <w:rsid w:val="005D7CDF"/>
    <w:rsid w:val="005F4437"/>
    <w:rsid w:val="005F4D8A"/>
    <w:rsid w:val="005F7012"/>
    <w:rsid w:val="00614009"/>
    <w:rsid w:val="00626ACB"/>
    <w:rsid w:val="00631A93"/>
    <w:rsid w:val="0064364C"/>
    <w:rsid w:val="00652EB3"/>
    <w:rsid w:val="00653D06"/>
    <w:rsid w:val="006548D9"/>
    <w:rsid w:val="00665CF7"/>
    <w:rsid w:val="006766C1"/>
    <w:rsid w:val="00681132"/>
    <w:rsid w:val="006B2B44"/>
    <w:rsid w:val="006B51EA"/>
    <w:rsid w:val="006D1207"/>
    <w:rsid w:val="006D2154"/>
    <w:rsid w:val="006E27DE"/>
    <w:rsid w:val="006F2BC3"/>
    <w:rsid w:val="006F49C3"/>
    <w:rsid w:val="00702670"/>
    <w:rsid w:val="0070289C"/>
    <w:rsid w:val="00706004"/>
    <w:rsid w:val="00716FEE"/>
    <w:rsid w:val="0071761C"/>
    <w:rsid w:val="00717F36"/>
    <w:rsid w:val="00742BE7"/>
    <w:rsid w:val="0074460B"/>
    <w:rsid w:val="00761FE0"/>
    <w:rsid w:val="0078117A"/>
    <w:rsid w:val="007A05E4"/>
    <w:rsid w:val="007B28FE"/>
    <w:rsid w:val="007B624F"/>
    <w:rsid w:val="007C5C24"/>
    <w:rsid w:val="007C680C"/>
    <w:rsid w:val="007D5D2A"/>
    <w:rsid w:val="007F55A9"/>
    <w:rsid w:val="008011EE"/>
    <w:rsid w:val="00807443"/>
    <w:rsid w:val="008110AE"/>
    <w:rsid w:val="00824D3B"/>
    <w:rsid w:val="00840200"/>
    <w:rsid w:val="00853474"/>
    <w:rsid w:val="008545DE"/>
    <w:rsid w:val="0086628B"/>
    <w:rsid w:val="00876DF4"/>
    <w:rsid w:val="008A3567"/>
    <w:rsid w:val="008A4F3D"/>
    <w:rsid w:val="008B263F"/>
    <w:rsid w:val="008B5BBB"/>
    <w:rsid w:val="008E02A7"/>
    <w:rsid w:val="008E2C30"/>
    <w:rsid w:val="008E657A"/>
    <w:rsid w:val="008E6BCD"/>
    <w:rsid w:val="008F4A50"/>
    <w:rsid w:val="008F7E7E"/>
    <w:rsid w:val="00906508"/>
    <w:rsid w:val="009130D3"/>
    <w:rsid w:val="00913AAA"/>
    <w:rsid w:val="00921C51"/>
    <w:rsid w:val="00931B7A"/>
    <w:rsid w:val="009430B2"/>
    <w:rsid w:val="00944E6E"/>
    <w:rsid w:val="009451E9"/>
    <w:rsid w:val="009522E8"/>
    <w:rsid w:val="00954853"/>
    <w:rsid w:val="00957D32"/>
    <w:rsid w:val="00964CAE"/>
    <w:rsid w:val="00973640"/>
    <w:rsid w:val="00980554"/>
    <w:rsid w:val="00981AC2"/>
    <w:rsid w:val="00982DBC"/>
    <w:rsid w:val="009A16E3"/>
    <w:rsid w:val="009A5799"/>
    <w:rsid w:val="009B3D3A"/>
    <w:rsid w:val="009B71FF"/>
    <w:rsid w:val="009B76C1"/>
    <w:rsid w:val="009C41E8"/>
    <w:rsid w:val="009C5C6E"/>
    <w:rsid w:val="009E1BA0"/>
    <w:rsid w:val="009E6576"/>
    <w:rsid w:val="009F1AC7"/>
    <w:rsid w:val="009F346C"/>
    <w:rsid w:val="009F3861"/>
    <w:rsid w:val="009F7E7F"/>
    <w:rsid w:val="009F7EE1"/>
    <w:rsid w:val="00A03A88"/>
    <w:rsid w:val="00A1276C"/>
    <w:rsid w:val="00A12FFC"/>
    <w:rsid w:val="00A139DA"/>
    <w:rsid w:val="00A22EBE"/>
    <w:rsid w:val="00A318A1"/>
    <w:rsid w:val="00A3289D"/>
    <w:rsid w:val="00A3588C"/>
    <w:rsid w:val="00A365C7"/>
    <w:rsid w:val="00A43D4B"/>
    <w:rsid w:val="00A50AA3"/>
    <w:rsid w:val="00A66121"/>
    <w:rsid w:val="00A81C6D"/>
    <w:rsid w:val="00A94F25"/>
    <w:rsid w:val="00A95772"/>
    <w:rsid w:val="00AB147C"/>
    <w:rsid w:val="00AB1529"/>
    <w:rsid w:val="00AB2552"/>
    <w:rsid w:val="00AC4E37"/>
    <w:rsid w:val="00AC6F53"/>
    <w:rsid w:val="00AC723C"/>
    <w:rsid w:val="00AE2B66"/>
    <w:rsid w:val="00AE3FAD"/>
    <w:rsid w:val="00AF0504"/>
    <w:rsid w:val="00B01AAE"/>
    <w:rsid w:val="00B0696A"/>
    <w:rsid w:val="00B231C9"/>
    <w:rsid w:val="00B36158"/>
    <w:rsid w:val="00B411EB"/>
    <w:rsid w:val="00B41A35"/>
    <w:rsid w:val="00B44B7E"/>
    <w:rsid w:val="00B50A30"/>
    <w:rsid w:val="00B519A8"/>
    <w:rsid w:val="00B56884"/>
    <w:rsid w:val="00B57A4F"/>
    <w:rsid w:val="00B855B3"/>
    <w:rsid w:val="00B921E9"/>
    <w:rsid w:val="00BA4BE2"/>
    <w:rsid w:val="00BC3A2C"/>
    <w:rsid w:val="00BC3B90"/>
    <w:rsid w:val="00BC6A96"/>
    <w:rsid w:val="00BD3559"/>
    <w:rsid w:val="00BE0BE2"/>
    <w:rsid w:val="00BF4052"/>
    <w:rsid w:val="00C041E4"/>
    <w:rsid w:val="00C2561E"/>
    <w:rsid w:val="00C325C0"/>
    <w:rsid w:val="00C33469"/>
    <w:rsid w:val="00C556BA"/>
    <w:rsid w:val="00C6036B"/>
    <w:rsid w:val="00C62DCA"/>
    <w:rsid w:val="00C70A7E"/>
    <w:rsid w:val="00C81009"/>
    <w:rsid w:val="00C83FE8"/>
    <w:rsid w:val="00CB0AEA"/>
    <w:rsid w:val="00CB6D60"/>
    <w:rsid w:val="00CC4158"/>
    <w:rsid w:val="00CD1AB1"/>
    <w:rsid w:val="00CF1EEA"/>
    <w:rsid w:val="00CF4C29"/>
    <w:rsid w:val="00CF5BC4"/>
    <w:rsid w:val="00D0586E"/>
    <w:rsid w:val="00D200C8"/>
    <w:rsid w:val="00D31A20"/>
    <w:rsid w:val="00D4372C"/>
    <w:rsid w:val="00D44CD6"/>
    <w:rsid w:val="00D46204"/>
    <w:rsid w:val="00D61536"/>
    <w:rsid w:val="00D75590"/>
    <w:rsid w:val="00D9199B"/>
    <w:rsid w:val="00D93DE5"/>
    <w:rsid w:val="00D94594"/>
    <w:rsid w:val="00DD15B6"/>
    <w:rsid w:val="00DD79EB"/>
    <w:rsid w:val="00DE0D91"/>
    <w:rsid w:val="00DE4B9B"/>
    <w:rsid w:val="00DE6A1D"/>
    <w:rsid w:val="00E00128"/>
    <w:rsid w:val="00E320A0"/>
    <w:rsid w:val="00E35535"/>
    <w:rsid w:val="00E650E6"/>
    <w:rsid w:val="00E822D1"/>
    <w:rsid w:val="00E8312A"/>
    <w:rsid w:val="00E8437F"/>
    <w:rsid w:val="00EA7C03"/>
    <w:rsid w:val="00EB262B"/>
    <w:rsid w:val="00EC6572"/>
    <w:rsid w:val="00EC6659"/>
    <w:rsid w:val="00ED0480"/>
    <w:rsid w:val="00ED0E79"/>
    <w:rsid w:val="00ED1557"/>
    <w:rsid w:val="00ED4954"/>
    <w:rsid w:val="00EE3168"/>
    <w:rsid w:val="00EE38E1"/>
    <w:rsid w:val="00F12303"/>
    <w:rsid w:val="00F1496F"/>
    <w:rsid w:val="00F4507F"/>
    <w:rsid w:val="00F474F2"/>
    <w:rsid w:val="00F50BEE"/>
    <w:rsid w:val="00F51089"/>
    <w:rsid w:val="00F51B27"/>
    <w:rsid w:val="00F5312F"/>
    <w:rsid w:val="00F642A2"/>
    <w:rsid w:val="00F71A7B"/>
    <w:rsid w:val="00F740E9"/>
    <w:rsid w:val="00F807CE"/>
    <w:rsid w:val="00F860BA"/>
    <w:rsid w:val="00F87BC1"/>
    <w:rsid w:val="00F940D6"/>
    <w:rsid w:val="00F96FBF"/>
    <w:rsid w:val="00FA64F5"/>
    <w:rsid w:val="00FB4614"/>
    <w:rsid w:val="00FB4FA1"/>
    <w:rsid w:val="00FC4129"/>
    <w:rsid w:val="00FD6816"/>
    <w:rsid w:val="00FE167B"/>
    <w:rsid w:val="00FE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29CBD9"/>
  <w15:docId w15:val="{1B017571-0140-5B4F-9C7C-2C7857922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8E"/>
    <w:pPr>
      <w:spacing w:after="200" w:line="276" w:lineRule="auto"/>
    </w:pPr>
    <w:rPr>
      <w:rFonts w:eastAsiaTheme="minorHAnsi"/>
      <w:sz w:val="22"/>
      <w:szCs w:val="22"/>
      <w:lang w:val="en-US" w:eastAsia="en-US"/>
    </w:rPr>
  </w:style>
  <w:style w:type="paragraph" w:styleId="Heading1">
    <w:name w:val="heading 1"/>
    <w:basedOn w:val="Normal"/>
    <w:next w:val="Normal"/>
    <w:link w:val="Heading1Char"/>
    <w:uiPriority w:val="9"/>
    <w:qFormat/>
    <w:rsid w:val="00170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276C"/>
    <w:pPr>
      <w:keepNext/>
      <w:keepLines/>
      <w:spacing w:before="200" w:after="0"/>
      <w:outlineLvl w:val="2"/>
    </w:pPr>
    <w:rPr>
      <w:rFonts w:asciiTheme="majorHAnsi" w:eastAsiaTheme="majorEastAsia" w:hAnsiTheme="majorHAnsi" w:cstheme="majorBidi"/>
      <w:b/>
      <w:bCs/>
      <w:color w:val="4F81BD" w:themeColor="accent1"/>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8E"/>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170F8E"/>
    <w:pPr>
      <w:ind w:left="720"/>
      <w:contextualSpacing/>
    </w:pPr>
  </w:style>
  <w:style w:type="paragraph" w:styleId="BodyText">
    <w:name w:val="Body Text"/>
    <w:basedOn w:val="Normal"/>
    <w:link w:val="BodyTextChar"/>
    <w:semiHidden/>
    <w:rsid w:val="00170F8E"/>
    <w:pPr>
      <w:spacing w:after="0" w:line="240" w:lineRule="auto"/>
      <w:jc w:val="both"/>
    </w:pPr>
    <w:rPr>
      <w:rFonts w:ascii="Times New Roman" w:eastAsia="Times New Roman" w:hAnsi="Times New Roman" w:cs="Times New Roman"/>
      <w:sz w:val="24"/>
      <w:szCs w:val="24"/>
      <w:lang w:val="pl-PL" w:eastAsia="pl-PL"/>
    </w:rPr>
  </w:style>
  <w:style w:type="character" w:customStyle="1" w:styleId="BodyTextChar">
    <w:name w:val="Body Text Char"/>
    <w:basedOn w:val="DefaultParagraphFont"/>
    <w:link w:val="BodyText"/>
    <w:semiHidden/>
    <w:rsid w:val="00170F8E"/>
    <w:rPr>
      <w:rFonts w:ascii="Times New Roman" w:eastAsia="Times New Roman" w:hAnsi="Times New Roman" w:cs="Times New Roman"/>
      <w:lang w:val="pl-PL"/>
    </w:rPr>
  </w:style>
  <w:style w:type="paragraph" w:styleId="Header">
    <w:name w:val="header"/>
    <w:basedOn w:val="Normal"/>
    <w:link w:val="HeaderChar"/>
    <w:uiPriority w:val="99"/>
    <w:unhideWhenUsed/>
    <w:rsid w:val="000E31EC"/>
    <w:pPr>
      <w:tabs>
        <w:tab w:val="center" w:pos="4703"/>
        <w:tab w:val="right" w:pos="9406"/>
      </w:tabs>
      <w:spacing w:after="0" w:line="240" w:lineRule="auto"/>
    </w:pPr>
  </w:style>
  <w:style w:type="character" w:customStyle="1" w:styleId="HeaderChar">
    <w:name w:val="Header Char"/>
    <w:basedOn w:val="DefaultParagraphFont"/>
    <w:link w:val="Header"/>
    <w:uiPriority w:val="99"/>
    <w:rsid w:val="000E31EC"/>
    <w:rPr>
      <w:rFonts w:eastAsiaTheme="minorHAnsi"/>
      <w:sz w:val="22"/>
      <w:szCs w:val="22"/>
      <w:lang w:val="en-US" w:eastAsia="en-US"/>
    </w:rPr>
  </w:style>
  <w:style w:type="paragraph" w:styleId="Footer">
    <w:name w:val="footer"/>
    <w:basedOn w:val="Normal"/>
    <w:link w:val="FooterChar"/>
    <w:uiPriority w:val="99"/>
    <w:unhideWhenUsed/>
    <w:rsid w:val="000E31E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E31EC"/>
    <w:rPr>
      <w:rFonts w:eastAsiaTheme="minorHAnsi"/>
      <w:sz w:val="22"/>
      <w:szCs w:val="22"/>
      <w:lang w:val="en-US" w:eastAsia="en-US"/>
    </w:rPr>
  </w:style>
  <w:style w:type="paragraph" w:styleId="BalloonText">
    <w:name w:val="Balloon Text"/>
    <w:basedOn w:val="Normal"/>
    <w:link w:val="BalloonTextChar"/>
    <w:uiPriority w:val="99"/>
    <w:semiHidden/>
    <w:unhideWhenUsed/>
    <w:rsid w:val="000E31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EC"/>
    <w:rPr>
      <w:rFonts w:ascii="Lucida Grande" w:eastAsiaTheme="minorHAnsi" w:hAnsi="Lucida Grande" w:cs="Lucida Grande"/>
      <w:sz w:val="18"/>
      <w:szCs w:val="18"/>
      <w:lang w:val="en-US" w:eastAsia="en-US"/>
    </w:rPr>
  </w:style>
  <w:style w:type="character" w:styleId="Hyperlink">
    <w:name w:val="Hyperlink"/>
    <w:basedOn w:val="DefaultParagraphFont"/>
    <w:uiPriority w:val="99"/>
    <w:unhideWhenUsed/>
    <w:rsid w:val="00706004"/>
    <w:rPr>
      <w:color w:val="0000FF" w:themeColor="hyperlink"/>
      <w:u w:val="single"/>
    </w:rPr>
  </w:style>
  <w:style w:type="character" w:styleId="PageNumber">
    <w:name w:val="page number"/>
    <w:basedOn w:val="DefaultParagraphFont"/>
    <w:uiPriority w:val="99"/>
    <w:semiHidden/>
    <w:unhideWhenUsed/>
    <w:rsid w:val="00931B7A"/>
  </w:style>
  <w:style w:type="character" w:styleId="Strong">
    <w:name w:val="Strong"/>
    <w:basedOn w:val="DefaultParagraphFont"/>
    <w:uiPriority w:val="22"/>
    <w:qFormat/>
    <w:rsid w:val="005F7012"/>
    <w:rPr>
      <w:b/>
      <w:bCs/>
    </w:rPr>
  </w:style>
  <w:style w:type="paragraph" w:styleId="FootnoteText">
    <w:name w:val="footnote text"/>
    <w:basedOn w:val="Normal"/>
    <w:link w:val="FootnoteTextChar"/>
    <w:uiPriority w:val="99"/>
    <w:unhideWhenUsed/>
    <w:rsid w:val="00285673"/>
    <w:pPr>
      <w:spacing w:after="0" w:line="240" w:lineRule="auto"/>
    </w:pPr>
    <w:rPr>
      <w:sz w:val="20"/>
      <w:szCs w:val="20"/>
      <w:lang w:val="pl-PL"/>
    </w:rPr>
  </w:style>
  <w:style w:type="character" w:customStyle="1" w:styleId="FootnoteTextChar">
    <w:name w:val="Footnote Text Char"/>
    <w:basedOn w:val="DefaultParagraphFont"/>
    <w:link w:val="FootnoteText"/>
    <w:uiPriority w:val="99"/>
    <w:rsid w:val="00285673"/>
    <w:rPr>
      <w:rFonts w:eastAsiaTheme="minorHAnsi"/>
      <w:sz w:val="20"/>
      <w:szCs w:val="20"/>
      <w:lang w:val="pl-PL" w:eastAsia="en-US"/>
    </w:rPr>
  </w:style>
  <w:style w:type="character" w:styleId="FootnoteReference">
    <w:name w:val="footnote reference"/>
    <w:basedOn w:val="DefaultParagraphFont"/>
    <w:uiPriority w:val="99"/>
    <w:unhideWhenUsed/>
    <w:rsid w:val="00285673"/>
    <w:rPr>
      <w:vertAlign w:val="superscript"/>
    </w:rPr>
  </w:style>
  <w:style w:type="paragraph" w:styleId="NormalWeb">
    <w:name w:val="Normal (Web)"/>
    <w:basedOn w:val="Normal"/>
    <w:uiPriority w:val="99"/>
    <w:unhideWhenUsed/>
    <w:rsid w:val="001006F5"/>
    <w:pPr>
      <w:spacing w:before="100" w:beforeAutospacing="1" w:after="100" w:afterAutospacing="1" w:line="240" w:lineRule="auto"/>
    </w:pPr>
    <w:rPr>
      <w:rFonts w:ascii="Times" w:eastAsiaTheme="minorEastAsia" w:hAnsi="Times" w:cs="Times New Roman"/>
      <w:sz w:val="20"/>
      <w:szCs w:val="20"/>
      <w:lang w:eastAsia="pl-PL"/>
    </w:rPr>
  </w:style>
  <w:style w:type="character" w:styleId="Emphasis">
    <w:name w:val="Emphasis"/>
    <w:basedOn w:val="DefaultParagraphFont"/>
    <w:uiPriority w:val="20"/>
    <w:qFormat/>
    <w:rsid w:val="001006F5"/>
    <w:rPr>
      <w:i/>
      <w:iCs/>
    </w:rPr>
  </w:style>
  <w:style w:type="character" w:customStyle="1" w:styleId="apple-converted-space">
    <w:name w:val="apple-converted-space"/>
    <w:basedOn w:val="DefaultParagraphFont"/>
    <w:rsid w:val="00F5312F"/>
  </w:style>
  <w:style w:type="character" w:customStyle="1" w:styleId="Heading2Char">
    <w:name w:val="Heading 2 Char"/>
    <w:basedOn w:val="DefaultParagraphFont"/>
    <w:link w:val="Heading2"/>
    <w:uiPriority w:val="9"/>
    <w:rsid w:val="00332DF1"/>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A1276C"/>
    <w:rPr>
      <w:rFonts w:asciiTheme="majorHAnsi" w:eastAsiaTheme="majorEastAsia" w:hAnsiTheme="majorHAnsi" w:cstheme="majorBidi"/>
      <w:b/>
      <w:bCs/>
      <w:color w:val="4F81BD" w:themeColor="accent1"/>
      <w:sz w:val="22"/>
      <w:szCs w:val="22"/>
      <w:lang w:val="pl-PL"/>
    </w:rPr>
  </w:style>
  <w:style w:type="paragraph" w:customStyle="1" w:styleId="Tekstwstpniesformatowany">
    <w:name w:val="Tekst wstępnie sformatowany"/>
    <w:basedOn w:val="Normal"/>
    <w:rsid w:val="00EE3168"/>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gmail-tekstwstpniesformatowany">
    <w:name w:val="gmail-tekstwstpniesformatowany"/>
    <w:basedOn w:val="Normal"/>
    <w:rsid w:val="00EE316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c-messagebody">
    <w:name w:val="c-message__body"/>
    <w:basedOn w:val="DefaultParagraphFont"/>
    <w:rsid w:val="00EE3168"/>
  </w:style>
  <w:style w:type="character" w:styleId="UnresolvedMention">
    <w:name w:val="Unresolved Mention"/>
    <w:basedOn w:val="DefaultParagraphFont"/>
    <w:uiPriority w:val="99"/>
    <w:semiHidden/>
    <w:unhideWhenUsed/>
    <w:rsid w:val="008F4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7441">
      <w:bodyDiv w:val="1"/>
      <w:marLeft w:val="0"/>
      <w:marRight w:val="0"/>
      <w:marTop w:val="0"/>
      <w:marBottom w:val="0"/>
      <w:divBdr>
        <w:top w:val="none" w:sz="0" w:space="0" w:color="auto"/>
        <w:left w:val="none" w:sz="0" w:space="0" w:color="auto"/>
        <w:bottom w:val="none" w:sz="0" w:space="0" w:color="auto"/>
        <w:right w:val="none" w:sz="0" w:space="0" w:color="auto"/>
      </w:divBdr>
    </w:div>
    <w:div w:id="49617508">
      <w:bodyDiv w:val="1"/>
      <w:marLeft w:val="0"/>
      <w:marRight w:val="0"/>
      <w:marTop w:val="0"/>
      <w:marBottom w:val="0"/>
      <w:divBdr>
        <w:top w:val="none" w:sz="0" w:space="0" w:color="auto"/>
        <w:left w:val="none" w:sz="0" w:space="0" w:color="auto"/>
        <w:bottom w:val="none" w:sz="0" w:space="0" w:color="auto"/>
        <w:right w:val="none" w:sz="0" w:space="0" w:color="auto"/>
      </w:divBdr>
    </w:div>
    <w:div w:id="167208814">
      <w:bodyDiv w:val="1"/>
      <w:marLeft w:val="0"/>
      <w:marRight w:val="0"/>
      <w:marTop w:val="0"/>
      <w:marBottom w:val="0"/>
      <w:divBdr>
        <w:top w:val="none" w:sz="0" w:space="0" w:color="auto"/>
        <w:left w:val="none" w:sz="0" w:space="0" w:color="auto"/>
        <w:bottom w:val="none" w:sz="0" w:space="0" w:color="auto"/>
        <w:right w:val="none" w:sz="0" w:space="0" w:color="auto"/>
      </w:divBdr>
    </w:div>
    <w:div w:id="216623622">
      <w:bodyDiv w:val="1"/>
      <w:marLeft w:val="0"/>
      <w:marRight w:val="0"/>
      <w:marTop w:val="0"/>
      <w:marBottom w:val="0"/>
      <w:divBdr>
        <w:top w:val="none" w:sz="0" w:space="0" w:color="auto"/>
        <w:left w:val="none" w:sz="0" w:space="0" w:color="auto"/>
        <w:bottom w:val="none" w:sz="0" w:space="0" w:color="auto"/>
        <w:right w:val="none" w:sz="0" w:space="0" w:color="auto"/>
      </w:divBdr>
    </w:div>
    <w:div w:id="280311316">
      <w:bodyDiv w:val="1"/>
      <w:marLeft w:val="0"/>
      <w:marRight w:val="0"/>
      <w:marTop w:val="0"/>
      <w:marBottom w:val="0"/>
      <w:divBdr>
        <w:top w:val="none" w:sz="0" w:space="0" w:color="auto"/>
        <w:left w:val="none" w:sz="0" w:space="0" w:color="auto"/>
        <w:bottom w:val="none" w:sz="0" w:space="0" w:color="auto"/>
        <w:right w:val="none" w:sz="0" w:space="0" w:color="auto"/>
      </w:divBdr>
    </w:div>
    <w:div w:id="383912583">
      <w:bodyDiv w:val="1"/>
      <w:marLeft w:val="0"/>
      <w:marRight w:val="0"/>
      <w:marTop w:val="0"/>
      <w:marBottom w:val="0"/>
      <w:divBdr>
        <w:top w:val="none" w:sz="0" w:space="0" w:color="auto"/>
        <w:left w:val="none" w:sz="0" w:space="0" w:color="auto"/>
        <w:bottom w:val="none" w:sz="0" w:space="0" w:color="auto"/>
        <w:right w:val="none" w:sz="0" w:space="0" w:color="auto"/>
      </w:divBdr>
    </w:div>
    <w:div w:id="387147748">
      <w:bodyDiv w:val="1"/>
      <w:marLeft w:val="0"/>
      <w:marRight w:val="0"/>
      <w:marTop w:val="0"/>
      <w:marBottom w:val="0"/>
      <w:divBdr>
        <w:top w:val="none" w:sz="0" w:space="0" w:color="auto"/>
        <w:left w:val="none" w:sz="0" w:space="0" w:color="auto"/>
        <w:bottom w:val="none" w:sz="0" w:space="0" w:color="auto"/>
        <w:right w:val="none" w:sz="0" w:space="0" w:color="auto"/>
      </w:divBdr>
    </w:div>
    <w:div w:id="546381294">
      <w:bodyDiv w:val="1"/>
      <w:marLeft w:val="0"/>
      <w:marRight w:val="0"/>
      <w:marTop w:val="0"/>
      <w:marBottom w:val="0"/>
      <w:divBdr>
        <w:top w:val="none" w:sz="0" w:space="0" w:color="auto"/>
        <w:left w:val="none" w:sz="0" w:space="0" w:color="auto"/>
        <w:bottom w:val="none" w:sz="0" w:space="0" w:color="auto"/>
        <w:right w:val="none" w:sz="0" w:space="0" w:color="auto"/>
      </w:divBdr>
    </w:div>
    <w:div w:id="563151466">
      <w:bodyDiv w:val="1"/>
      <w:marLeft w:val="0"/>
      <w:marRight w:val="0"/>
      <w:marTop w:val="0"/>
      <w:marBottom w:val="0"/>
      <w:divBdr>
        <w:top w:val="none" w:sz="0" w:space="0" w:color="auto"/>
        <w:left w:val="none" w:sz="0" w:space="0" w:color="auto"/>
        <w:bottom w:val="none" w:sz="0" w:space="0" w:color="auto"/>
        <w:right w:val="none" w:sz="0" w:space="0" w:color="auto"/>
      </w:divBdr>
    </w:div>
    <w:div w:id="650717465">
      <w:bodyDiv w:val="1"/>
      <w:marLeft w:val="0"/>
      <w:marRight w:val="0"/>
      <w:marTop w:val="0"/>
      <w:marBottom w:val="0"/>
      <w:divBdr>
        <w:top w:val="none" w:sz="0" w:space="0" w:color="auto"/>
        <w:left w:val="none" w:sz="0" w:space="0" w:color="auto"/>
        <w:bottom w:val="none" w:sz="0" w:space="0" w:color="auto"/>
        <w:right w:val="none" w:sz="0" w:space="0" w:color="auto"/>
      </w:divBdr>
      <w:divsChild>
        <w:div w:id="654841008">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sChild>
                <w:div w:id="4663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1459">
      <w:bodyDiv w:val="1"/>
      <w:marLeft w:val="0"/>
      <w:marRight w:val="0"/>
      <w:marTop w:val="0"/>
      <w:marBottom w:val="0"/>
      <w:divBdr>
        <w:top w:val="none" w:sz="0" w:space="0" w:color="auto"/>
        <w:left w:val="none" w:sz="0" w:space="0" w:color="auto"/>
        <w:bottom w:val="none" w:sz="0" w:space="0" w:color="auto"/>
        <w:right w:val="none" w:sz="0" w:space="0" w:color="auto"/>
      </w:divBdr>
    </w:div>
    <w:div w:id="684327233">
      <w:bodyDiv w:val="1"/>
      <w:marLeft w:val="0"/>
      <w:marRight w:val="0"/>
      <w:marTop w:val="0"/>
      <w:marBottom w:val="0"/>
      <w:divBdr>
        <w:top w:val="none" w:sz="0" w:space="0" w:color="auto"/>
        <w:left w:val="none" w:sz="0" w:space="0" w:color="auto"/>
        <w:bottom w:val="none" w:sz="0" w:space="0" w:color="auto"/>
        <w:right w:val="none" w:sz="0" w:space="0" w:color="auto"/>
      </w:divBdr>
    </w:div>
    <w:div w:id="732125859">
      <w:bodyDiv w:val="1"/>
      <w:marLeft w:val="0"/>
      <w:marRight w:val="0"/>
      <w:marTop w:val="0"/>
      <w:marBottom w:val="0"/>
      <w:divBdr>
        <w:top w:val="none" w:sz="0" w:space="0" w:color="auto"/>
        <w:left w:val="none" w:sz="0" w:space="0" w:color="auto"/>
        <w:bottom w:val="none" w:sz="0" w:space="0" w:color="auto"/>
        <w:right w:val="none" w:sz="0" w:space="0" w:color="auto"/>
      </w:divBdr>
    </w:div>
    <w:div w:id="742796023">
      <w:bodyDiv w:val="1"/>
      <w:marLeft w:val="0"/>
      <w:marRight w:val="0"/>
      <w:marTop w:val="0"/>
      <w:marBottom w:val="0"/>
      <w:divBdr>
        <w:top w:val="none" w:sz="0" w:space="0" w:color="auto"/>
        <w:left w:val="none" w:sz="0" w:space="0" w:color="auto"/>
        <w:bottom w:val="none" w:sz="0" w:space="0" w:color="auto"/>
        <w:right w:val="none" w:sz="0" w:space="0" w:color="auto"/>
      </w:divBdr>
    </w:div>
    <w:div w:id="837383599">
      <w:bodyDiv w:val="1"/>
      <w:marLeft w:val="0"/>
      <w:marRight w:val="0"/>
      <w:marTop w:val="0"/>
      <w:marBottom w:val="0"/>
      <w:divBdr>
        <w:top w:val="none" w:sz="0" w:space="0" w:color="auto"/>
        <w:left w:val="none" w:sz="0" w:space="0" w:color="auto"/>
        <w:bottom w:val="none" w:sz="0" w:space="0" w:color="auto"/>
        <w:right w:val="none" w:sz="0" w:space="0" w:color="auto"/>
      </w:divBdr>
    </w:div>
    <w:div w:id="1091782141">
      <w:bodyDiv w:val="1"/>
      <w:marLeft w:val="0"/>
      <w:marRight w:val="0"/>
      <w:marTop w:val="0"/>
      <w:marBottom w:val="0"/>
      <w:divBdr>
        <w:top w:val="none" w:sz="0" w:space="0" w:color="auto"/>
        <w:left w:val="none" w:sz="0" w:space="0" w:color="auto"/>
        <w:bottom w:val="none" w:sz="0" w:space="0" w:color="auto"/>
        <w:right w:val="none" w:sz="0" w:space="0" w:color="auto"/>
      </w:divBdr>
    </w:div>
    <w:div w:id="1148740811">
      <w:bodyDiv w:val="1"/>
      <w:marLeft w:val="0"/>
      <w:marRight w:val="0"/>
      <w:marTop w:val="0"/>
      <w:marBottom w:val="0"/>
      <w:divBdr>
        <w:top w:val="none" w:sz="0" w:space="0" w:color="auto"/>
        <w:left w:val="none" w:sz="0" w:space="0" w:color="auto"/>
        <w:bottom w:val="none" w:sz="0" w:space="0" w:color="auto"/>
        <w:right w:val="none" w:sz="0" w:space="0" w:color="auto"/>
      </w:divBdr>
    </w:div>
    <w:div w:id="1178428480">
      <w:bodyDiv w:val="1"/>
      <w:marLeft w:val="0"/>
      <w:marRight w:val="0"/>
      <w:marTop w:val="0"/>
      <w:marBottom w:val="0"/>
      <w:divBdr>
        <w:top w:val="none" w:sz="0" w:space="0" w:color="auto"/>
        <w:left w:val="none" w:sz="0" w:space="0" w:color="auto"/>
        <w:bottom w:val="none" w:sz="0" w:space="0" w:color="auto"/>
        <w:right w:val="none" w:sz="0" w:space="0" w:color="auto"/>
      </w:divBdr>
    </w:div>
    <w:div w:id="1481534700">
      <w:bodyDiv w:val="1"/>
      <w:marLeft w:val="0"/>
      <w:marRight w:val="0"/>
      <w:marTop w:val="0"/>
      <w:marBottom w:val="0"/>
      <w:divBdr>
        <w:top w:val="none" w:sz="0" w:space="0" w:color="auto"/>
        <w:left w:val="none" w:sz="0" w:space="0" w:color="auto"/>
        <w:bottom w:val="none" w:sz="0" w:space="0" w:color="auto"/>
        <w:right w:val="none" w:sz="0" w:space="0" w:color="auto"/>
      </w:divBdr>
    </w:div>
    <w:div w:id="1594388559">
      <w:bodyDiv w:val="1"/>
      <w:marLeft w:val="0"/>
      <w:marRight w:val="0"/>
      <w:marTop w:val="0"/>
      <w:marBottom w:val="0"/>
      <w:divBdr>
        <w:top w:val="none" w:sz="0" w:space="0" w:color="auto"/>
        <w:left w:val="none" w:sz="0" w:space="0" w:color="auto"/>
        <w:bottom w:val="none" w:sz="0" w:space="0" w:color="auto"/>
        <w:right w:val="none" w:sz="0" w:space="0" w:color="auto"/>
      </w:divBdr>
    </w:div>
    <w:div w:id="1940408978">
      <w:bodyDiv w:val="1"/>
      <w:marLeft w:val="0"/>
      <w:marRight w:val="0"/>
      <w:marTop w:val="0"/>
      <w:marBottom w:val="0"/>
      <w:divBdr>
        <w:top w:val="none" w:sz="0" w:space="0" w:color="auto"/>
        <w:left w:val="none" w:sz="0" w:space="0" w:color="auto"/>
        <w:bottom w:val="none" w:sz="0" w:space="0" w:color="auto"/>
        <w:right w:val="none" w:sz="0" w:space="0" w:color="auto"/>
      </w:divBdr>
    </w:div>
    <w:div w:id="2045863049">
      <w:bodyDiv w:val="1"/>
      <w:marLeft w:val="0"/>
      <w:marRight w:val="0"/>
      <w:marTop w:val="0"/>
      <w:marBottom w:val="0"/>
      <w:divBdr>
        <w:top w:val="none" w:sz="0" w:space="0" w:color="auto"/>
        <w:left w:val="none" w:sz="0" w:space="0" w:color="auto"/>
        <w:bottom w:val="none" w:sz="0" w:space="0" w:color="auto"/>
        <w:right w:val="none" w:sz="0" w:space="0" w:color="auto"/>
      </w:divBdr>
    </w:div>
    <w:div w:id="2046130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springopen.e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arzynaczezyk/Library/Group%20Containers/UBF8T346G9.Office/User%20Content.localized/Templates.localized/FSO-papeteria-wzo&#769;r.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177E5-0B22-41BD-BDC3-63D112E6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FSO-papeteria-wzór.dotx</Template>
  <TotalTime>1</TotalTime>
  <Pages>1</Pages>
  <Words>423</Words>
  <Characters>2415</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Katarzyna Czeżyk</cp:lastModifiedBy>
  <cp:revision>1</cp:revision>
  <cp:lastPrinted>2019-02-25T14:30:00Z</cp:lastPrinted>
  <dcterms:created xsi:type="dcterms:W3CDTF">2020-09-23T18:44:00Z</dcterms:created>
  <dcterms:modified xsi:type="dcterms:W3CDTF">2020-09-23T18:45:00Z</dcterms:modified>
</cp:coreProperties>
</file>